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1</w:t>
      </w:r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Pr="00B07231">
          <w:rPr>
            <w:rStyle w:val="a0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Административному регламенту</w:t>
        </w:r>
      </w:hyperlink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2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75F46" w:rsidRPr="00B07231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B07231">
        <w:rPr>
          <w:rFonts w:ascii="Times New Roman" w:hAnsi="Times New Roman" w:cs="Times New Roman"/>
          <w:sz w:val="28"/>
          <w:szCs w:val="28"/>
        </w:rPr>
        <w:t>»</w:t>
      </w:r>
    </w:p>
    <w:p w:rsidR="00275F46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5148"/>
        <w:gridCol w:w="4680"/>
      </w:tblGrid>
      <w:tr w:rsidR="00275F46" w:rsidRPr="00F93778" w:rsidTr="00CC68F7">
        <w:tc>
          <w:tcPr>
            <w:tcW w:w="5148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275F46" w:rsidRPr="00F93778" w:rsidRDefault="00275F46" w:rsidP="00CC68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Запорожского сельского поселения Темрюкского района</w:t>
            </w: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75F46" w:rsidRDefault="00275F46" w:rsidP="00FB441A">
      <w:pPr>
        <w:spacing w:after="0" w:line="240" w:lineRule="auto"/>
        <w:ind w:firstLine="5954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tbl>
      <w:tblPr>
        <w:tblW w:w="3827" w:type="dxa"/>
        <w:tblInd w:w="-106" w:type="dxa"/>
        <w:tblLook w:val="00A0"/>
      </w:tblPr>
      <w:tblGrid>
        <w:gridCol w:w="3856"/>
      </w:tblGrid>
      <w:tr w:rsidR="00275F46" w:rsidRPr="00F93778">
        <w:tc>
          <w:tcPr>
            <w:tcW w:w="3827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>от __________________________</w:t>
            </w: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(ФИО заявителя)</w:t>
            </w:r>
          </w:p>
          <w:p w:rsidR="00275F46" w:rsidRPr="00F93778" w:rsidRDefault="00275F46" w:rsidP="00F93778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(адрес проживания, телефон)</w:t>
            </w:r>
          </w:p>
        </w:tc>
      </w:tr>
    </w:tbl>
    <w:p w:rsidR="00275F46" w:rsidRPr="005E60CA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Прошу предоставить заверенную копию постановления (распоряжения) главы (администрации)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B07231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«___» ________ 20__ года № ________ (дата, регистрационный номер) «__________________________________________________________________» (наименование документа) для _________________________________________ (цель получения копии).</w:t>
      </w:r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________________ </w:t>
      </w:r>
    </w:p>
    <w:p w:rsidR="00275F46" w:rsidRPr="00B07231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                                              (ФИО заявителя)</w:t>
      </w:r>
    </w:p>
    <w:p w:rsidR="00275F46" w:rsidRPr="00B07231" w:rsidRDefault="00275F46" w:rsidP="00C62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</w:t>
      </w: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B07231"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275F46" w:rsidRPr="00B07231" w:rsidRDefault="00275F46" w:rsidP="00B07231">
      <w:pPr>
        <w:spacing w:after="0" w:line="240" w:lineRule="auto"/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Style w:val="a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О.П. Макарова</w:t>
      </w: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pStyle w:val="Heading1"/>
        <w:spacing w:after="0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75F46" w:rsidRPr="00B07231" w:rsidSect="00B07231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231"/>
    <w:rsid w:val="00043D86"/>
    <w:rsid w:val="0010494B"/>
    <w:rsid w:val="001B0828"/>
    <w:rsid w:val="002039B0"/>
    <w:rsid w:val="00275F46"/>
    <w:rsid w:val="00424DD3"/>
    <w:rsid w:val="00493F28"/>
    <w:rsid w:val="005E60CA"/>
    <w:rsid w:val="0070582B"/>
    <w:rsid w:val="008E4DC9"/>
    <w:rsid w:val="00907331"/>
    <w:rsid w:val="00A36949"/>
    <w:rsid w:val="00B07231"/>
    <w:rsid w:val="00C321F1"/>
    <w:rsid w:val="00C42396"/>
    <w:rsid w:val="00C625BD"/>
    <w:rsid w:val="00C70617"/>
    <w:rsid w:val="00CC68F7"/>
    <w:rsid w:val="00CE52C1"/>
    <w:rsid w:val="00E32D17"/>
    <w:rsid w:val="00F93778"/>
    <w:rsid w:val="00FB4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9B0"/>
    <w:pPr>
      <w:spacing w:after="200" w:line="276" w:lineRule="auto"/>
    </w:pPr>
    <w:rPr>
      <w:rFonts w:cs="Calibri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072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07231"/>
    <w:rPr>
      <w:rFonts w:ascii="Arial" w:hAnsi="Arial" w:cs="Arial"/>
      <w:b/>
      <w:bCs/>
      <w:color w:val="000080"/>
      <w:sz w:val="24"/>
      <w:szCs w:val="24"/>
    </w:rPr>
  </w:style>
  <w:style w:type="character" w:customStyle="1" w:styleId="a">
    <w:name w:val="Цветовое выделение"/>
    <w:uiPriority w:val="99"/>
    <w:rsid w:val="00B07231"/>
    <w:rPr>
      <w:b/>
      <w:bCs/>
      <w:color w:val="000080"/>
    </w:rPr>
  </w:style>
  <w:style w:type="character" w:customStyle="1" w:styleId="a0">
    <w:name w:val="Гипертекстовая ссылка"/>
    <w:basedOn w:val="a"/>
    <w:uiPriority w:val="99"/>
    <w:rsid w:val="00B07231"/>
    <w:rPr>
      <w:color w:val="008000"/>
    </w:rPr>
  </w:style>
  <w:style w:type="paragraph" w:customStyle="1" w:styleId="a1">
    <w:name w:val="Нормальный (таблица)"/>
    <w:basedOn w:val="Normal"/>
    <w:next w:val="Normal"/>
    <w:uiPriority w:val="99"/>
    <w:rsid w:val="00B072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90733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45</TotalTime>
  <Pages>1</Pages>
  <Words>179</Words>
  <Characters>1026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USER5</cp:lastModifiedBy>
  <cp:revision>10</cp:revision>
  <dcterms:created xsi:type="dcterms:W3CDTF">2012-04-17T10:15:00Z</dcterms:created>
  <dcterms:modified xsi:type="dcterms:W3CDTF">2015-01-29T06:43:00Z</dcterms:modified>
</cp:coreProperties>
</file>