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A0"/>
      </w:tblPr>
      <w:tblGrid>
        <w:gridCol w:w="5211"/>
        <w:gridCol w:w="4536"/>
      </w:tblGrid>
      <w:tr w:rsidR="000D07F1" w:rsidRPr="00F07E57">
        <w:tc>
          <w:tcPr>
            <w:tcW w:w="5211" w:type="dxa"/>
          </w:tcPr>
          <w:p w:rsidR="000D07F1" w:rsidRPr="00943D40" w:rsidRDefault="000D07F1" w:rsidP="00943D40">
            <w:pPr>
              <w:pStyle w:val="2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rFonts w:cs="Courier New"/>
                <w:sz w:val="28"/>
                <w:szCs w:val="28"/>
              </w:rPr>
            </w:pPr>
          </w:p>
        </w:tc>
        <w:tc>
          <w:tcPr>
            <w:tcW w:w="4536" w:type="dxa"/>
          </w:tcPr>
          <w:p w:rsidR="000D07F1" w:rsidRPr="00943D40" w:rsidRDefault="000D07F1" w:rsidP="00943D40">
            <w:pPr>
              <w:pStyle w:val="2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sz w:val="28"/>
                <w:szCs w:val="28"/>
              </w:rPr>
            </w:pPr>
            <w:r w:rsidRPr="00943D40">
              <w:rPr>
                <w:sz w:val="28"/>
                <w:szCs w:val="28"/>
              </w:rPr>
              <w:t>ПРИЛОЖЕНИЕ</w:t>
            </w:r>
          </w:p>
          <w:p w:rsidR="000D07F1" w:rsidRPr="00943D40" w:rsidRDefault="000D07F1" w:rsidP="00943D40">
            <w:pPr>
              <w:pStyle w:val="2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sz w:val="28"/>
                <w:szCs w:val="28"/>
              </w:rPr>
            </w:pPr>
          </w:p>
          <w:p w:rsidR="000D07F1" w:rsidRPr="00943D40" w:rsidRDefault="000D07F1" w:rsidP="00943D40">
            <w:pPr>
              <w:pStyle w:val="2"/>
              <w:shd w:val="clear" w:color="auto" w:fill="auto"/>
              <w:tabs>
                <w:tab w:val="left" w:pos="1276"/>
                <w:tab w:val="left" w:pos="1560"/>
                <w:tab w:val="left" w:pos="8146"/>
              </w:tabs>
              <w:spacing w:after="0" w:line="240" w:lineRule="auto"/>
              <w:ind w:right="-44" w:firstLine="0"/>
              <w:jc w:val="center"/>
              <w:rPr>
                <w:sz w:val="28"/>
                <w:szCs w:val="28"/>
              </w:rPr>
            </w:pPr>
            <w:r w:rsidRPr="00943D40">
              <w:rPr>
                <w:sz w:val="28"/>
                <w:szCs w:val="28"/>
              </w:rPr>
              <w:t>УТВЕРЖДЕН</w:t>
            </w:r>
          </w:p>
          <w:p w:rsidR="000D07F1" w:rsidRPr="00943D40" w:rsidRDefault="000D07F1" w:rsidP="00943D40">
            <w:pPr>
              <w:pStyle w:val="2"/>
              <w:shd w:val="clear" w:color="auto" w:fill="auto"/>
              <w:tabs>
                <w:tab w:val="left" w:pos="1276"/>
                <w:tab w:val="left" w:pos="1560"/>
                <w:tab w:val="left" w:pos="8146"/>
              </w:tabs>
              <w:spacing w:after="0" w:line="240" w:lineRule="auto"/>
              <w:ind w:right="-44" w:firstLine="0"/>
              <w:jc w:val="center"/>
              <w:rPr>
                <w:sz w:val="28"/>
                <w:szCs w:val="28"/>
              </w:rPr>
            </w:pPr>
            <w:r w:rsidRPr="00943D40">
              <w:rPr>
                <w:sz w:val="28"/>
                <w:szCs w:val="28"/>
              </w:rPr>
              <w:t xml:space="preserve">постановлением администрации Запорожского сельского поселения </w:t>
            </w:r>
          </w:p>
          <w:p w:rsidR="000D07F1" w:rsidRPr="00943D40" w:rsidRDefault="000D07F1" w:rsidP="00943D40">
            <w:pPr>
              <w:pStyle w:val="2"/>
              <w:shd w:val="clear" w:color="auto" w:fill="auto"/>
              <w:tabs>
                <w:tab w:val="left" w:pos="1276"/>
                <w:tab w:val="left" w:pos="1560"/>
                <w:tab w:val="left" w:pos="8146"/>
              </w:tabs>
              <w:spacing w:after="0" w:line="240" w:lineRule="auto"/>
              <w:ind w:right="-44" w:firstLine="0"/>
              <w:jc w:val="center"/>
              <w:rPr>
                <w:sz w:val="28"/>
                <w:szCs w:val="28"/>
              </w:rPr>
            </w:pPr>
            <w:r w:rsidRPr="00943D40">
              <w:rPr>
                <w:sz w:val="28"/>
                <w:szCs w:val="28"/>
              </w:rPr>
              <w:t>Темрюкского района</w:t>
            </w:r>
          </w:p>
          <w:p w:rsidR="000D07F1" w:rsidRPr="00943D40" w:rsidRDefault="000D07F1" w:rsidP="00943D40">
            <w:pPr>
              <w:pStyle w:val="2"/>
              <w:shd w:val="clear" w:color="auto" w:fill="auto"/>
              <w:tabs>
                <w:tab w:val="left" w:pos="1276"/>
                <w:tab w:val="left" w:pos="1560"/>
                <w:tab w:val="left" w:pos="8146"/>
              </w:tabs>
              <w:spacing w:after="0" w:line="240" w:lineRule="auto"/>
              <w:ind w:right="-44" w:firstLine="0"/>
              <w:jc w:val="center"/>
              <w:rPr>
                <w:rFonts w:cs="Courier New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Pr="00753EAC">
              <w:rPr>
                <w:i/>
                <w:iCs/>
                <w:sz w:val="28"/>
                <w:szCs w:val="28"/>
                <w:u w:val="single"/>
              </w:rPr>
              <w:t>26.05.2015</w:t>
            </w:r>
            <w:r>
              <w:rPr>
                <w:sz w:val="28"/>
                <w:szCs w:val="28"/>
              </w:rPr>
              <w:t xml:space="preserve"> № </w:t>
            </w:r>
            <w:r w:rsidRPr="00753EAC">
              <w:rPr>
                <w:i/>
                <w:iCs/>
                <w:sz w:val="28"/>
                <w:szCs w:val="28"/>
                <w:u w:val="single"/>
              </w:rPr>
              <w:t>246</w:t>
            </w:r>
          </w:p>
          <w:p w:rsidR="000D07F1" w:rsidRPr="00943D40" w:rsidRDefault="000D07F1" w:rsidP="00943D40">
            <w:pPr>
              <w:pStyle w:val="2"/>
              <w:shd w:val="clear" w:color="auto" w:fill="auto"/>
              <w:tabs>
                <w:tab w:val="left" w:pos="1276"/>
                <w:tab w:val="left" w:pos="1560"/>
                <w:tab w:val="left" w:pos="8146"/>
              </w:tabs>
              <w:spacing w:after="0" w:line="240" w:lineRule="auto"/>
              <w:ind w:right="-44" w:firstLine="709"/>
              <w:jc w:val="center"/>
              <w:rPr>
                <w:rFonts w:cs="Courier New"/>
                <w:sz w:val="28"/>
                <w:szCs w:val="28"/>
              </w:rPr>
            </w:pPr>
          </w:p>
        </w:tc>
      </w:tr>
    </w:tbl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rPr>
          <w:rFonts w:cs="Courier New"/>
          <w:sz w:val="28"/>
          <w:szCs w:val="28"/>
        </w:rPr>
      </w:pPr>
    </w:p>
    <w:p w:rsidR="000D07F1" w:rsidRPr="00F07E57" w:rsidRDefault="000D07F1" w:rsidP="00753EAC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0"/>
        <w:jc w:val="center"/>
        <w:rPr>
          <w:b/>
          <w:bCs/>
          <w:sz w:val="28"/>
          <w:szCs w:val="28"/>
        </w:rPr>
      </w:pPr>
      <w:r w:rsidRPr="00F07E57">
        <w:rPr>
          <w:b/>
          <w:bCs/>
          <w:sz w:val="28"/>
          <w:szCs w:val="28"/>
        </w:rPr>
        <w:t xml:space="preserve">АДМИНИСТРАТИВНЫЙ РЕГЛАМЕНТ </w:t>
      </w:r>
    </w:p>
    <w:p w:rsidR="000D07F1" w:rsidRPr="00F07E57" w:rsidRDefault="000D07F1" w:rsidP="00753EAC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0"/>
        <w:jc w:val="center"/>
        <w:rPr>
          <w:b/>
          <w:bCs/>
          <w:sz w:val="28"/>
          <w:szCs w:val="28"/>
        </w:rPr>
      </w:pPr>
      <w:r w:rsidRPr="00F07E57">
        <w:rPr>
          <w:b/>
          <w:bCs/>
          <w:sz w:val="28"/>
          <w:szCs w:val="28"/>
        </w:rPr>
        <w:t xml:space="preserve">предоставления муниципальной услуги </w:t>
      </w:r>
    </w:p>
    <w:p w:rsidR="000D07F1" w:rsidRPr="00F07E57" w:rsidRDefault="000D07F1" w:rsidP="00753EAC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0"/>
        <w:jc w:val="center"/>
        <w:rPr>
          <w:b/>
          <w:bCs/>
          <w:sz w:val="28"/>
          <w:szCs w:val="28"/>
        </w:rPr>
      </w:pPr>
      <w:r w:rsidRPr="00F07E57">
        <w:rPr>
          <w:b/>
          <w:bCs/>
          <w:sz w:val="28"/>
          <w:szCs w:val="28"/>
        </w:rPr>
        <w:t>«Внесение изменений в учетные данные граждан, состоящих</w:t>
      </w:r>
    </w:p>
    <w:p w:rsidR="000D07F1" w:rsidRPr="00F07E57" w:rsidRDefault="000D07F1" w:rsidP="00753EAC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0"/>
        <w:jc w:val="center"/>
        <w:rPr>
          <w:b/>
          <w:bCs/>
          <w:sz w:val="28"/>
          <w:szCs w:val="28"/>
        </w:rPr>
      </w:pPr>
      <w:r w:rsidRPr="00F07E57">
        <w:rPr>
          <w:b/>
          <w:bCs/>
          <w:sz w:val="28"/>
          <w:szCs w:val="28"/>
        </w:rPr>
        <w:t>на учете в качестве нуждающихся в жилых помещениях»</w:t>
      </w:r>
    </w:p>
    <w:p w:rsidR="000D07F1" w:rsidRPr="00F07E57" w:rsidRDefault="000D07F1" w:rsidP="00753EAC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0"/>
        <w:jc w:val="center"/>
        <w:rPr>
          <w:rFonts w:cs="Courier New"/>
          <w:b/>
          <w:bCs/>
          <w:sz w:val="24"/>
          <w:szCs w:val="24"/>
        </w:rPr>
      </w:pPr>
    </w:p>
    <w:p w:rsidR="000D07F1" w:rsidRPr="00F07E57" w:rsidRDefault="000D07F1" w:rsidP="00753EAC">
      <w:pPr>
        <w:pStyle w:val="10"/>
        <w:keepNext/>
        <w:keepLines/>
        <w:shd w:val="clear" w:color="auto" w:fill="auto"/>
        <w:tabs>
          <w:tab w:val="left" w:pos="1276"/>
          <w:tab w:val="left" w:pos="1560"/>
        </w:tabs>
        <w:spacing w:before="0" w:after="0" w:line="240" w:lineRule="auto"/>
        <w:ind w:right="-44"/>
        <w:rPr>
          <w:sz w:val="28"/>
          <w:szCs w:val="28"/>
        </w:rPr>
      </w:pPr>
      <w:bookmarkStart w:id="0" w:name="bookmark0"/>
      <w:r w:rsidRPr="00F07E57">
        <w:rPr>
          <w:sz w:val="28"/>
          <w:szCs w:val="28"/>
        </w:rPr>
        <w:t xml:space="preserve">Раздел I </w:t>
      </w:r>
    </w:p>
    <w:p w:rsidR="000D07F1" w:rsidRPr="00F07E57" w:rsidRDefault="000D07F1" w:rsidP="00753EAC">
      <w:pPr>
        <w:pStyle w:val="10"/>
        <w:keepNext/>
        <w:keepLines/>
        <w:shd w:val="clear" w:color="auto" w:fill="auto"/>
        <w:tabs>
          <w:tab w:val="left" w:pos="1276"/>
          <w:tab w:val="left" w:pos="1560"/>
        </w:tabs>
        <w:spacing w:before="0" w:after="0" w:line="240" w:lineRule="auto"/>
        <w:ind w:right="-44"/>
        <w:rPr>
          <w:sz w:val="28"/>
          <w:szCs w:val="28"/>
        </w:rPr>
      </w:pPr>
      <w:r w:rsidRPr="00F07E57">
        <w:rPr>
          <w:sz w:val="28"/>
          <w:szCs w:val="28"/>
        </w:rPr>
        <w:t>Общие положения</w:t>
      </w:r>
      <w:bookmarkEnd w:id="0"/>
    </w:p>
    <w:p w:rsidR="000D07F1" w:rsidRPr="00F07E57" w:rsidRDefault="000D07F1" w:rsidP="001A723F">
      <w:pPr>
        <w:pStyle w:val="10"/>
        <w:keepNext/>
        <w:keepLines/>
        <w:shd w:val="clear" w:color="auto" w:fill="auto"/>
        <w:tabs>
          <w:tab w:val="left" w:pos="1276"/>
          <w:tab w:val="left" w:pos="1560"/>
        </w:tabs>
        <w:spacing w:before="0" w:after="0" w:line="240" w:lineRule="auto"/>
        <w:ind w:right="-44" w:firstLine="709"/>
        <w:rPr>
          <w:rFonts w:cs="Courier New"/>
          <w:b w:val="0"/>
          <w:bCs w:val="0"/>
          <w:sz w:val="22"/>
          <w:szCs w:val="22"/>
        </w:rPr>
      </w:pPr>
    </w:p>
    <w:p w:rsidR="000D07F1" w:rsidRPr="00F07E57" w:rsidRDefault="000D07F1" w:rsidP="002C008A">
      <w:pPr>
        <w:pStyle w:val="2"/>
        <w:numPr>
          <w:ilvl w:val="0"/>
          <w:numId w:val="1"/>
        </w:numPr>
        <w:shd w:val="clear" w:color="auto" w:fill="auto"/>
        <w:tabs>
          <w:tab w:val="left" w:pos="1276"/>
          <w:tab w:val="left" w:pos="156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Административный регламент предоставления муниципальной услуги «Внесение изменений в учетные данные граждан, состоящих на учете в качестве нуждающихся в жилых помещениях» разработан в целях повышения качества предоставления муниципальной услуги, создания комфортных условий для участников отношений и последовательности действий (административных про</w:t>
      </w:r>
      <w:r w:rsidRPr="00F07E57">
        <w:rPr>
          <w:sz w:val="28"/>
          <w:szCs w:val="28"/>
        </w:rPr>
        <w:softHyphen/>
        <w:t>цедур) по ее исполнению.</w:t>
      </w:r>
    </w:p>
    <w:p w:rsidR="000D07F1" w:rsidRPr="00F07E57" w:rsidRDefault="000D07F1" w:rsidP="002C008A">
      <w:pPr>
        <w:pStyle w:val="Heading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F07E57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1.2. Получателями муниципальной услуги являются граждане Российской Федерации, состоящие в администрации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Запорожского сельского поселения Темрюкского</w:t>
      </w:r>
      <w:r w:rsidRPr="00F07E57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а</w:t>
      </w:r>
      <w:r w:rsidRPr="00F07E57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на учете в качестве нуждающихся в жилых по</w:t>
      </w:r>
      <w:r w:rsidRPr="00F07E57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softHyphen/>
        <w:t>мещениях по категориям, указанным в законе Краснодарского края от 28 июля 2006 года № 1077-КЗ «О мерах социальной поддержки по обеспечению жильем граждан отдельных категорий» (далее - заявители).</w:t>
      </w:r>
    </w:p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От имени недееспособных граждан заявления о предоставлении муниципальной услуги могут подавать их представители.</w:t>
      </w:r>
    </w:p>
    <w:p w:rsidR="000D07F1" w:rsidRPr="00F07E57" w:rsidRDefault="000D07F1" w:rsidP="007D4361">
      <w:pPr>
        <w:pStyle w:val="2"/>
        <w:numPr>
          <w:ilvl w:val="1"/>
          <w:numId w:val="15"/>
        </w:numPr>
        <w:shd w:val="clear" w:color="auto" w:fill="auto"/>
        <w:tabs>
          <w:tab w:val="left" w:pos="1276"/>
          <w:tab w:val="left" w:pos="1560"/>
        </w:tabs>
        <w:spacing w:after="0" w:line="240" w:lineRule="auto"/>
        <w:ind w:left="0" w:right="-44" w:firstLine="709"/>
        <w:jc w:val="both"/>
        <w:rPr>
          <w:rFonts w:cs="Courier New"/>
          <w:sz w:val="28"/>
          <w:szCs w:val="28"/>
        </w:rPr>
      </w:pPr>
      <w:r w:rsidRPr="00F07E57">
        <w:rPr>
          <w:sz w:val="28"/>
          <w:szCs w:val="28"/>
        </w:rPr>
        <w:t>Сведения об уполномоченных органах, участвующих в предоставле</w:t>
      </w:r>
      <w:r w:rsidRPr="00F07E57">
        <w:rPr>
          <w:rStyle w:val="11"/>
          <w:sz w:val="28"/>
          <w:szCs w:val="28"/>
          <w:u w:val="none"/>
          <w:lang w:val="ru-RU" w:eastAsia="ru-RU"/>
        </w:rPr>
        <w:t>нии услуг:</w:t>
      </w:r>
      <w:r w:rsidRPr="00F07E57">
        <w:rPr>
          <w:rFonts w:cs="Courier New"/>
          <w:sz w:val="28"/>
          <w:szCs w:val="28"/>
        </w:rPr>
        <w:tab/>
      </w:r>
      <w:r w:rsidRPr="00F07E57">
        <w:rPr>
          <w:rFonts w:cs="Courier New"/>
          <w:sz w:val="28"/>
          <w:szCs w:val="28"/>
        </w:rPr>
        <w:tab/>
      </w:r>
    </w:p>
    <w:tbl>
      <w:tblPr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1838"/>
        <w:gridCol w:w="2035"/>
        <w:gridCol w:w="1834"/>
        <w:gridCol w:w="1666"/>
        <w:gridCol w:w="2184"/>
      </w:tblGrid>
      <w:tr w:rsidR="000D07F1" w:rsidRPr="00F07E57">
        <w:trPr>
          <w:trHeight w:hRule="exact" w:val="394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07F1" w:rsidRPr="00F07E57" w:rsidRDefault="000D07F1" w:rsidP="00EB6C23">
            <w:pPr>
              <w:pStyle w:val="2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rFonts w:cs="Courier New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  <w:lang w:eastAsia="ru-RU"/>
              </w:rPr>
              <w:t>Наименование</w:t>
            </w:r>
          </w:p>
          <w:p w:rsidR="000D07F1" w:rsidRPr="00F07E57" w:rsidRDefault="000D07F1" w:rsidP="00EB6C23">
            <w:pPr>
              <w:pStyle w:val="2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rFonts w:cs="Courier New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  <w:lang w:eastAsia="ru-RU"/>
              </w:rPr>
              <w:t>сведений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07F1" w:rsidRPr="00F07E57" w:rsidRDefault="000D07F1" w:rsidP="00400E87">
            <w:pPr>
              <w:pStyle w:val="2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35" w:firstLine="0"/>
              <w:jc w:val="center"/>
              <w:rPr>
                <w:rFonts w:cs="Courier New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  <w:lang w:eastAsia="ru-RU"/>
              </w:rPr>
              <w:t xml:space="preserve">администрации </w:t>
            </w:r>
            <w:r w:rsidRPr="00400E87">
              <w:rPr>
                <w:sz w:val="24"/>
                <w:szCs w:val="24"/>
              </w:rPr>
              <w:t>Запорожского сельского поселения Темрюкского района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07F1" w:rsidRPr="00F07E57" w:rsidRDefault="000D07F1" w:rsidP="00EB6C23">
            <w:pPr>
              <w:pStyle w:val="2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rFonts w:cs="Courier New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  <w:lang w:eastAsia="ru-RU"/>
              </w:rPr>
              <w:t>Муниципальное бюджетное учреждение «Многофункциональный центр по предоставлению государственных и муниципальных услуг» администрации муниципального образования Темрюкский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07F1" w:rsidRPr="00F07E57" w:rsidRDefault="000D07F1" w:rsidP="00EB6C23">
            <w:pPr>
              <w:pStyle w:val="2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rFonts w:cs="Courier New"/>
                <w:sz w:val="24"/>
                <w:szCs w:val="24"/>
              </w:rPr>
            </w:pPr>
            <w:r w:rsidRPr="00F07E57">
              <w:rPr>
                <w:rStyle w:val="12pt"/>
                <w:lang w:eastAsia="ru-RU"/>
              </w:rPr>
              <w:t>ГУП КК</w:t>
            </w:r>
          </w:p>
          <w:p w:rsidR="000D07F1" w:rsidRPr="00F07E57" w:rsidRDefault="000D07F1" w:rsidP="00EB6C23">
            <w:pPr>
              <w:pStyle w:val="2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rFonts w:cs="Courier New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  <w:lang w:eastAsia="ru-RU"/>
              </w:rPr>
              <w:t>«Крайтехин-вентаризация - Краевое БТИ»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07F1" w:rsidRPr="00F07E57" w:rsidRDefault="000D07F1" w:rsidP="00EB6C23">
            <w:pPr>
              <w:pStyle w:val="2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rFonts w:cs="Courier New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  <w:lang w:eastAsia="ru-RU"/>
              </w:rPr>
              <w:t>Управление Феде</w:t>
            </w:r>
            <w:r w:rsidRPr="00F07E57">
              <w:rPr>
                <w:rStyle w:val="11pt"/>
                <w:sz w:val="24"/>
                <w:szCs w:val="24"/>
                <w:lang w:eastAsia="ru-RU"/>
              </w:rPr>
              <w:softHyphen/>
              <w:t>ральной службы государственной регистрации ка</w:t>
            </w:r>
            <w:r w:rsidRPr="00F07E57">
              <w:rPr>
                <w:rStyle w:val="11pt"/>
                <w:sz w:val="24"/>
                <w:szCs w:val="24"/>
                <w:lang w:eastAsia="ru-RU"/>
              </w:rPr>
              <w:softHyphen/>
              <w:t>дастра и картогра</w:t>
            </w:r>
            <w:r w:rsidRPr="00F07E57">
              <w:rPr>
                <w:rStyle w:val="11pt"/>
                <w:sz w:val="24"/>
                <w:szCs w:val="24"/>
                <w:lang w:eastAsia="ru-RU"/>
              </w:rPr>
              <w:softHyphen/>
              <w:t>фии по Красно</w:t>
            </w:r>
            <w:r w:rsidRPr="00F07E57">
              <w:rPr>
                <w:rStyle w:val="11pt"/>
                <w:sz w:val="24"/>
                <w:szCs w:val="24"/>
                <w:lang w:eastAsia="ru-RU"/>
              </w:rPr>
              <w:softHyphen/>
              <w:t>дарскому краю Темрюкский отдел</w:t>
            </w:r>
          </w:p>
        </w:tc>
      </w:tr>
    </w:tbl>
    <w:p w:rsidR="000D07F1" w:rsidRPr="00F07E57" w:rsidRDefault="000D07F1" w:rsidP="00EB6C23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0"/>
        <w:jc w:val="both"/>
        <w:rPr>
          <w:rFonts w:cs="Courier New"/>
          <w:sz w:val="28"/>
          <w:szCs w:val="28"/>
        </w:rPr>
      </w:pPr>
      <w:r w:rsidRPr="00F07E57">
        <w:rPr>
          <w:rFonts w:cs="Courier New"/>
          <w:sz w:val="28"/>
          <w:szCs w:val="28"/>
        </w:rPr>
        <w:tab/>
      </w:r>
      <w:r w:rsidRPr="00F07E57">
        <w:rPr>
          <w:rFonts w:cs="Courier New"/>
          <w:sz w:val="28"/>
          <w:szCs w:val="28"/>
        </w:rP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1838"/>
        <w:gridCol w:w="2035"/>
        <w:gridCol w:w="1834"/>
        <w:gridCol w:w="1666"/>
        <w:gridCol w:w="2184"/>
      </w:tblGrid>
      <w:tr w:rsidR="000D07F1" w:rsidRPr="00F07E57">
        <w:trPr>
          <w:trHeight w:hRule="exact" w:val="256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07F1" w:rsidRPr="00F07E57" w:rsidRDefault="000D07F1" w:rsidP="001A723F">
            <w:pPr>
              <w:pStyle w:val="2"/>
              <w:framePr w:w="9557" w:wrap="notBeside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rFonts w:cs="Courier New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  <w:lang w:eastAsia="ru-RU"/>
              </w:rPr>
              <w:t>Наименование</w:t>
            </w:r>
          </w:p>
          <w:p w:rsidR="000D07F1" w:rsidRPr="00F07E57" w:rsidRDefault="000D07F1" w:rsidP="001A723F">
            <w:pPr>
              <w:pStyle w:val="2"/>
              <w:framePr w:w="9557" w:wrap="notBeside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rFonts w:cs="Courier New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  <w:lang w:eastAsia="ru-RU"/>
              </w:rPr>
              <w:t>сведений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07F1" w:rsidRPr="00F07E57" w:rsidRDefault="000D07F1" w:rsidP="00EB6C23">
            <w:pPr>
              <w:pStyle w:val="2"/>
              <w:framePr w:w="9557" w:wrap="notBeside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35" w:firstLine="0"/>
              <w:jc w:val="center"/>
              <w:rPr>
                <w:rFonts w:cs="Courier New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  <w:lang w:eastAsia="ru-RU"/>
              </w:rPr>
              <w:t>Отдел жилищно-коммунального хозяйства и охраны окружающей среды  админитстрации муниципального образования Темрюкский раон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07F1" w:rsidRPr="00F07E57" w:rsidRDefault="000D07F1" w:rsidP="001A723F">
            <w:pPr>
              <w:pStyle w:val="2"/>
              <w:framePr w:w="9557" w:wrap="notBeside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rFonts w:cs="Courier New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  <w:lang w:eastAsia="ru-RU"/>
              </w:rPr>
              <w:t>МБУ «МФЦ»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07F1" w:rsidRPr="00F07E57" w:rsidRDefault="000D07F1" w:rsidP="001A723F">
            <w:pPr>
              <w:pStyle w:val="2"/>
              <w:framePr w:w="9557" w:wrap="notBeside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rFonts w:cs="Courier New"/>
                <w:sz w:val="24"/>
                <w:szCs w:val="24"/>
              </w:rPr>
            </w:pPr>
            <w:r w:rsidRPr="00F07E57">
              <w:rPr>
                <w:rStyle w:val="12pt"/>
                <w:lang w:eastAsia="ru-RU"/>
              </w:rPr>
              <w:t>ГУП КК</w:t>
            </w:r>
          </w:p>
          <w:p w:rsidR="000D07F1" w:rsidRPr="00F07E57" w:rsidRDefault="000D07F1" w:rsidP="001A723F">
            <w:pPr>
              <w:pStyle w:val="2"/>
              <w:framePr w:w="9557" w:wrap="notBeside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rFonts w:cs="Courier New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  <w:lang w:eastAsia="ru-RU"/>
              </w:rPr>
              <w:t>«Крайтехин-вентаризация - Краевое БТИ»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07F1" w:rsidRPr="00F07E57" w:rsidRDefault="000D07F1" w:rsidP="001A723F">
            <w:pPr>
              <w:pStyle w:val="2"/>
              <w:framePr w:w="9557" w:wrap="notBeside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rFonts w:cs="Courier New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  <w:lang w:eastAsia="ru-RU"/>
              </w:rPr>
              <w:t>Управление Феде</w:t>
            </w:r>
            <w:r w:rsidRPr="00F07E57">
              <w:rPr>
                <w:rStyle w:val="11pt"/>
                <w:sz w:val="24"/>
                <w:szCs w:val="24"/>
                <w:lang w:eastAsia="ru-RU"/>
              </w:rPr>
              <w:softHyphen/>
              <w:t>ральной службы государственной регистрации ка</w:t>
            </w:r>
            <w:r w:rsidRPr="00F07E57">
              <w:rPr>
                <w:rStyle w:val="11pt"/>
                <w:sz w:val="24"/>
                <w:szCs w:val="24"/>
                <w:lang w:eastAsia="ru-RU"/>
              </w:rPr>
              <w:softHyphen/>
              <w:t>дастра и картогра</w:t>
            </w:r>
            <w:r w:rsidRPr="00F07E57">
              <w:rPr>
                <w:rStyle w:val="11pt"/>
                <w:sz w:val="24"/>
                <w:szCs w:val="24"/>
                <w:lang w:eastAsia="ru-RU"/>
              </w:rPr>
              <w:softHyphen/>
              <w:t>фии по Красно</w:t>
            </w:r>
            <w:r w:rsidRPr="00F07E57">
              <w:rPr>
                <w:rStyle w:val="11pt"/>
                <w:sz w:val="24"/>
                <w:szCs w:val="24"/>
                <w:lang w:eastAsia="ru-RU"/>
              </w:rPr>
              <w:softHyphen/>
              <w:t>дарскому краю Темрюкский отдел</w:t>
            </w:r>
          </w:p>
        </w:tc>
      </w:tr>
      <w:tr w:rsidR="000D07F1" w:rsidRPr="00F07E57">
        <w:trPr>
          <w:trHeight w:hRule="exact" w:val="34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07F1" w:rsidRPr="00F07E57" w:rsidRDefault="000D07F1" w:rsidP="001A723F">
            <w:pPr>
              <w:pStyle w:val="2"/>
              <w:framePr w:w="9557" w:wrap="notBeside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rFonts w:cs="Courier New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07F1" w:rsidRPr="00F07E57" w:rsidRDefault="000D07F1" w:rsidP="001A723F">
            <w:pPr>
              <w:pStyle w:val="2"/>
              <w:framePr w:w="9557" w:wrap="notBeside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rFonts w:cs="Courier New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07F1" w:rsidRPr="00F07E57" w:rsidRDefault="000D07F1" w:rsidP="001A723F">
            <w:pPr>
              <w:pStyle w:val="2"/>
              <w:framePr w:w="9557" w:wrap="notBeside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rFonts w:cs="Courier New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07F1" w:rsidRPr="00F07E57" w:rsidRDefault="000D07F1" w:rsidP="001A723F">
            <w:pPr>
              <w:pStyle w:val="2"/>
              <w:framePr w:w="9557" w:wrap="notBeside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rFonts w:cs="Courier New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7F1" w:rsidRPr="00F07E57" w:rsidRDefault="000D07F1" w:rsidP="001A723F">
            <w:pPr>
              <w:pStyle w:val="2"/>
              <w:framePr w:w="9557" w:wrap="notBeside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rFonts w:cs="Courier New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  <w:lang w:eastAsia="ru-RU"/>
              </w:rPr>
              <w:t>5</w:t>
            </w:r>
          </w:p>
        </w:tc>
      </w:tr>
    </w:tbl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/>
      </w:tblPr>
      <w:tblGrid>
        <w:gridCol w:w="1838"/>
        <w:gridCol w:w="2030"/>
        <w:gridCol w:w="1834"/>
        <w:gridCol w:w="1666"/>
        <w:gridCol w:w="2184"/>
      </w:tblGrid>
      <w:tr w:rsidR="000D07F1" w:rsidRPr="00F07E57">
        <w:trPr>
          <w:trHeight w:hRule="exact" w:val="295"/>
          <w:jc w:val="center"/>
        </w:trPr>
        <w:tc>
          <w:tcPr>
            <w:tcW w:w="1838" w:type="dxa"/>
            <w:shd w:val="clear" w:color="auto" w:fill="FFFFFF"/>
          </w:tcPr>
          <w:p w:rsidR="000D07F1" w:rsidRPr="00CB48D9" w:rsidRDefault="000D07F1" w:rsidP="006A538B">
            <w:pPr>
              <w:pStyle w:val="2"/>
              <w:framePr w:w="9554" w:wrap="auto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rFonts w:cs="Courier New"/>
                <w:sz w:val="24"/>
                <w:szCs w:val="24"/>
              </w:rPr>
            </w:pPr>
            <w:r w:rsidRPr="00CB48D9">
              <w:rPr>
                <w:rStyle w:val="11p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30" w:type="dxa"/>
            <w:shd w:val="clear" w:color="auto" w:fill="FFFFFF"/>
          </w:tcPr>
          <w:p w:rsidR="000D07F1" w:rsidRPr="00CB48D9" w:rsidRDefault="000D07F1" w:rsidP="006A538B">
            <w:pPr>
              <w:pStyle w:val="2"/>
              <w:framePr w:w="9554" w:wrap="auto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rFonts w:cs="Courier New"/>
                <w:sz w:val="24"/>
                <w:szCs w:val="24"/>
              </w:rPr>
            </w:pPr>
            <w:r w:rsidRPr="00CB48D9">
              <w:rPr>
                <w:rStyle w:val="11p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4" w:type="dxa"/>
            <w:shd w:val="clear" w:color="auto" w:fill="FFFFFF"/>
          </w:tcPr>
          <w:p w:rsidR="000D07F1" w:rsidRPr="00CB48D9" w:rsidRDefault="000D07F1" w:rsidP="006A538B">
            <w:pPr>
              <w:pStyle w:val="2"/>
              <w:framePr w:w="9554" w:wrap="auto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rFonts w:cs="Courier New"/>
                <w:sz w:val="24"/>
                <w:szCs w:val="24"/>
              </w:rPr>
            </w:pPr>
            <w:r w:rsidRPr="00CB48D9">
              <w:rPr>
                <w:rStyle w:val="ArialNarrow"/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6" w:type="dxa"/>
            <w:shd w:val="clear" w:color="auto" w:fill="FFFFFF"/>
          </w:tcPr>
          <w:p w:rsidR="000D07F1" w:rsidRPr="00CB48D9" w:rsidRDefault="000D07F1" w:rsidP="006A538B">
            <w:pPr>
              <w:pStyle w:val="2"/>
              <w:framePr w:w="9554" w:wrap="auto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rFonts w:cs="Courier New"/>
                <w:sz w:val="24"/>
                <w:szCs w:val="24"/>
              </w:rPr>
            </w:pPr>
            <w:r w:rsidRPr="00CB48D9">
              <w:rPr>
                <w:rStyle w:val="11pt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84" w:type="dxa"/>
            <w:shd w:val="clear" w:color="auto" w:fill="FFFFFF"/>
          </w:tcPr>
          <w:p w:rsidR="000D07F1" w:rsidRPr="00CB48D9" w:rsidRDefault="000D07F1" w:rsidP="006A538B">
            <w:pPr>
              <w:pStyle w:val="2"/>
              <w:framePr w:w="9554" w:wrap="auto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rFonts w:cs="Courier New"/>
                <w:sz w:val="24"/>
                <w:szCs w:val="24"/>
              </w:rPr>
            </w:pPr>
            <w:r w:rsidRPr="00CB48D9">
              <w:rPr>
                <w:rStyle w:val="11pt"/>
                <w:sz w:val="24"/>
                <w:szCs w:val="24"/>
                <w:lang w:eastAsia="ru-RU"/>
              </w:rPr>
              <w:t>5</w:t>
            </w:r>
          </w:p>
        </w:tc>
      </w:tr>
      <w:tr w:rsidR="000D07F1" w:rsidRPr="00F07E57">
        <w:trPr>
          <w:trHeight w:hRule="exact" w:val="2136"/>
          <w:jc w:val="center"/>
        </w:trPr>
        <w:tc>
          <w:tcPr>
            <w:tcW w:w="1838" w:type="dxa"/>
            <w:shd w:val="clear" w:color="auto" w:fill="FFFFFF"/>
          </w:tcPr>
          <w:p w:rsidR="000D07F1" w:rsidRPr="00F07E57" w:rsidRDefault="000D07F1" w:rsidP="00EB6C23">
            <w:pPr>
              <w:pStyle w:val="2"/>
              <w:framePr w:w="9554" w:wrap="auto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rFonts w:cs="Courier New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  <w:lang w:eastAsia="ru-RU"/>
              </w:rPr>
              <w:t>Юридический адрес</w:t>
            </w:r>
          </w:p>
        </w:tc>
        <w:tc>
          <w:tcPr>
            <w:tcW w:w="2030" w:type="dxa"/>
            <w:shd w:val="clear" w:color="auto" w:fill="FFFFFF"/>
          </w:tcPr>
          <w:p w:rsidR="000D07F1" w:rsidRPr="00F07E57" w:rsidRDefault="000D07F1" w:rsidP="00EB6C23">
            <w:pPr>
              <w:pStyle w:val="2"/>
              <w:framePr w:w="9554" w:wrap="auto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rStyle w:val="11pt"/>
                <w:sz w:val="24"/>
                <w:szCs w:val="24"/>
                <w:lang w:eastAsia="ru-RU"/>
              </w:rPr>
            </w:pPr>
            <w:r>
              <w:rPr>
                <w:rStyle w:val="11pt"/>
                <w:sz w:val="24"/>
                <w:szCs w:val="24"/>
                <w:lang w:eastAsia="ru-RU"/>
              </w:rPr>
              <w:t>353551</w:t>
            </w:r>
            <w:r w:rsidRPr="00F07E57">
              <w:rPr>
                <w:rStyle w:val="11pt"/>
                <w:sz w:val="24"/>
                <w:szCs w:val="24"/>
                <w:lang w:eastAsia="ru-RU"/>
              </w:rPr>
              <w:t>, Кра</w:t>
            </w:r>
            <w:bookmarkStart w:id="1" w:name="_GoBack"/>
            <w:bookmarkEnd w:id="1"/>
            <w:r w:rsidRPr="00F07E57">
              <w:rPr>
                <w:rStyle w:val="11pt"/>
                <w:sz w:val="24"/>
                <w:szCs w:val="24"/>
                <w:lang w:eastAsia="ru-RU"/>
              </w:rPr>
              <w:t>сно</w:t>
            </w:r>
            <w:r w:rsidRPr="00F07E57">
              <w:rPr>
                <w:rStyle w:val="11pt"/>
                <w:sz w:val="24"/>
                <w:szCs w:val="24"/>
                <w:lang w:eastAsia="ru-RU"/>
              </w:rPr>
              <w:softHyphen/>
              <w:t>дарский край,</w:t>
            </w:r>
          </w:p>
          <w:p w:rsidR="000D07F1" w:rsidRPr="00F07E57" w:rsidRDefault="000D07F1" w:rsidP="00EB6C23">
            <w:pPr>
              <w:pStyle w:val="2"/>
              <w:framePr w:w="9554" w:wrap="auto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rFonts w:cs="Courier New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  <w:lang w:eastAsia="ru-RU"/>
              </w:rPr>
              <w:t>Темрюк</w:t>
            </w:r>
            <w:r>
              <w:rPr>
                <w:rStyle w:val="11pt"/>
                <w:sz w:val="24"/>
                <w:szCs w:val="24"/>
                <w:lang w:eastAsia="ru-RU"/>
              </w:rPr>
              <w:t>ский район</w:t>
            </w:r>
            <w:r w:rsidRPr="00F07E57">
              <w:rPr>
                <w:rStyle w:val="11pt"/>
                <w:sz w:val="24"/>
                <w:szCs w:val="24"/>
                <w:lang w:eastAsia="ru-RU"/>
              </w:rPr>
              <w:t xml:space="preserve">, </w:t>
            </w:r>
            <w:r>
              <w:rPr>
                <w:rStyle w:val="11pt"/>
                <w:sz w:val="24"/>
                <w:szCs w:val="24"/>
                <w:lang w:eastAsia="ru-RU"/>
              </w:rPr>
              <w:t xml:space="preserve">ст. Запорожская, </w:t>
            </w:r>
            <w:r w:rsidRPr="00F07E57">
              <w:rPr>
                <w:rStyle w:val="11pt"/>
                <w:sz w:val="24"/>
                <w:szCs w:val="24"/>
                <w:lang w:eastAsia="ru-RU"/>
              </w:rPr>
              <w:t xml:space="preserve">ул.Ленина, </w:t>
            </w:r>
            <w:r>
              <w:rPr>
                <w:rStyle w:val="11pt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34" w:type="dxa"/>
            <w:shd w:val="clear" w:color="auto" w:fill="FFFFFF"/>
          </w:tcPr>
          <w:p w:rsidR="000D07F1" w:rsidRPr="00F07E57" w:rsidRDefault="000D07F1" w:rsidP="006A538B">
            <w:pPr>
              <w:pStyle w:val="2"/>
              <w:framePr w:w="9554" w:wrap="auto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rStyle w:val="11pt"/>
                <w:sz w:val="24"/>
                <w:szCs w:val="24"/>
                <w:lang w:eastAsia="ru-RU"/>
              </w:rPr>
            </w:pPr>
            <w:r w:rsidRPr="00F07E57">
              <w:rPr>
                <w:rStyle w:val="11pt"/>
                <w:sz w:val="24"/>
                <w:szCs w:val="24"/>
                <w:lang w:eastAsia="ru-RU"/>
              </w:rPr>
              <w:t>353500, Крас</w:t>
            </w:r>
            <w:r w:rsidRPr="00F07E57">
              <w:rPr>
                <w:rStyle w:val="11pt"/>
                <w:sz w:val="24"/>
                <w:szCs w:val="24"/>
                <w:lang w:eastAsia="ru-RU"/>
              </w:rPr>
              <w:softHyphen/>
              <w:t xml:space="preserve">нодарский край, г.Темрюк, </w:t>
            </w:r>
          </w:p>
          <w:p w:rsidR="000D07F1" w:rsidRPr="00F07E57" w:rsidRDefault="000D07F1" w:rsidP="006A538B">
            <w:pPr>
              <w:pStyle w:val="2"/>
              <w:framePr w:w="9554" w:wrap="auto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rFonts w:cs="Courier New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  <w:lang w:eastAsia="ru-RU"/>
              </w:rPr>
              <w:t>ул.Ленина, 65</w:t>
            </w:r>
          </w:p>
        </w:tc>
        <w:tc>
          <w:tcPr>
            <w:tcW w:w="1666" w:type="dxa"/>
            <w:shd w:val="clear" w:color="auto" w:fill="FFFFFF"/>
          </w:tcPr>
          <w:p w:rsidR="000D07F1" w:rsidRPr="00F07E57" w:rsidRDefault="000D07F1" w:rsidP="006A538B">
            <w:pPr>
              <w:pStyle w:val="2"/>
              <w:framePr w:w="9554" w:wrap="auto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rStyle w:val="11pt"/>
                <w:sz w:val="24"/>
                <w:szCs w:val="24"/>
                <w:lang w:eastAsia="ru-RU"/>
              </w:rPr>
            </w:pPr>
            <w:r w:rsidRPr="00F07E57">
              <w:rPr>
                <w:rStyle w:val="11pt"/>
                <w:sz w:val="24"/>
                <w:szCs w:val="24"/>
                <w:lang w:eastAsia="ru-RU"/>
              </w:rPr>
              <w:t>353500, Краснодар</w:t>
            </w:r>
            <w:r w:rsidRPr="00F07E57">
              <w:rPr>
                <w:rStyle w:val="11pt"/>
                <w:sz w:val="24"/>
                <w:szCs w:val="24"/>
                <w:lang w:eastAsia="ru-RU"/>
              </w:rPr>
              <w:softHyphen/>
              <w:t>ский край,</w:t>
            </w:r>
          </w:p>
          <w:p w:rsidR="000D07F1" w:rsidRPr="00F07E57" w:rsidRDefault="000D07F1" w:rsidP="006A538B">
            <w:pPr>
              <w:pStyle w:val="2"/>
              <w:framePr w:w="9554" w:wrap="auto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rStyle w:val="11pt"/>
                <w:sz w:val="24"/>
                <w:szCs w:val="24"/>
                <w:lang w:eastAsia="ru-RU"/>
              </w:rPr>
            </w:pPr>
            <w:r w:rsidRPr="00F07E57">
              <w:rPr>
                <w:rStyle w:val="11pt"/>
                <w:sz w:val="24"/>
                <w:szCs w:val="24"/>
                <w:lang w:eastAsia="ru-RU"/>
              </w:rPr>
              <w:t xml:space="preserve"> г.Темрюк,</w:t>
            </w:r>
          </w:p>
          <w:p w:rsidR="000D07F1" w:rsidRPr="00F07E57" w:rsidRDefault="000D07F1" w:rsidP="006A538B">
            <w:pPr>
              <w:pStyle w:val="2"/>
              <w:framePr w:w="9554" w:wrap="auto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rFonts w:cs="Courier New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  <w:lang w:eastAsia="ru-RU"/>
              </w:rPr>
              <w:t xml:space="preserve"> ул. Ленина, д. 2</w:t>
            </w:r>
          </w:p>
        </w:tc>
        <w:tc>
          <w:tcPr>
            <w:tcW w:w="2184" w:type="dxa"/>
            <w:shd w:val="clear" w:color="auto" w:fill="FFFFFF"/>
          </w:tcPr>
          <w:p w:rsidR="000D07F1" w:rsidRPr="00F07E57" w:rsidRDefault="000D07F1" w:rsidP="006A538B">
            <w:pPr>
              <w:pStyle w:val="2"/>
              <w:framePr w:w="9554" w:wrap="auto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rStyle w:val="11pt"/>
                <w:sz w:val="24"/>
                <w:szCs w:val="24"/>
                <w:lang w:eastAsia="ru-RU"/>
              </w:rPr>
            </w:pPr>
            <w:r w:rsidRPr="00F07E57">
              <w:rPr>
                <w:rStyle w:val="11pt"/>
                <w:sz w:val="24"/>
                <w:szCs w:val="24"/>
                <w:lang w:eastAsia="ru-RU"/>
              </w:rPr>
              <w:t>353500, Красно</w:t>
            </w:r>
            <w:r w:rsidRPr="00F07E57">
              <w:rPr>
                <w:rStyle w:val="11pt"/>
                <w:sz w:val="24"/>
                <w:szCs w:val="24"/>
                <w:lang w:eastAsia="ru-RU"/>
              </w:rPr>
              <w:softHyphen/>
              <w:t xml:space="preserve">дарский край, г. Темрюк, ул. им. Розы Люксембург, </w:t>
            </w:r>
          </w:p>
          <w:p w:rsidR="000D07F1" w:rsidRPr="00F07E57" w:rsidRDefault="000D07F1" w:rsidP="006A538B">
            <w:pPr>
              <w:pStyle w:val="2"/>
              <w:framePr w:w="9554" w:wrap="auto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rFonts w:cs="Courier New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  <w:lang w:eastAsia="ru-RU"/>
              </w:rPr>
              <w:t>д. 67</w:t>
            </w:r>
          </w:p>
        </w:tc>
      </w:tr>
      <w:tr w:rsidR="000D07F1" w:rsidRPr="00F07E57">
        <w:trPr>
          <w:trHeight w:hRule="exact" w:val="1609"/>
          <w:jc w:val="center"/>
        </w:trPr>
        <w:tc>
          <w:tcPr>
            <w:tcW w:w="1838" w:type="dxa"/>
            <w:shd w:val="clear" w:color="auto" w:fill="FFFFFF"/>
          </w:tcPr>
          <w:p w:rsidR="000D07F1" w:rsidRPr="00F07E57" w:rsidRDefault="000D07F1" w:rsidP="00EB6C23">
            <w:pPr>
              <w:pStyle w:val="2"/>
              <w:framePr w:w="9554" w:wrap="auto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rFonts w:cs="Courier New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  <w:lang w:eastAsia="ru-RU"/>
              </w:rPr>
              <w:t xml:space="preserve">Фактический адрес </w:t>
            </w:r>
          </w:p>
        </w:tc>
        <w:tc>
          <w:tcPr>
            <w:tcW w:w="2030" w:type="dxa"/>
            <w:shd w:val="clear" w:color="auto" w:fill="FFFFFF"/>
          </w:tcPr>
          <w:p w:rsidR="000D07F1" w:rsidRPr="00F07E57" w:rsidRDefault="000D07F1" w:rsidP="00400E87">
            <w:pPr>
              <w:pStyle w:val="2"/>
              <w:framePr w:w="9554" w:wrap="auto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rStyle w:val="11pt"/>
                <w:sz w:val="24"/>
                <w:szCs w:val="24"/>
                <w:lang w:eastAsia="ru-RU"/>
              </w:rPr>
            </w:pPr>
            <w:r>
              <w:rPr>
                <w:rStyle w:val="11pt"/>
                <w:sz w:val="24"/>
                <w:szCs w:val="24"/>
                <w:lang w:eastAsia="ru-RU"/>
              </w:rPr>
              <w:t>353551</w:t>
            </w:r>
            <w:r w:rsidRPr="00F07E57">
              <w:rPr>
                <w:rStyle w:val="11pt"/>
                <w:sz w:val="24"/>
                <w:szCs w:val="24"/>
                <w:lang w:eastAsia="ru-RU"/>
              </w:rPr>
              <w:t>, Красно</w:t>
            </w:r>
            <w:r w:rsidRPr="00F07E57">
              <w:rPr>
                <w:rStyle w:val="11pt"/>
                <w:sz w:val="24"/>
                <w:szCs w:val="24"/>
                <w:lang w:eastAsia="ru-RU"/>
              </w:rPr>
              <w:softHyphen/>
              <w:t>дарский край,</w:t>
            </w:r>
          </w:p>
          <w:p w:rsidR="000D07F1" w:rsidRPr="00F07E57" w:rsidRDefault="000D07F1" w:rsidP="00400E87">
            <w:pPr>
              <w:pStyle w:val="2"/>
              <w:framePr w:w="9554" w:wrap="auto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rFonts w:cs="Courier New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  <w:lang w:eastAsia="ru-RU"/>
              </w:rPr>
              <w:t>Темрюк</w:t>
            </w:r>
            <w:r>
              <w:rPr>
                <w:rStyle w:val="11pt"/>
                <w:sz w:val="24"/>
                <w:szCs w:val="24"/>
                <w:lang w:eastAsia="ru-RU"/>
              </w:rPr>
              <w:t>ский район</w:t>
            </w:r>
            <w:r w:rsidRPr="00F07E57">
              <w:rPr>
                <w:rStyle w:val="11pt"/>
                <w:sz w:val="24"/>
                <w:szCs w:val="24"/>
                <w:lang w:eastAsia="ru-RU"/>
              </w:rPr>
              <w:t xml:space="preserve">, </w:t>
            </w:r>
            <w:r>
              <w:rPr>
                <w:rStyle w:val="11pt"/>
                <w:sz w:val="24"/>
                <w:szCs w:val="24"/>
                <w:lang w:eastAsia="ru-RU"/>
              </w:rPr>
              <w:t xml:space="preserve">ст. Запорожская, </w:t>
            </w:r>
            <w:r w:rsidRPr="00F07E57">
              <w:rPr>
                <w:rStyle w:val="11pt"/>
                <w:sz w:val="24"/>
                <w:szCs w:val="24"/>
                <w:lang w:eastAsia="ru-RU"/>
              </w:rPr>
              <w:t xml:space="preserve">ул.Ленина, </w:t>
            </w:r>
            <w:r>
              <w:rPr>
                <w:rStyle w:val="11pt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34" w:type="dxa"/>
            <w:shd w:val="clear" w:color="auto" w:fill="FFFFFF"/>
          </w:tcPr>
          <w:p w:rsidR="000D07F1" w:rsidRPr="00F07E57" w:rsidRDefault="000D07F1" w:rsidP="006A538B">
            <w:pPr>
              <w:framePr w:w="9554" w:wrap="auto" w:vAnchor="text" w:hAnchor="text" w:xAlign="center" w:y="1"/>
              <w:tabs>
                <w:tab w:val="left" w:pos="1276"/>
                <w:tab w:val="left" w:pos="1560"/>
              </w:tabs>
              <w:ind w:right="-44"/>
              <w:rPr>
                <w:rFonts w:ascii="Times New Roman" w:hAnsi="Times New Roman" w:cs="Times New Roman"/>
                <w:shd w:val="clear" w:color="auto" w:fill="FFFFFF"/>
              </w:rPr>
            </w:pPr>
            <w:r w:rsidRPr="00F07E57">
              <w:rPr>
                <w:rFonts w:ascii="Times New Roman" w:hAnsi="Times New Roman" w:cs="Times New Roman"/>
                <w:shd w:val="clear" w:color="auto" w:fill="FFFFFF"/>
              </w:rPr>
              <w:t>353500, Крас</w:t>
            </w:r>
            <w:r w:rsidRPr="00F07E57">
              <w:rPr>
                <w:rFonts w:ascii="Times New Roman" w:hAnsi="Times New Roman" w:cs="Times New Roman"/>
                <w:shd w:val="clear" w:color="auto" w:fill="FFFFFF"/>
              </w:rPr>
              <w:softHyphen/>
              <w:t xml:space="preserve">нодарский край, г.Темрюк, </w:t>
            </w:r>
          </w:p>
          <w:p w:rsidR="000D07F1" w:rsidRPr="00F07E57" w:rsidRDefault="000D07F1" w:rsidP="006A538B">
            <w:pPr>
              <w:pStyle w:val="2"/>
              <w:framePr w:w="9554" w:wrap="auto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rFonts w:cs="Courier New"/>
                <w:sz w:val="24"/>
                <w:szCs w:val="24"/>
              </w:rPr>
            </w:pPr>
            <w:r w:rsidRPr="00F07E57">
              <w:rPr>
                <w:rFonts w:cs="Courier New"/>
                <w:sz w:val="22"/>
                <w:szCs w:val="22"/>
                <w:shd w:val="clear" w:color="auto" w:fill="FFFFFF"/>
              </w:rPr>
              <w:t>ул. Розы Люксембург,д.65/               Гоголя, д. 90</w:t>
            </w:r>
          </w:p>
        </w:tc>
        <w:tc>
          <w:tcPr>
            <w:tcW w:w="1666" w:type="dxa"/>
            <w:shd w:val="clear" w:color="auto" w:fill="FFFFFF"/>
          </w:tcPr>
          <w:p w:rsidR="000D07F1" w:rsidRPr="00F07E57" w:rsidRDefault="000D07F1" w:rsidP="006A538B">
            <w:pPr>
              <w:pStyle w:val="2"/>
              <w:framePr w:w="9554" w:wrap="auto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rStyle w:val="11pt"/>
                <w:sz w:val="24"/>
                <w:szCs w:val="24"/>
                <w:lang w:eastAsia="ru-RU"/>
              </w:rPr>
            </w:pPr>
            <w:r w:rsidRPr="00F07E57">
              <w:rPr>
                <w:rStyle w:val="11pt"/>
                <w:sz w:val="24"/>
                <w:szCs w:val="24"/>
                <w:lang w:eastAsia="ru-RU"/>
              </w:rPr>
              <w:t>353500, Краснодар</w:t>
            </w:r>
            <w:r w:rsidRPr="00F07E57">
              <w:rPr>
                <w:rStyle w:val="11pt"/>
                <w:sz w:val="24"/>
                <w:szCs w:val="24"/>
                <w:lang w:eastAsia="ru-RU"/>
              </w:rPr>
              <w:softHyphen/>
              <w:t xml:space="preserve">ский край, </w:t>
            </w:r>
          </w:p>
          <w:p w:rsidR="000D07F1" w:rsidRPr="00F07E57" w:rsidRDefault="000D07F1" w:rsidP="006A538B">
            <w:pPr>
              <w:pStyle w:val="2"/>
              <w:framePr w:w="9554" w:wrap="auto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rStyle w:val="11pt"/>
                <w:sz w:val="24"/>
                <w:szCs w:val="24"/>
                <w:lang w:eastAsia="ru-RU"/>
              </w:rPr>
            </w:pPr>
            <w:r w:rsidRPr="00F07E57">
              <w:rPr>
                <w:rStyle w:val="11pt"/>
                <w:sz w:val="24"/>
                <w:szCs w:val="24"/>
                <w:lang w:eastAsia="ru-RU"/>
              </w:rPr>
              <w:t xml:space="preserve">г.Темрюк, </w:t>
            </w:r>
          </w:p>
          <w:p w:rsidR="000D07F1" w:rsidRPr="00F07E57" w:rsidRDefault="000D07F1" w:rsidP="006A538B">
            <w:pPr>
              <w:pStyle w:val="2"/>
              <w:framePr w:w="9554" w:wrap="auto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rFonts w:cs="Courier New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  <w:lang w:eastAsia="ru-RU"/>
              </w:rPr>
              <w:t>ул. Ленина, 2</w:t>
            </w:r>
          </w:p>
        </w:tc>
        <w:tc>
          <w:tcPr>
            <w:tcW w:w="2184" w:type="dxa"/>
            <w:shd w:val="clear" w:color="auto" w:fill="FFFFFF"/>
          </w:tcPr>
          <w:p w:rsidR="000D07F1" w:rsidRPr="00F07E57" w:rsidRDefault="000D07F1" w:rsidP="006A538B">
            <w:pPr>
              <w:pStyle w:val="2"/>
              <w:framePr w:w="9554" w:wrap="auto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both"/>
              <w:rPr>
                <w:rFonts w:cs="Courier New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  <w:lang w:eastAsia="ru-RU"/>
              </w:rPr>
              <w:t>353500, Красно</w:t>
            </w:r>
            <w:r w:rsidRPr="00F07E57">
              <w:rPr>
                <w:rStyle w:val="11pt"/>
                <w:sz w:val="24"/>
                <w:szCs w:val="24"/>
                <w:lang w:eastAsia="ru-RU"/>
              </w:rPr>
              <w:softHyphen/>
              <w:t>дарский край, г. Темрюк,</w:t>
            </w:r>
          </w:p>
          <w:p w:rsidR="000D07F1" w:rsidRPr="00F07E57" w:rsidRDefault="000D07F1" w:rsidP="006A538B">
            <w:pPr>
              <w:pStyle w:val="2"/>
              <w:framePr w:w="9554" w:wrap="auto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both"/>
              <w:rPr>
                <w:rFonts w:cs="Courier New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  <w:lang w:eastAsia="ru-RU"/>
              </w:rPr>
              <w:t>ул. им. Розы Люк</w:t>
            </w:r>
            <w:r w:rsidRPr="00F07E57">
              <w:rPr>
                <w:rStyle w:val="11pt"/>
                <w:sz w:val="24"/>
                <w:szCs w:val="24"/>
                <w:lang w:eastAsia="ru-RU"/>
              </w:rPr>
              <w:softHyphen/>
              <w:t>сембург, 67</w:t>
            </w:r>
          </w:p>
        </w:tc>
      </w:tr>
      <w:tr w:rsidR="000D07F1" w:rsidRPr="00F07E57">
        <w:trPr>
          <w:trHeight w:hRule="exact" w:val="1099"/>
          <w:jc w:val="center"/>
        </w:trPr>
        <w:tc>
          <w:tcPr>
            <w:tcW w:w="1838" w:type="dxa"/>
            <w:shd w:val="clear" w:color="auto" w:fill="FFFFFF"/>
          </w:tcPr>
          <w:p w:rsidR="000D07F1" w:rsidRPr="00F07E57" w:rsidRDefault="000D07F1" w:rsidP="006A538B">
            <w:pPr>
              <w:pStyle w:val="2"/>
              <w:framePr w:w="9554" w:wrap="auto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rFonts w:cs="Courier New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  <w:lang w:eastAsia="ru-RU"/>
              </w:rPr>
              <w:t>Телефоны</w:t>
            </w:r>
          </w:p>
        </w:tc>
        <w:tc>
          <w:tcPr>
            <w:tcW w:w="2030" w:type="dxa"/>
            <w:shd w:val="clear" w:color="auto" w:fill="FFFFFF"/>
          </w:tcPr>
          <w:p w:rsidR="000D07F1" w:rsidRPr="00F07E57" w:rsidRDefault="000D07F1" w:rsidP="006A538B">
            <w:pPr>
              <w:pStyle w:val="2"/>
              <w:framePr w:w="9554" w:wrap="auto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rFonts w:cs="Courier New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  <w:lang w:eastAsia="ru-RU"/>
              </w:rPr>
              <w:t xml:space="preserve">8(86148) </w:t>
            </w:r>
            <w:r>
              <w:rPr>
                <w:rStyle w:val="11pt"/>
                <w:sz w:val="24"/>
                <w:szCs w:val="24"/>
                <w:lang w:eastAsia="ru-RU"/>
              </w:rPr>
              <w:t>77-3-46</w:t>
            </w:r>
          </w:p>
        </w:tc>
        <w:tc>
          <w:tcPr>
            <w:tcW w:w="1834" w:type="dxa"/>
            <w:shd w:val="clear" w:color="auto" w:fill="FFFFFF"/>
          </w:tcPr>
          <w:p w:rsidR="000D07F1" w:rsidRPr="00F07E57" w:rsidRDefault="000D07F1" w:rsidP="006A538B">
            <w:pPr>
              <w:pStyle w:val="2"/>
              <w:framePr w:w="9554" w:wrap="auto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rFonts w:cs="Courier New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  <w:lang w:eastAsia="ru-RU"/>
              </w:rPr>
              <w:t>8(86148) 5-44- 25</w:t>
            </w:r>
          </w:p>
          <w:p w:rsidR="000D07F1" w:rsidRPr="00F07E57" w:rsidRDefault="000D07F1" w:rsidP="006A538B">
            <w:pPr>
              <w:pStyle w:val="2"/>
              <w:framePr w:w="9554" w:wrap="auto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rFonts w:cs="Courier New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  <w:lang w:eastAsia="ru-RU"/>
              </w:rPr>
              <w:t>8(86148)5-44- 45</w:t>
            </w:r>
          </w:p>
        </w:tc>
        <w:tc>
          <w:tcPr>
            <w:tcW w:w="1666" w:type="dxa"/>
            <w:shd w:val="clear" w:color="auto" w:fill="FFFFFF"/>
          </w:tcPr>
          <w:p w:rsidR="000D07F1" w:rsidRPr="00F07E57" w:rsidRDefault="000D07F1" w:rsidP="006A538B">
            <w:pPr>
              <w:pStyle w:val="2"/>
              <w:framePr w:w="9554" w:wrap="auto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rFonts w:cs="Courier New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  <w:lang w:eastAsia="ru-RU"/>
              </w:rPr>
              <w:t>8(86148) 5- 28-67</w:t>
            </w:r>
          </w:p>
        </w:tc>
        <w:tc>
          <w:tcPr>
            <w:tcW w:w="2184" w:type="dxa"/>
            <w:shd w:val="clear" w:color="auto" w:fill="FFFFFF"/>
          </w:tcPr>
          <w:p w:rsidR="000D07F1" w:rsidRPr="00F07E57" w:rsidRDefault="000D07F1" w:rsidP="006A538B">
            <w:pPr>
              <w:pStyle w:val="2"/>
              <w:framePr w:w="9554" w:wrap="auto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rFonts w:cs="Courier New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  <w:lang w:eastAsia="ru-RU"/>
              </w:rPr>
              <w:t>8(86148) 4-44-04</w:t>
            </w:r>
          </w:p>
        </w:tc>
      </w:tr>
      <w:tr w:rsidR="000D07F1" w:rsidRPr="00F07E57">
        <w:trPr>
          <w:trHeight w:hRule="exact" w:val="967"/>
          <w:jc w:val="center"/>
        </w:trPr>
        <w:tc>
          <w:tcPr>
            <w:tcW w:w="1838" w:type="dxa"/>
            <w:shd w:val="clear" w:color="auto" w:fill="FFFFFF"/>
          </w:tcPr>
          <w:p w:rsidR="000D07F1" w:rsidRPr="00F07E57" w:rsidRDefault="000D07F1" w:rsidP="006A538B">
            <w:pPr>
              <w:pStyle w:val="2"/>
              <w:framePr w:w="9554" w:wrap="auto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rFonts w:cs="Courier New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  <w:lang w:eastAsia="ru-RU"/>
              </w:rPr>
              <w:t>Официальный</w:t>
            </w:r>
          </w:p>
          <w:p w:rsidR="000D07F1" w:rsidRPr="00F07E57" w:rsidRDefault="000D07F1" w:rsidP="006A538B">
            <w:pPr>
              <w:pStyle w:val="2"/>
              <w:framePr w:w="9554" w:wrap="auto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rFonts w:cs="Courier New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  <w:lang w:eastAsia="ru-RU"/>
              </w:rPr>
              <w:t>Интернет-сайт</w:t>
            </w:r>
          </w:p>
        </w:tc>
        <w:tc>
          <w:tcPr>
            <w:tcW w:w="2030" w:type="dxa"/>
            <w:shd w:val="clear" w:color="auto" w:fill="FFFFFF"/>
          </w:tcPr>
          <w:p w:rsidR="000D07F1" w:rsidRPr="00F07E57" w:rsidRDefault="000D07F1" w:rsidP="006A538B">
            <w:pPr>
              <w:pStyle w:val="2"/>
              <w:framePr w:w="9554" w:wrap="auto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rFonts w:cs="Courier New"/>
                <w:color w:val="auto"/>
                <w:sz w:val="24"/>
                <w:szCs w:val="24"/>
              </w:rPr>
            </w:pPr>
            <w:r w:rsidRPr="00BA213D">
              <w:rPr>
                <w:sz w:val="24"/>
                <w:szCs w:val="24"/>
              </w:rPr>
              <w:t>WWW.ADM-ZAPOROZHSKAYA.RU</w:t>
            </w:r>
          </w:p>
        </w:tc>
        <w:tc>
          <w:tcPr>
            <w:tcW w:w="1834" w:type="dxa"/>
            <w:shd w:val="clear" w:color="auto" w:fill="FFFFFF"/>
          </w:tcPr>
          <w:p w:rsidR="000D07F1" w:rsidRPr="00F07E57" w:rsidRDefault="000D07F1" w:rsidP="006A538B">
            <w:pPr>
              <w:pStyle w:val="2"/>
              <w:framePr w:w="9554" w:wrap="auto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rFonts w:cs="Courier New"/>
                <w:color w:val="auto"/>
                <w:sz w:val="24"/>
                <w:szCs w:val="24"/>
              </w:rPr>
            </w:pPr>
            <w:r w:rsidRPr="00F07E57">
              <w:rPr>
                <w:rStyle w:val="11pt"/>
                <w:color w:val="auto"/>
                <w:sz w:val="24"/>
                <w:szCs w:val="24"/>
                <w:lang w:val="en-US" w:eastAsia="ru-RU"/>
              </w:rPr>
              <w:t>mfctemryuk.ru</w:t>
            </w:r>
          </w:p>
        </w:tc>
        <w:tc>
          <w:tcPr>
            <w:tcW w:w="1666" w:type="dxa"/>
            <w:shd w:val="clear" w:color="auto" w:fill="FFFFFF"/>
          </w:tcPr>
          <w:p w:rsidR="000D07F1" w:rsidRPr="00F07E57" w:rsidRDefault="000D07F1" w:rsidP="006A538B">
            <w:pPr>
              <w:pStyle w:val="2"/>
              <w:framePr w:w="9554" w:wrap="auto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rFonts w:cs="Courier New"/>
                <w:color w:val="auto"/>
                <w:sz w:val="24"/>
                <w:szCs w:val="24"/>
              </w:rPr>
            </w:pPr>
            <w:hyperlink r:id="rId7" w:history="1">
              <w:r w:rsidRPr="00F07E57">
                <w:rPr>
                  <w:rStyle w:val="Hyperlink"/>
                  <w:sz w:val="24"/>
                  <w:szCs w:val="24"/>
                  <w:u w:val="none"/>
                  <w:lang w:val="en-US"/>
                </w:rPr>
                <w:t>www.kubbti.</w:t>
              </w:r>
            </w:hyperlink>
            <w:r w:rsidRPr="00F07E57">
              <w:rPr>
                <w:rStyle w:val="11pt"/>
                <w:color w:val="auto"/>
                <w:sz w:val="24"/>
                <w:szCs w:val="24"/>
                <w:lang w:eastAsia="ru-RU"/>
              </w:rPr>
              <w:t>ru</w:t>
            </w:r>
          </w:p>
        </w:tc>
        <w:tc>
          <w:tcPr>
            <w:tcW w:w="2184" w:type="dxa"/>
            <w:shd w:val="clear" w:color="auto" w:fill="FFFFFF"/>
          </w:tcPr>
          <w:p w:rsidR="000D07F1" w:rsidRPr="00F07E57" w:rsidRDefault="000D07F1" w:rsidP="006A538B">
            <w:pPr>
              <w:pStyle w:val="2"/>
              <w:framePr w:w="9554" w:wrap="auto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rFonts w:cs="Courier New"/>
                <w:color w:val="auto"/>
                <w:sz w:val="24"/>
                <w:szCs w:val="24"/>
              </w:rPr>
            </w:pPr>
            <w:hyperlink r:id="rId8" w:history="1">
              <w:r w:rsidRPr="00F07E57">
                <w:rPr>
                  <w:rStyle w:val="Hyperlink"/>
                  <w:sz w:val="24"/>
                  <w:szCs w:val="24"/>
                  <w:u w:val="none"/>
                  <w:lang w:val="en-US"/>
                </w:rPr>
                <w:t>http://host.frskuban</w:t>
              </w:r>
            </w:hyperlink>
            <w:r w:rsidRPr="00F07E57">
              <w:rPr>
                <w:rStyle w:val="11pt"/>
                <w:color w:val="auto"/>
                <w:sz w:val="24"/>
                <w:szCs w:val="24"/>
                <w:lang w:val="en-US" w:eastAsia="ru-RU"/>
              </w:rPr>
              <w:t>.</w:t>
            </w:r>
          </w:p>
          <w:p w:rsidR="000D07F1" w:rsidRPr="00F07E57" w:rsidRDefault="000D07F1" w:rsidP="006A538B">
            <w:pPr>
              <w:pStyle w:val="2"/>
              <w:framePr w:w="9554" w:wrap="auto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both"/>
              <w:rPr>
                <w:rFonts w:cs="Courier New"/>
                <w:color w:val="auto"/>
                <w:sz w:val="24"/>
                <w:szCs w:val="24"/>
              </w:rPr>
            </w:pPr>
            <w:r w:rsidRPr="00F07E57">
              <w:rPr>
                <w:rStyle w:val="11pt"/>
                <w:color w:val="auto"/>
                <w:sz w:val="24"/>
                <w:szCs w:val="24"/>
                <w:lang w:val="en-US" w:eastAsia="ru-RU"/>
              </w:rPr>
              <w:t>ru</w:t>
            </w:r>
          </w:p>
        </w:tc>
      </w:tr>
      <w:tr w:rsidR="000D07F1" w:rsidRPr="00F07E57">
        <w:trPr>
          <w:trHeight w:hRule="exact" w:val="821"/>
          <w:jc w:val="center"/>
        </w:trPr>
        <w:tc>
          <w:tcPr>
            <w:tcW w:w="1838" w:type="dxa"/>
            <w:shd w:val="clear" w:color="auto" w:fill="FFFFFF"/>
          </w:tcPr>
          <w:p w:rsidR="000D07F1" w:rsidRPr="00F07E57" w:rsidRDefault="000D07F1" w:rsidP="006A538B">
            <w:pPr>
              <w:pStyle w:val="2"/>
              <w:framePr w:w="9554" w:wrap="auto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rFonts w:cs="Courier New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  <w:lang w:eastAsia="ru-RU"/>
              </w:rPr>
              <w:t>Адреса элек</w:t>
            </w:r>
            <w:r w:rsidRPr="00F07E57">
              <w:rPr>
                <w:rStyle w:val="11pt"/>
                <w:sz w:val="24"/>
                <w:szCs w:val="24"/>
                <w:lang w:eastAsia="ru-RU"/>
              </w:rPr>
              <w:softHyphen/>
              <w:t>тронной почты</w:t>
            </w:r>
          </w:p>
        </w:tc>
        <w:tc>
          <w:tcPr>
            <w:tcW w:w="2030" w:type="dxa"/>
            <w:shd w:val="clear" w:color="auto" w:fill="FFFFFF"/>
          </w:tcPr>
          <w:p w:rsidR="000D07F1" w:rsidRPr="00400E87" w:rsidRDefault="000D07F1" w:rsidP="00400E87">
            <w:pPr>
              <w:framePr w:w="9554" w:wrap="auto" w:vAnchor="text" w:hAnchor="text" w:xAlign="center" w:y="1"/>
              <w:snapToGrid w:val="0"/>
              <w:rPr>
                <w:rFonts w:ascii="Times New Roman" w:hAnsi="Times New Roman" w:cs="Times New Roman"/>
              </w:rPr>
            </w:pPr>
            <w:hyperlink r:id="rId9" w:history="1">
              <w:r w:rsidRPr="00400E87">
                <w:rPr>
                  <w:rStyle w:val="Hyperlink"/>
                  <w:rFonts w:ascii="Times New Roman" w:hAnsi="Times New Roman" w:cs="Times New Roman"/>
                  <w:u w:val="none"/>
                  <w:lang w:val="en-US"/>
                </w:rPr>
                <w:t>zaporoz</w:t>
              </w:r>
              <w:r w:rsidRPr="00400E87">
                <w:rPr>
                  <w:rStyle w:val="Hyperlink"/>
                  <w:rFonts w:ascii="Times New Roman" w:hAnsi="Times New Roman" w:cs="Times New Roman"/>
                  <w:u w:val="none"/>
                </w:rPr>
                <w:t>_</w:t>
              </w:r>
              <w:r w:rsidRPr="00400E87">
                <w:rPr>
                  <w:rStyle w:val="Hyperlink"/>
                  <w:rFonts w:ascii="Times New Roman" w:hAnsi="Times New Roman" w:cs="Times New Roman"/>
                  <w:u w:val="none"/>
                  <w:lang w:val="en-US"/>
                </w:rPr>
                <w:t>adm</w:t>
              </w:r>
              <w:r w:rsidRPr="00400E87">
                <w:rPr>
                  <w:rStyle w:val="Hyperlink"/>
                  <w:rFonts w:ascii="Times New Roman" w:hAnsi="Times New Roman" w:cs="Times New Roman"/>
                  <w:u w:val="none"/>
                </w:rPr>
                <w:t>@</w:t>
              </w:r>
              <w:r w:rsidRPr="00400E87">
                <w:rPr>
                  <w:rStyle w:val="Hyperlink"/>
                  <w:rFonts w:ascii="Times New Roman" w:hAnsi="Times New Roman" w:cs="Times New Roman"/>
                  <w:u w:val="none"/>
                  <w:lang w:val="en-US"/>
                </w:rPr>
                <w:t>mail</w:t>
              </w:r>
              <w:r w:rsidRPr="00400E87">
                <w:rPr>
                  <w:rStyle w:val="Hyperlink"/>
                  <w:rFonts w:ascii="Times New Roman" w:hAnsi="Times New Roman" w:cs="Times New Roman"/>
                  <w:u w:val="none"/>
                </w:rPr>
                <w:t>.</w:t>
              </w:r>
              <w:r w:rsidRPr="00400E87">
                <w:rPr>
                  <w:rStyle w:val="Hyperlink"/>
                  <w:rFonts w:ascii="Times New Roman" w:hAnsi="Times New Roman" w:cs="Times New Roman"/>
                  <w:u w:val="none"/>
                  <w:lang w:val="en-US"/>
                </w:rPr>
                <w:t>ru</w:t>
              </w:r>
            </w:hyperlink>
          </w:p>
          <w:p w:rsidR="000D07F1" w:rsidRPr="00F07E57" w:rsidRDefault="000D07F1" w:rsidP="006A538B">
            <w:pPr>
              <w:pStyle w:val="2"/>
              <w:framePr w:w="9554" w:wrap="auto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rFonts w:cs="Courier New"/>
                <w:sz w:val="24"/>
                <w:szCs w:val="24"/>
              </w:rPr>
            </w:pPr>
          </w:p>
        </w:tc>
        <w:tc>
          <w:tcPr>
            <w:tcW w:w="1834" w:type="dxa"/>
            <w:shd w:val="clear" w:color="auto" w:fill="FFFFFF"/>
          </w:tcPr>
          <w:p w:rsidR="000D07F1" w:rsidRPr="00F07E57" w:rsidRDefault="000D07F1" w:rsidP="006A538B">
            <w:pPr>
              <w:pStyle w:val="2"/>
              <w:framePr w:w="9554" w:wrap="auto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rFonts w:cs="Courier New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  <w:lang w:val="en-US" w:eastAsia="ru-RU"/>
              </w:rPr>
              <w:t>mfctemryuk@ra</w:t>
            </w:r>
          </w:p>
          <w:p w:rsidR="000D07F1" w:rsidRPr="00F07E57" w:rsidRDefault="000D07F1" w:rsidP="006A538B">
            <w:pPr>
              <w:pStyle w:val="2"/>
              <w:framePr w:w="9554" w:wrap="auto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rFonts w:cs="Courier New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  <w:lang w:val="en-US" w:eastAsia="ru-RU"/>
              </w:rPr>
              <w:t>mbler.ru</w:t>
            </w:r>
          </w:p>
        </w:tc>
        <w:tc>
          <w:tcPr>
            <w:tcW w:w="1666" w:type="dxa"/>
            <w:shd w:val="clear" w:color="auto" w:fill="FFFFFF"/>
          </w:tcPr>
          <w:p w:rsidR="000D07F1" w:rsidRPr="00F07E57" w:rsidRDefault="000D07F1" w:rsidP="006A538B">
            <w:pPr>
              <w:pStyle w:val="2"/>
              <w:framePr w:w="9554" w:wrap="auto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rFonts w:cs="Courier New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  <w:lang w:val="en-US" w:eastAsia="ru-RU"/>
              </w:rPr>
              <w:t>temruk@kubb</w:t>
            </w:r>
          </w:p>
          <w:p w:rsidR="000D07F1" w:rsidRPr="00F07E57" w:rsidRDefault="000D07F1" w:rsidP="006A538B">
            <w:pPr>
              <w:pStyle w:val="2"/>
              <w:framePr w:w="9554" w:wrap="auto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rFonts w:cs="Courier New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  <w:lang w:val="en-US" w:eastAsia="ru-RU"/>
              </w:rPr>
              <w:t>ti.ru</w:t>
            </w:r>
          </w:p>
        </w:tc>
        <w:tc>
          <w:tcPr>
            <w:tcW w:w="2184" w:type="dxa"/>
            <w:shd w:val="clear" w:color="auto" w:fill="FFFFFF"/>
          </w:tcPr>
          <w:p w:rsidR="000D07F1" w:rsidRPr="00F07E57" w:rsidRDefault="000D07F1" w:rsidP="006A538B">
            <w:pPr>
              <w:pStyle w:val="2"/>
              <w:framePr w:w="9554" w:wrap="auto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both"/>
              <w:rPr>
                <w:rFonts w:cs="Courier New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  <w:lang w:val="en-US" w:eastAsia="ru-RU"/>
              </w:rPr>
              <w:t>00</w:t>
            </w:r>
            <w:r w:rsidRPr="00F07E57">
              <w:rPr>
                <w:rStyle w:val="11pt"/>
                <w:sz w:val="24"/>
                <w:szCs w:val="24"/>
                <w:lang w:eastAsia="ru-RU"/>
              </w:rPr>
              <w:t>_</w:t>
            </w:r>
            <w:r w:rsidRPr="00F07E57">
              <w:rPr>
                <w:rStyle w:val="11pt"/>
                <w:sz w:val="24"/>
                <w:szCs w:val="24"/>
                <w:lang w:val="en-US" w:eastAsia="ru-RU"/>
              </w:rPr>
              <w:t>44@frskuban.ru</w:t>
            </w:r>
          </w:p>
        </w:tc>
      </w:tr>
      <w:tr w:rsidR="000D07F1" w:rsidRPr="00F07E57">
        <w:trPr>
          <w:trHeight w:hRule="exact" w:val="2863"/>
          <w:jc w:val="center"/>
        </w:trPr>
        <w:tc>
          <w:tcPr>
            <w:tcW w:w="1838" w:type="dxa"/>
            <w:shd w:val="clear" w:color="auto" w:fill="FFFFFF"/>
          </w:tcPr>
          <w:p w:rsidR="000D07F1" w:rsidRPr="00F07E57" w:rsidRDefault="000D07F1" w:rsidP="006A538B">
            <w:pPr>
              <w:pStyle w:val="2"/>
              <w:framePr w:w="9554" w:wrap="auto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rFonts w:cs="Courier New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  <w:lang w:eastAsia="ru-RU"/>
              </w:rPr>
              <w:t>График приема заявителей</w:t>
            </w:r>
          </w:p>
        </w:tc>
        <w:tc>
          <w:tcPr>
            <w:tcW w:w="2030" w:type="dxa"/>
            <w:shd w:val="clear" w:color="auto" w:fill="FFFFFF"/>
          </w:tcPr>
          <w:p w:rsidR="000D07F1" w:rsidRPr="00400E87" w:rsidRDefault="000D07F1" w:rsidP="00400E87">
            <w:pPr>
              <w:framePr w:w="9554" w:wrap="auto" w:vAnchor="text" w:hAnchor="text" w:xAlign="center" w:y="1"/>
              <w:rPr>
                <w:rFonts w:ascii="Times New Roman" w:hAnsi="Times New Roman" w:cs="Times New Roman"/>
              </w:rPr>
            </w:pPr>
            <w:r w:rsidRPr="00400E87">
              <w:rPr>
                <w:rFonts w:ascii="Times New Roman" w:hAnsi="Times New Roman" w:cs="Times New Roman"/>
              </w:rPr>
              <w:t>понедельник - четверг с 8-00 до 17-00, перерыв на обед: с 12-00 до 13-48, пятница с 8-00 до 12-00 и с 12-48 до 16-00</w:t>
            </w:r>
          </w:p>
          <w:p w:rsidR="000D07F1" w:rsidRPr="00F07E57" w:rsidRDefault="000D07F1" w:rsidP="00400E87">
            <w:pPr>
              <w:pStyle w:val="2"/>
              <w:framePr w:w="9554" w:wrap="auto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rFonts w:cs="Courier New"/>
                <w:sz w:val="24"/>
                <w:szCs w:val="24"/>
              </w:rPr>
            </w:pPr>
            <w:r w:rsidRPr="00400E87">
              <w:rPr>
                <w:sz w:val="24"/>
                <w:szCs w:val="24"/>
              </w:rPr>
              <w:t>Выходные дни: суббота, воскресенье</w:t>
            </w:r>
          </w:p>
        </w:tc>
        <w:tc>
          <w:tcPr>
            <w:tcW w:w="1834" w:type="dxa"/>
            <w:shd w:val="clear" w:color="auto" w:fill="FFFFFF"/>
          </w:tcPr>
          <w:p w:rsidR="000D07F1" w:rsidRPr="00F07E57" w:rsidRDefault="000D07F1" w:rsidP="006A538B">
            <w:pPr>
              <w:pStyle w:val="2"/>
              <w:framePr w:w="9554" w:wrap="auto" w:vAnchor="text" w:hAnchor="text" w:xAlign="center" w:y="1"/>
              <w:shd w:val="clear" w:color="auto" w:fill="auto"/>
              <w:tabs>
                <w:tab w:val="left" w:pos="1276"/>
              </w:tabs>
              <w:spacing w:after="0" w:line="240" w:lineRule="auto"/>
              <w:ind w:right="22" w:firstLine="0"/>
              <w:jc w:val="both"/>
              <w:rPr>
                <w:rFonts w:cs="Courier New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  <w:lang w:eastAsia="ru-RU"/>
              </w:rPr>
              <w:t>Понедельник - пятница с 8.00 до 19.00, суб</w:t>
            </w:r>
            <w:r w:rsidRPr="00F07E57">
              <w:rPr>
                <w:rStyle w:val="11pt"/>
                <w:sz w:val="24"/>
                <w:szCs w:val="24"/>
                <w:lang w:eastAsia="ru-RU"/>
              </w:rPr>
              <w:softHyphen/>
              <w:t>бота с 8.00 до 13.00 без пере</w:t>
            </w:r>
            <w:r w:rsidRPr="00F07E57">
              <w:rPr>
                <w:rStyle w:val="11pt"/>
                <w:sz w:val="24"/>
                <w:szCs w:val="24"/>
                <w:lang w:eastAsia="ru-RU"/>
              </w:rPr>
              <w:softHyphen/>
              <w:t>рыва</w:t>
            </w:r>
          </w:p>
        </w:tc>
        <w:tc>
          <w:tcPr>
            <w:tcW w:w="1666" w:type="dxa"/>
            <w:shd w:val="clear" w:color="auto" w:fill="FFFFFF"/>
          </w:tcPr>
          <w:p w:rsidR="000D07F1" w:rsidRPr="00F07E57" w:rsidRDefault="000D07F1" w:rsidP="006A538B">
            <w:pPr>
              <w:pStyle w:val="2"/>
              <w:framePr w:w="9554" w:wrap="auto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rFonts w:cs="Courier New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  <w:lang w:eastAsia="ru-RU"/>
              </w:rPr>
              <w:t>Понедельник - четверг с 8 00до 17.00, пятница с 8.00 до 16.00 перерыв с</w:t>
            </w:r>
          </w:p>
          <w:p w:rsidR="000D07F1" w:rsidRPr="00F07E57" w:rsidRDefault="000D07F1" w:rsidP="00A22750">
            <w:pPr>
              <w:pStyle w:val="2"/>
              <w:framePr w:w="9554" w:wrap="auto" w:vAnchor="text" w:hAnchor="text" w:xAlign="center" w:y="1"/>
              <w:shd w:val="clear" w:color="auto" w:fill="auto"/>
              <w:tabs>
                <w:tab w:val="left" w:pos="576"/>
                <w:tab w:val="left" w:pos="1276"/>
                <w:tab w:val="left" w:pos="1560"/>
              </w:tabs>
              <w:spacing w:after="0" w:line="240" w:lineRule="auto"/>
              <w:ind w:right="-44" w:firstLine="0"/>
              <w:jc w:val="both"/>
              <w:rPr>
                <w:rFonts w:cs="Courier New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  <w:lang w:eastAsia="ru-RU"/>
              </w:rPr>
              <w:t>12.00 до13.00</w:t>
            </w:r>
          </w:p>
        </w:tc>
        <w:tc>
          <w:tcPr>
            <w:tcW w:w="2184" w:type="dxa"/>
            <w:shd w:val="clear" w:color="auto" w:fill="FFFFFF"/>
          </w:tcPr>
          <w:p w:rsidR="000D07F1" w:rsidRPr="00F07E57" w:rsidRDefault="000D07F1" w:rsidP="006A538B">
            <w:pPr>
              <w:pStyle w:val="2"/>
              <w:framePr w:w="9554" w:wrap="auto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44" w:firstLine="0"/>
              <w:jc w:val="both"/>
              <w:rPr>
                <w:rFonts w:cs="Courier New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  <w:lang w:eastAsia="ru-RU"/>
              </w:rPr>
              <w:t>Понедельник - пятница с 8.00 до 18.00, перерыв с</w:t>
            </w:r>
          </w:p>
          <w:p w:rsidR="000D07F1" w:rsidRPr="00F07E57" w:rsidRDefault="000D07F1" w:rsidP="007D4361">
            <w:pPr>
              <w:pStyle w:val="2"/>
              <w:framePr w:w="9554" w:wrap="auto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590"/>
                <w:tab w:val="left" w:pos="1276"/>
                <w:tab w:val="left" w:pos="1560"/>
              </w:tabs>
              <w:spacing w:after="0" w:line="240" w:lineRule="auto"/>
              <w:ind w:right="44" w:firstLine="0"/>
              <w:jc w:val="both"/>
              <w:rPr>
                <w:rStyle w:val="11pt"/>
                <w:sz w:val="24"/>
                <w:szCs w:val="24"/>
                <w:lang w:eastAsia="ru-RU"/>
              </w:rPr>
            </w:pPr>
            <w:r w:rsidRPr="00F07E57">
              <w:rPr>
                <w:rStyle w:val="11pt"/>
                <w:sz w:val="24"/>
                <w:szCs w:val="24"/>
                <w:lang w:eastAsia="ru-RU"/>
              </w:rPr>
              <w:t>до14.00,</w:t>
            </w:r>
          </w:p>
          <w:p w:rsidR="000D07F1" w:rsidRPr="00F07E57" w:rsidRDefault="000D07F1" w:rsidP="006A538B">
            <w:pPr>
              <w:pStyle w:val="2"/>
              <w:framePr w:w="9554" w:wrap="auto" w:vAnchor="text" w:hAnchor="text" w:xAlign="center" w:y="1"/>
              <w:shd w:val="clear" w:color="auto" w:fill="auto"/>
              <w:tabs>
                <w:tab w:val="left" w:pos="590"/>
                <w:tab w:val="left" w:pos="1276"/>
                <w:tab w:val="left" w:pos="1560"/>
              </w:tabs>
              <w:spacing w:after="0" w:line="240" w:lineRule="auto"/>
              <w:ind w:right="44" w:firstLine="0"/>
              <w:jc w:val="both"/>
              <w:rPr>
                <w:rFonts w:cs="Courier New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  <w:lang w:eastAsia="ru-RU"/>
              </w:rPr>
              <w:t>суббота с 8.00 до</w:t>
            </w:r>
          </w:p>
          <w:p w:rsidR="000D07F1" w:rsidRPr="00F07E57" w:rsidRDefault="000D07F1" w:rsidP="006A538B">
            <w:pPr>
              <w:pStyle w:val="2"/>
              <w:framePr w:w="9554" w:wrap="auto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44" w:firstLine="0"/>
              <w:jc w:val="both"/>
              <w:rPr>
                <w:rFonts w:cs="Courier New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  <w:lang w:eastAsia="ru-RU"/>
              </w:rPr>
              <w:t>13.00</w:t>
            </w:r>
          </w:p>
        </w:tc>
      </w:tr>
    </w:tbl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rFonts w:cs="Courier New"/>
          <w:sz w:val="28"/>
          <w:szCs w:val="28"/>
        </w:rPr>
      </w:pPr>
    </w:p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Сведения о графике работы администрации </w:t>
      </w:r>
      <w:r w:rsidRPr="00400E87">
        <w:rPr>
          <w:sz w:val="28"/>
          <w:szCs w:val="28"/>
        </w:rPr>
        <w:t>Запорожского сельского поселения Темрюкского района</w:t>
      </w:r>
      <w:r w:rsidRPr="00F07E57">
        <w:rPr>
          <w:sz w:val="28"/>
          <w:szCs w:val="28"/>
        </w:rPr>
        <w:t xml:space="preserve"> размещены на информа</w:t>
      </w:r>
      <w:r w:rsidRPr="00F07E57">
        <w:rPr>
          <w:sz w:val="28"/>
          <w:szCs w:val="28"/>
        </w:rPr>
        <w:softHyphen/>
        <w:t xml:space="preserve">ционном стенде в здании администрации </w:t>
      </w:r>
      <w:r w:rsidRPr="00400E87">
        <w:rPr>
          <w:sz w:val="28"/>
          <w:szCs w:val="28"/>
        </w:rPr>
        <w:t>Запорожского сельского поселения Темрюкского района</w:t>
      </w:r>
      <w:r w:rsidRPr="00F07E57">
        <w:rPr>
          <w:sz w:val="28"/>
          <w:szCs w:val="28"/>
        </w:rPr>
        <w:t>:</w:t>
      </w:r>
    </w:p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извлечение из законодательных и иных нормативных актов, содержащих деятельность по исполнению муниципальной функции;</w:t>
      </w:r>
    </w:p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перечень документов, необходимых для решения вопроса о принятии на учет в качестве нуждающихся в жилых помещениях отдельных категорий граж</w:t>
      </w:r>
      <w:r w:rsidRPr="00F07E57">
        <w:rPr>
          <w:sz w:val="28"/>
          <w:szCs w:val="28"/>
        </w:rPr>
        <w:softHyphen/>
        <w:t>дан.</w:t>
      </w:r>
    </w:p>
    <w:p w:rsidR="000D07F1" w:rsidRPr="00F07E57" w:rsidRDefault="000D07F1" w:rsidP="00EB6C23">
      <w:pPr>
        <w:pStyle w:val="2"/>
        <w:numPr>
          <w:ilvl w:val="1"/>
          <w:numId w:val="15"/>
        </w:numPr>
        <w:shd w:val="clear" w:color="auto" w:fill="auto"/>
        <w:tabs>
          <w:tab w:val="left" w:pos="1276"/>
          <w:tab w:val="left" w:pos="1354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Порядок получения информации заявителями по вопросам пре</w:t>
      </w:r>
      <w:r w:rsidRPr="00F07E57">
        <w:rPr>
          <w:sz w:val="28"/>
          <w:szCs w:val="28"/>
        </w:rPr>
        <w:softHyphen/>
        <w:t>доставления муниципальной услуги, услуг, необходимых и обязательных для предоставления муниципальных услуг, сведений о ходе предоставления указан</w:t>
      </w:r>
      <w:r w:rsidRPr="00F07E57">
        <w:rPr>
          <w:sz w:val="28"/>
          <w:szCs w:val="28"/>
        </w:rPr>
        <w:softHyphen/>
        <w:t>ных услуг:</w:t>
      </w:r>
    </w:p>
    <w:p w:rsidR="000D07F1" w:rsidRPr="00F07E57" w:rsidRDefault="000D07F1" w:rsidP="00EB6C23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Информирование о предоставлении муниципальной услуги осуществляет</w:t>
      </w:r>
      <w:r w:rsidRPr="00F07E57">
        <w:rPr>
          <w:sz w:val="28"/>
          <w:szCs w:val="28"/>
        </w:rPr>
        <w:softHyphen/>
        <w:t>ся:</w:t>
      </w:r>
    </w:p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в администрации </w:t>
      </w:r>
      <w:r w:rsidRPr="00400E87">
        <w:rPr>
          <w:sz w:val="28"/>
          <w:szCs w:val="28"/>
        </w:rPr>
        <w:t>Запорожского сельского поселения Темрюкского района</w:t>
      </w:r>
      <w:r w:rsidRPr="00F07E57">
        <w:rPr>
          <w:sz w:val="28"/>
          <w:szCs w:val="28"/>
        </w:rPr>
        <w:t>;</w:t>
      </w:r>
    </w:p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посредством размещения информации на официальном сайте администрации </w:t>
      </w:r>
      <w:r w:rsidRPr="00400E87">
        <w:rPr>
          <w:sz w:val="28"/>
          <w:szCs w:val="28"/>
        </w:rPr>
        <w:t>Запорожского сельского поселения Темрюкского района</w:t>
      </w:r>
      <w:r w:rsidRPr="00F07E57">
        <w:rPr>
          <w:sz w:val="28"/>
          <w:szCs w:val="28"/>
        </w:rPr>
        <w:t xml:space="preserve"> и Муниципально</w:t>
      </w:r>
      <w:r>
        <w:rPr>
          <w:sz w:val="28"/>
          <w:szCs w:val="28"/>
        </w:rPr>
        <w:t>го</w:t>
      </w:r>
      <w:r w:rsidRPr="00F07E57">
        <w:rPr>
          <w:sz w:val="28"/>
          <w:szCs w:val="28"/>
        </w:rPr>
        <w:t xml:space="preserve"> бюджетно</w:t>
      </w:r>
      <w:r>
        <w:rPr>
          <w:sz w:val="28"/>
          <w:szCs w:val="28"/>
        </w:rPr>
        <w:t>го</w:t>
      </w:r>
      <w:r w:rsidRPr="00F07E57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F07E57">
        <w:rPr>
          <w:sz w:val="28"/>
          <w:szCs w:val="28"/>
        </w:rPr>
        <w:t xml:space="preserve"> «Многофункциональный центр по предоставлению государственных и муниципальных услуг»</w:t>
      </w:r>
      <w:r w:rsidRPr="00F07E57">
        <w:rPr>
          <w:rStyle w:val="11pt"/>
          <w:sz w:val="28"/>
          <w:szCs w:val="28"/>
          <w:lang w:eastAsia="ru-RU"/>
        </w:rPr>
        <w:t xml:space="preserve"> администрации муниципального образования Темрюкский район</w:t>
      </w:r>
      <w:r w:rsidRPr="00F07E57">
        <w:rPr>
          <w:sz w:val="28"/>
          <w:szCs w:val="28"/>
        </w:rPr>
        <w:t>;</w:t>
      </w:r>
    </w:p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с использованием средств телефонной связи, электронного информирова</w:t>
      </w:r>
      <w:r w:rsidRPr="00F07E57">
        <w:rPr>
          <w:sz w:val="28"/>
          <w:szCs w:val="28"/>
        </w:rPr>
        <w:softHyphen/>
        <w:t>ния;</w:t>
      </w:r>
    </w:p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с использованием федеральной государственной информационной систе</w:t>
      </w:r>
      <w:r w:rsidRPr="00F07E57">
        <w:rPr>
          <w:sz w:val="28"/>
          <w:szCs w:val="28"/>
        </w:rPr>
        <w:softHyphen/>
        <w:t>мы «Единый портал государственных и Муниципальных услуг (функций)». Осуществляется посредством сети Интернет. Набрав адрес официального сайта федеральной государственной информационной системы «Единый портал госу</w:t>
      </w:r>
      <w:r w:rsidRPr="00F07E57">
        <w:rPr>
          <w:sz w:val="28"/>
          <w:szCs w:val="28"/>
        </w:rPr>
        <w:softHyphen/>
        <w:t xml:space="preserve">дарственных и Муниципальных услуг (функций)» </w:t>
      </w:r>
      <w:hyperlink r:id="rId10" w:history="1">
        <w:r w:rsidRPr="00F07E57">
          <w:t>www.gosuslugi.ru</w:t>
        </w:r>
      </w:hyperlink>
      <w:r w:rsidRPr="00F07E57">
        <w:rPr>
          <w:sz w:val="28"/>
          <w:szCs w:val="28"/>
        </w:rPr>
        <w:t>, заявители могут получить полную информацию по вопросам предоставления муниципаль</w:t>
      </w:r>
      <w:r w:rsidRPr="00F07E57">
        <w:rPr>
          <w:sz w:val="28"/>
          <w:szCs w:val="28"/>
        </w:rPr>
        <w:softHyphen/>
        <w:t>ной услуги, услуг, необходимых и обязательных для предоставления муници</w:t>
      </w:r>
      <w:r w:rsidRPr="00F07E57">
        <w:rPr>
          <w:sz w:val="28"/>
          <w:szCs w:val="28"/>
        </w:rPr>
        <w:softHyphen/>
        <w:t>пальных услуг, сведений о ходе предоставления указанных услуг;</w:t>
      </w:r>
    </w:p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в сетях общего пользования (в том числе в сети Интернет), публикации в средствах массовой информации, издания информационных материалов (бро</w:t>
      </w:r>
      <w:r w:rsidRPr="00F07E57">
        <w:rPr>
          <w:sz w:val="28"/>
          <w:szCs w:val="28"/>
        </w:rPr>
        <w:softHyphen/>
        <w:t>шюр, буклетов и т.д.).</w:t>
      </w:r>
    </w:p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Информация, предоставляемая гражданам о муниципальной услуге, явля</w:t>
      </w:r>
      <w:r w:rsidRPr="00F07E57">
        <w:rPr>
          <w:sz w:val="28"/>
          <w:szCs w:val="28"/>
        </w:rPr>
        <w:softHyphen/>
        <w:t>ется открытой и общедоступной.</w:t>
      </w:r>
    </w:p>
    <w:p w:rsidR="000D07F1" w:rsidRPr="00F07E57" w:rsidRDefault="000D07F1" w:rsidP="006D4CFB">
      <w:pPr>
        <w:pStyle w:val="2"/>
        <w:numPr>
          <w:ilvl w:val="1"/>
          <w:numId w:val="15"/>
        </w:numPr>
        <w:shd w:val="clear" w:color="auto" w:fill="auto"/>
        <w:tabs>
          <w:tab w:val="left" w:pos="1276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Для получения информации о предоставлении муниципальной услуги за</w:t>
      </w:r>
      <w:r w:rsidRPr="00F07E57">
        <w:rPr>
          <w:sz w:val="28"/>
          <w:szCs w:val="28"/>
        </w:rPr>
        <w:softHyphen/>
        <w:t>интересованные лица вправе обратиться:</w:t>
      </w:r>
    </w:p>
    <w:p w:rsidR="000D07F1" w:rsidRPr="00F07E57" w:rsidRDefault="000D07F1" w:rsidP="00CE171C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в устной форме лично к сотруднику администрации </w:t>
      </w:r>
      <w:r w:rsidRPr="00400E87">
        <w:rPr>
          <w:sz w:val="28"/>
          <w:szCs w:val="28"/>
        </w:rPr>
        <w:t>Запорожского сельского поселения Темрюкского района</w:t>
      </w:r>
      <w:r w:rsidRPr="00F07E57">
        <w:rPr>
          <w:sz w:val="28"/>
          <w:szCs w:val="28"/>
        </w:rPr>
        <w:t xml:space="preserve">; по телефону в </w:t>
      </w:r>
      <w:r>
        <w:rPr>
          <w:sz w:val="28"/>
          <w:szCs w:val="28"/>
        </w:rPr>
        <w:t>администрацию</w:t>
      </w:r>
      <w:r w:rsidRPr="00F07E57">
        <w:rPr>
          <w:sz w:val="28"/>
          <w:szCs w:val="28"/>
        </w:rPr>
        <w:t xml:space="preserve"> </w:t>
      </w:r>
      <w:r w:rsidRPr="00400E87">
        <w:rPr>
          <w:sz w:val="28"/>
          <w:szCs w:val="28"/>
        </w:rPr>
        <w:t>Запорожского сельского поселения Темрюкского района</w:t>
      </w:r>
      <w:r w:rsidRPr="00F07E57">
        <w:rPr>
          <w:sz w:val="28"/>
          <w:szCs w:val="28"/>
        </w:rPr>
        <w:t xml:space="preserve">; </w:t>
      </w:r>
    </w:p>
    <w:p w:rsidR="000D07F1" w:rsidRPr="00F07E57" w:rsidRDefault="000D07F1" w:rsidP="00CE171C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по адресу электронной почты администрации </w:t>
      </w:r>
      <w:r w:rsidRPr="00400E87">
        <w:rPr>
          <w:sz w:val="28"/>
          <w:szCs w:val="28"/>
        </w:rPr>
        <w:t>Запорожского сельского поселения Темрюкского района</w:t>
      </w:r>
      <w:r w:rsidRPr="00F07E57">
        <w:rPr>
          <w:sz w:val="28"/>
          <w:szCs w:val="28"/>
        </w:rPr>
        <w:t>; в устной форме в Муниципально</w:t>
      </w:r>
      <w:r>
        <w:rPr>
          <w:sz w:val="28"/>
          <w:szCs w:val="28"/>
        </w:rPr>
        <w:t xml:space="preserve">е </w:t>
      </w:r>
      <w:r w:rsidRPr="00F07E57">
        <w:rPr>
          <w:sz w:val="28"/>
          <w:szCs w:val="28"/>
        </w:rPr>
        <w:t>бюджетно</w:t>
      </w:r>
      <w:r>
        <w:rPr>
          <w:sz w:val="28"/>
          <w:szCs w:val="28"/>
        </w:rPr>
        <w:t>е</w:t>
      </w:r>
      <w:r w:rsidRPr="00F07E57">
        <w:rPr>
          <w:sz w:val="28"/>
          <w:szCs w:val="28"/>
        </w:rPr>
        <w:t xml:space="preserve"> учреждение «Многофункциональный центр по предоставлению государственных и муниципальных услуг»</w:t>
      </w:r>
      <w:r w:rsidRPr="00F07E57">
        <w:rPr>
          <w:rStyle w:val="11pt"/>
          <w:sz w:val="28"/>
          <w:szCs w:val="28"/>
          <w:lang w:eastAsia="ru-RU"/>
        </w:rPr>
        <w:t xml:space="preserve"> администрации муниципального образования Темрюкский район</w:t>
      </w:r>
      <w:r w:rsidRPr="00F07E57">
        <w:rPr>
          <w:sz w:val="28"/>
          <w:szCs w:val="28"/>
        </w:rPr>
        <w:t>.</w:t>
      </w:r>
    </w:p>
    <w:p w:rsidR="000D07F1" w:rsidRPr="00F07E57" w:rsidRDefault="000D07F1" w:rsidP="006D4CFB">
      <w:pPr>
        <w:pStyle w:val="2"/>
        <w:numPr>
          <w:ilvl w:val="1"/>
          <w:numId w:val="15"/>
        </w:numPr>
        <w:shd w:val="clear" w:color="auto" w:fill="auto"/>
        <w:tabs>
          <w:tab w:val="left" w:pos="1276"/>
          <w:tab w:val="left" w:pos="1560"/>
        </w:tabs>
        <w:spacing w:after="0" w:line="240" w:lineRule="auto"/>
        <w:ind w:left="0" w:right="-44" w:firstLine="709"/>
        <w:rPr>
          <w:sz w:val="28"/>
          <w:szCs w:val="28"/>
        </w:rPr>
      </w:pPr>
      <w:r w:rsidRPr="00F07E57">
        <w:rPr>
          <w:sz w:val="28"/>
          <w:szCs w:val="28"/>
        </w:rPr>
        <w:t>Основными требованиями к информированию граждан являются: достоверность предоставляемой информации;</w:t>
      </w:r>
    </w:p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rPr>
          <w:sz w:val="28"/>
          <w:szCs w:val="28"/>
        </w:rPr>
      </w:pPr>
      <w:r w:rsidRPr="00F07E57">
        <w:rPr>
          <w:sz w:val="28"/>
          <w:szCs w:val="28"/>
        </w:rPr>
        <w:t xml:space="preserve">четкость в изложении информации; </w:t>
      </w:r>
    </w:p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rPr>
          <w:sz w:val="28"/>
          <w:szCs w:val="28"/>
        </w:rPr>
      </w:pPr>
      <w:r w:rsidRPr="00F07E57">
        <w:rPr>
          <w:sz w:val="28"/>
          <w:szCs w:val="28"/>
        </w:rPr>
        <w:t>полнота информации;</w:t>
      </w:r>
    </w:p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rPr>
          <w:sz w:val="28"/>
          <w:szCs w:val="28"/>
        </w:rPr>
      </w:pPr>
      <w:r w:rsidRPr="00F07E57">
        <w:rPr>
          <w:sz w:val="28"/>
          <w:szCs w:val="28"/>
        </w:rPr>
        <w:t xml:space="preserve">наглядность форм предоставляемой информации; </w:t>
      </w:r>
    </w:p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rPr>
          <w:sz w:val="28"/>
          <w:szCs w:val="28"/>
        </w:rPr>
      </w:pPr>
      <w:r w:rsidRPr="00F07E57">
        <w:rPr>
          <w:sz w:val="28"/>
          <w:szCs w:val="28"/>
        </w:rPr>
        <w:t>удобство и доступность получения информации; оперативность предоставления информации.</w:t>
      </w:r>
    </w:p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rPr>
          <w:sz w:val="28"/>
          <w:szCs w:val="28"/>
        </w:rPr>
      </w:pPr>
      <w:r w:rsidRPr="00F07E57">
        <w:rPr>
          <w:sz w:val="28"/>
          <w:szCs w:val="28"/>
        </w:rPr>
        <w:t>Информирование граждан организуется следующим образом: индивидуальное информирование;</w:t>
      </w:r>
    </w:p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rPr>
          <w:sz w:val="28"/>
          <w:szCs w:val="28"/>
        </w:rPr>
      </w:pPr>
      <w:r w:rsidRPr="00F07E57">
        <w:rPr>
          <w:sz w:val="28"/>
          <w:szCs w:val="28"/>
        </w:rPr>
        <w:t>публичное информирование.</w:t>
      </w:r>
    </w:p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rPr>
          <w:sz w:val="28"/>
          <w:szCs w:val="28"/>
        </w:rPr>
      </w:pPr>
      <w:r w:rsidRPr="00F07E57">
        <w:rPr>
          <w:sz w:val="28"/>
          <w:szCs w:val="28"/>
        </w:rPr>
        <w:t>Информирование проводится в форме:</w:t>
      </w:r>
    </w:p>
    <w:p w:rsidR="000D07F1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rPr>
          <w:rFonts w:cs="Courier New"/>
          <w:sz w:val="28"/>
          <w:szCs w:val="28"/>
        </w:rPr>
      </w:pPr>
      <w:r w:rsidRPr="00F07E57">
        <w:rPr>
          <w:sz w:val="28"/>
          <w:szCs w:val="28"/>
        </w:rPr>
        <w:t xml:space="preserve">устного информирования; </w:t>
      </w:r>
    </w:p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rPr>
          <w:sz w:val="28"/>
          <w:szCs w:val="28"/>
        </w:rPr>
      </w:pPr>
      <w:r w:rsidRPr="00F07E57">
        <w:rPr>
          <w:sz w:val="28"/>
          <w:szCs w:val="28"/>
        </w:rPr>
        <w:t>письменного информирования.</w:t>
      </w:r>
    </w:p>
    <w:p w:rsidR="000D07F1" w:rsidRPr="00F07E57" w:rsidRDefault="000D07F1" w:rsidP="00CE171C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Индивидуальное устное информирование граждан осуществляется со</w:t>
      </w:r>
      <w:r w:rsidRPr="00F07E57">
        <w:rPr>
          <w:sz w:val="28"/>
          <w:szCs w:val="28"/>
        </w:rPr>
        <w:softHyphen/>
        <w:t xml:space="preserve">трудниками администрации </w:t>
      </w:r>
      <w:r w:rsidRPr="00400E87">
        <w:rPr>
          <w:sz w:val="28"/>
          <w:szCs w:val="28"/>
        </w:rPr>
        <w:t>Запорожского сельского поселения Темрюкского района</w:t>
      </w:r>
      <w:r w:rsidRPr="00F07E57">
        <w:rPr>
          <w:sz w:val="28"/>
          <w:szCs w:val="28"/>
        </w:rPr>
        <w:t xml:space="preserve"> при обращении граждан за информацией: при личном обращении; по телефону.</w:t>
      </w:r>
    </w:p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Сотрудник администрации </w:t>
      </w:r>
      <w:r w:rsidRPr="00400E87">
        <w:rPr>
          <w:sz w:val="28"/>
          <w:szCs w:val="28"/>
        </w:rPr>
        <w:t>Запорожского сельского поселения Темрюкского района</w:t>
      </w:r>
      <w:r w:rsidRPr="00F07E57">
        <w:rPr>
          <w:sz w:val="28"/>
          <w:szCs w:val="28"/>
        </w:rPr>
        <w:t>, осуществляющий индивидуальное устное информирование, должен принять все необходимые меры для дачи полного от</w:t>
      </w:r>
      <w:r w:rsidRPr="00F07E57">
        <w:rPr>
          <w:sz w:val="28"/>
          <w:szCs w:val="28"/>
        </w:rPr>
        <w:softHyphen/>
        <w:t>вета на поставленные вопросы, в случае необходимости, с привлечением других специалистов.</w:t>
      </w:r>
    </w:p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Время ожидания граждан при индивидуальном устном информировании не может превышать 15 минут. Индивидуальное устное информирование каждо</w:t>
      </w:r>
      <w:r w:rsidRPr="00F07E57">
        <w:rPr>
          <w:sz w:val="28"/>
          <w:szCs w:val="28"/>
        </w:rPr>
        <w:softHyphen/>
        <w:t>го гражданина сотрудник осуществляет не более 15 минут.</w:t>
      </w:r>
    </w:p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В случае если для подготовки ответа требуется продолжительное время, сотрудник, осуществляющий устное информирование, может предложить граж</w:t>
      </w:r>
      <w:r w:rsidRPr="00F07E57">
        <w:rPr>
          <w:sz w:val="28"/>
          <w:szCs w:val="28"/>
        </w:rPr>
        <w:softHyphen/>
        <w:t>данину обратиться за необходимой информацией в письменном виде, через Ин</w:t>
      </w:r>
      <w:r w:rsidRPr="00F07E57">
        <w:rPr>
          <w:sz w:val="28"/>
          <w:szCs w:val="28"/>
        </w:rPr>
        <w:softHyphen/>
        <w:t>тернет либо назначить другое удобное для гражданина время для устного ин</w:t>
      </w:r>
      <w:r w:rsidRPr="00F07E57">
        <w:rPr>
          <w:sz w:val="28"/>
          <w:szCs w:val="28"/>
        </w:rPr>
        <w:softHyphen/>
        <w:t>формирования.</w:t>
      </w:r>
    </w:p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Звонки от граждан по вопросу информирования о порядке предоставления муниципальной услуги принимаются в соответствии с графиком работы адми-нистрации </w:t>
      </w:r>
      <w:r w:rsidRPr="00400E87">
        <w:rPr>
          <w:sz w:val="28"/>
          <w:szCs w:val="28"/>
        </w:rPr>
        <w:t>Запорожского сельского поселения Темрюкского района</w:t>
      </w:r>
      <w:r w:rsidRPr="00F07E57">
        <w:rPr>
          <w:sz w:val="28"/>
          <w:szCs w:val="28"/>
        </w:rPr>
        <w:t>. Разговор не должен продолжаться более 15 минут.</w:t>
      </w:r>
    </w:p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Индивидуальное письменное информирование при обращении граждан в </w:t>
      </w:r>
      <w:r>
        <w:rPr>
          <w:sz w:val="28"/>
          <w:szCs w:val="28"/>
        </w:rPr>
        <w:t>администрацию</w:t>
      </w:r>
      <w:r w:rsidRPr="00F07E57">
        <w:rPr>
          <w:sz w:val="28"/>
          <w:szCs w:val="28"/>
        </w:rPr>
        <w:t xml:space="preserve"> </w:t>
      </w:r>
      <w:r w:rsidRPr="00400E87">
        <w:rPr>
          <w:sz w:val="28"/>
          <w:szCs w:val="28"/>
        </w:rPr>
        <w:t>Запорожского сельского поселения Темрюкского района</w:t>
      </w:r>
      <w:r w:rsidRPr="00F07E57">
        <w:rPr>
          <w:sz w:val="28"/>
          <w:szCs w:val="28"/>
        </w:rPr>
        <w:t xml:space="preserve"> осуществляется путем почтовых отправлений.</w:t>
      </w:r>
    </w:p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Ответ направляется в письменном виде или по электронной почте (в зави</w:t>
      </w:r>
      <w:r w:rsidRPr="00F07E57">
        <w:rPr>
          <w:sz w:val="28"/>
          <w:szCs w:val="28"/>
        </w:rPr>
        <w:softHyphen/>
        <w:t>симости от способа доставки ответа, указанного в письменном обращении, или способа обращения заинтересованного лица за информацией).</w:t>
      </w:r>
    </w:p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Устное информирование осуществляется с привлечением средств массо</w:t>
      </w:r>
      <w:r w:rsidRPr="00F07E57">
        <w:rPr>
          <w:sz w:val="28"/>
          <w:szCs w:val="28"/>
        </w:rPr>
        <w:softHyphen/>
        <w:t>вой информации, радио (далее СМИ).</w:t>
      </w:r>
    </w:p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Письменное информирование осуществляется путем публикации инфор</w:t>
      </w:r>
      <w:r w:rsidRPr="00F07E57">
        <w:rPr>
          <w:sz w:val="28"/>
          <w:szCs w:val="28"/>
        </w:rPr>
        <w:softHyphen/>
        <w:t xml:space="preserve">мационных материалов в СМИ, размещении на официальном Интернет-сайте администрации </w:t>
      </w:r>
      <w:r w:rsidRPr="00400E87">
        <w:rPr>
          <w:sz w:val="28"/>
          <w:szCs w:val="28"/>
        </w:rPr>
        <w:t>Запорожского сельского поселения Темрюкского района</w:t>
      </w:r>
      <w:r w:rsidRPr="00F07E57">
        <w:rPr>
          <w:color w:val="auto"/>
          <w:sz w:val="28"/>
          <w:szCs w:val="28"/>
        </w:rPr>
        <w:t xml:space="preserve"> (</w:t>
      </w:r>
      <w:hyperlink r:id="rId11" w:history="1">
        <w:r w:rsidRPr="00A809DC">
          <w:rPr>
            <w:rStyle w:val="Hyperlink"/>
            <w:sz w:val="28"/>
            <w:szCs w:val="28"/>
            <w:u w:val="none"/>
            <w:lang w:val="en-US"/>
          </w:rPr>
          <w:t>www</w:t>
        </w:r>
        <w:r w:rsidRPr="00A809DC">
          <w:rPr>
            <w:rStyle w:val="Hyperlink"/>
            <w:sz w:val="28"/>
            <w:szCs w:val="28"/>
            <w:u w:val="none"/>
          </w:rPr>
          <w:t>.</w:t>
        </w:r>
        <w:r w:rsidRPr="00A809DC">
          <w:rPr>
            <w:rStyle w:val="Hyperlink"/>
            <w:sz w:val="28"/>
            <w:szCs w:val="28"/>
            <w:u w:val="none"/>
            <w:lang w:val="en-US"/>
          </w:rPr>
          <w:t>zaporozhskaya</w:t>
        </w:r>
        <w:r w:rsidRPr="00A809DC">
          <w:rPr>
            <w:rStyle w:val="Hyperlink"/>
            <w:sz w:val="28"/>
            <w:szCs w:val="28"/>
            <w:u w:val="none"/>
          </w:rPr>
          <w:t>.</w:t>
        </w:r>
        <w:r w:rsidRPr="00A809DC">
          <w:rPr>
            <w:rStyle w:val="Hyperlink"/>
            <w:sz w:val="28"/>
            <w:szCs w:val="28"/>
            <w:u w:val="none"/>
            <w:lang w:val="en-US"/>
          </w:rPr>
          <w:t>ru</w:t>
        </w:r>
      </w:hyperlink>
      <w:r w:rsidRPr="00F07E57">
        <w:rPr>
          <w:color w:val="auto"/>
          <w:sz w:val="28"/>
          <w:szCs w:val="28"/>
        </w:rPr>
        <w:t>), путем использования информационных стендов,</w:t>
      </w:r>
      <w:r w:rsidRPr="00F07E57">
        <w:rPr>
          <w:sz w:val="28"/>
          <w:szCs w:val="28"/>
        </w:rPr>
        <w:t xml:space="preserve"> размещающихся в администрации </w:t>
      </w:r>
      <w:r w:rsidRPr="00400E87">
        <w:rPr>
          <w:sz w:val="28"/>
          <w:szCs w:val="28"/>
        </w:rPr>
        <w:t>Запорожского сельского поселения Темрюкского района</w:t>
      </w:r>
      <w:r w:rsidRPr="00F07E57">
        <w:rPr>
          <w:sz w:val="28"/>
          <w:szCs w:val="28"/>
        </w:rPr>
        <w:t>.</w:t>
      </w:r>
    </w:p>
    <w:p w:rsidR="000D07F1" w:rsidRPr="00F07E57" w:rsidRDefault="000D07F1" w:rsidP="006D4CFB">
      <w:pPr>
        <w:pStyle w:val="2"/>
        <w:numPr>
          <w:ilvl w:val="1"/>
          <w:numId w:val="15"/>
        </w:numPr>
        <w:shd w:val="clear" w:color="auto" w:fill="auto"/>
        <w:tabs>
          <w:tab w:val="left" w:pos="1276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Информационные стенды оборудуются в доступном для получателя муни</w:t>
      </w:r>
      <w:r w:rsidRPr="00F07E57">
        <w:rPr>
          <w:sz w:val="28"/>
          <w:szCs w:val="28"/>
        </w:rPr>
        <w:softHyphen/>
        <w:t>ципальной услуги месте и содержат следующую обязательную информацию:</w:t>
      </w:r>
    </w:p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адрес администрации </w:t>
      </w:r>
      <w:r w:rsidRPr="00400E87">
        <w:rPr>
          <w:sz w:val="28"/>
          <w:szCs w:val="28"/>
        </w:rPr>
        <w:t>Запорожского сельского поселения Темрюкского района</w:t>
      </w:r>
      <w:r w:rsidRPr="00F07E57">
        <w:rPr>
          <w:sz w:val="28"/>
          <w:szCs w:val="28"/>
        </w:rPr>
        <w:t xml:space="preserve">, в т.ч. адрес Интернет-сайта, номера телефонов, адрес электронной почты администрации </w:t>
      </w:r>
      <w:r w:rsidRPr="00400E87">
        <w:rPr>
          <w:sz w:val="28"/>
          <w:szCs w:val="28"/>
        </w:rPr>
        <w:t>Запорожского сельского поселения Темрюкского района</w:t>
      </w:r>
      <w:r w:rsidRPr="00F07E57">
        <w:rPr>
          <w:sz w:val="28"/>
          <w:szCs w:val="28"/>
        </w:rPr>
        <w:t>, график (режим) работы, номера телефонов;</w:t>
      </w:r>
    </w:p>
    <w:p w:rsidR="000D07F1" w:rsidRPr="00F07E57" w:rsidRDefault="000D07F1" w:rsidP="003E2A40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текст административного регламента предоставления муниципальной услуги «Принятие на учет в качестве нуждающихся в жилых помещениях от</w:t>
      </w:r>
      <w:r w:rsidRPr="00F07E57">
        <w:rPr>
          <w:sz w:val="28"/>
          <w:szCs w:val="28"/>
        </w:rPr>
        <w:softHyphen/>
        <w:t>дельных категорий граждан» с приложениями (извлечения);</w:t>
      </w:r>
    </w:p>
    <w:p w:rsidR="000D07F1" w:rsidRPr="00F07E57" w:rsidRDefault="000D07F1" w:rsidP="003E2A40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блок-схемы (приложение № 9) и краткое описание порядка предоставле</w:t>
      </w:r>
      <w:r w:rsidRPr="00F07E57">
        <w:rPr>
          <w:sz w:val="28"/>
          <w:szCs w:val="28"/>
        </w:rPr>
        <w:softHyphen/>
        <w:t>ния услуги;</w:t>
      </w:r>
    </w:p>
    <w:p w:rsidR="000D07F1" w:rsidRPr="00F07E57" w:rsidRDefault="000D07F1" w:rsidP="003E2A40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перечни документов, необходимых для предоставления услуги, и требова</w:t>
      </w:r>
      <w:r w:rsidRPr="00F07E57">
        <w:rPr>
          <w:sz w:val="28"/>
          <w:szCs w:val="28"/>
        </w:rPr>
        <w:softHyphen/>
        <w:t>ния, предъявляемые к этим документам;</w:t>
      </w:r>
    </w:p>
    <w:p w:rsidR="000D07F1" w:rsidRPr="00F07E57" w:rsidRDefault="000D07F1" w:rsidP="003E2A40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образцы оформления документов, необходимых для предоставления услу</w:t>
      </w:r>
      <w:r w:rsidRPr="00F07E57">
        <w:rPr>
          <w:sz w:val="28"/>
          <w:szCs w:val="28"/>
        </w:rPr>
        <w:softHyphen/>
        <w:t>ги;</w:t>
      </w:r>
    </w:p>
    <w:p w:rsidR="000D07F1" w:rsidRPr="00F07E57" w:rsidRDefault="000D07F1" w:rsidP="003E2A40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основания отказа в предоставлении услуги.</w:t>
      </w:r>
    </w:p>
    <w:p w:rsidR="000D07F1" w:rsidRPr="00F07E57" w:rsidRDefault="000D07F1" w:rsidP="006D4CFB">
      <w:pPr>
        <w:pStyle w:val="2"/>
        <w:numPr>
          <w:ilvl w:val="1"/>
          <w:numId w:val="15"/>
        </w:numPr>
        <w:shd w:val="clear" w:color="auto" w:fill="auto"/>
        <w:tabs>
          <w:tab w:val="left" w:pos="1276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Сотрудник администрации </w:t>
      </w:r>
      <w:r w:rsidRPr="00400E87">
        <w:rPr>
          <w:sz w:val="28"/>
          <w:szCs w:val="28"/>
        </w:rPr>
        <w:t>Запорожского сельского поселения Темрюкского района</w:t>
      </w:r>
      <w:r w:rsidRPr="00F07E57">
        <w:rPr>
          <w:sz w:val="28"/>
          <w:szCs w:val="28"/>
        </w:rPr>
        <w:t>, осуществляющий прием и консультирова</w:t>
      </w:r>
      <w:r w:rsidRPr="00F07E57">
        <w:rPr>
          <w:sz w:val="28"/>
          <w:szCs w:val="28"/>
        </w:rPr>
        <w:softHyphen/>
        <w:t xml:space="preserve">ние (по телефону или лично), должен корректно и внимательно относиться к гражданам, не унижая их чести и достоинства. При информировании о порядке предоставления муниципальной услуги по телефону, сотрудник администрации </w:t>
      </w:r>
      <w:r w:rsidRPr="00400E87">
        <w:rPr>
          <w:sz w:val="28"/>
          <w:szCs w:val="28"/>
        </w:rPr>
        <w:t>Запорожского сельского поселения Темрюкского района</w:t>
      </w:r>
      <w:r w:rsidRPr="00F07E57">
        <w:rPr>
          <w:sz w:val="28"/>
          <w:szCs w:val="28"/>
        </w:rPr>
        <w:t>, сняв трубку, должен представиться: назвать фамилию, имя, отчество, должность, название отдела.</w:t>
      </w:r>
    </w:p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В конце информирования сотрудник, осуществляющий прием и консуль</w:t>
      </w:r>
      <w:r w:rsidRPr="00F07E57">
        <w:rPr>
          <w:sz w:val="28"/>
          <w:szCs w:val="28"/>
        </w:rPr>
        <w:softHyphen/>
        <w:t>тирование, должен кратко подвести итог разговора и перечислить действия, ко</w:t>
      </w:r>
      <w:r w:rsidRPr="00F07E57">
        <w:rPr>
          <w:sz w:val="28"/>
          <w:szCs w:val="28"/>
        </w:rPr>
        <w:softHyphen/>
        <w:t>торые надо предпринимать (кто именно, когда и что должен сделать).</w:t>
      </w:r>
    </w:p>
    <w:p w:rsidR="000D07F1" w:rsidRPr="00F07E57" w:rsidRDefault="000D07F1" w:rsidP="006D4CFB">
      <w:pPr>
        <w:pStyle w:val="2"/>
        <w:numPr>
          <w:ilvl w:val="1"/>
          <w:numId w:val="15"/>
        </w:numPr>
        <w:shd w:val="clear" w:color="auto" w:fill="auto"/>
        <w:tabs>
          <w:tab w:val="left" w:pos="1276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Порядок получения информации заявителями по вопросам предоставления муниципальной услуги, услуг, необходимых и обязательных для предоставления муниципальной услуги, сведений о ходе предоставления указанной услуги с ис</w:t>
      </w:r>
      <w:r w:rsidRPr="00F07E57">
        <w:rPr>
          <w:sz w:val="28"/>
          <w:szCs w:val="28"/>
        </w:rPr>
        <w:softHyphen/>
        <w:t>пользованием федеральной государственной информационной системы «Еди</w:t>
      </w:r>
      <w:r w:rsidRPr="00F07E57">
        <w:rPr>
          <w:sz w:val="28"/>
          <w:szCs w:val="28"/>
        </w:rPr>
        <w:softHyphen/>
        <w:t>ный портал государственных и муниципальных услуг (функций)» осуществляет</w:t>
      </w:r>
      <w:r w:rsidRPr="00F07E57">
        <w:rPr>
          <w:sz w:val="28"/>
          <w:szCs w:val="28"/>
        </w:rPr>
        <w:softHyphen/>
        <w:t xml:space="preserve">ся посредством сети Интернет. Набрав адрес официального сайта федеральной государственной информационной системы «Единый портал государственных и муниципальных услуг (функций)» </w:t>
      </w:r>
      <w:hyperlink r:id="rId12" w:history="1">
        <w:r w:rsidRPr="00F07E57">
          <w:rPr>
            <w:rStyle w:val="Hyperlink"/>
            <w:sz w:val="28"/>
            <w:szCs w:val="28"/>
            <w:u w:val="none"/>
            <w:lang w:val="en-US"/>
          </w:rPr>
          <w:t>www</w:t>
        </w:r>
        <w:r w:rsidRPr="00F07E57">
          <w:rPr>
            <w:rStyle w:val="Hyperlink"/>
            <w:sz w:val="28"/>
            <w:szCs w:val="28"/>
            <w:u w:val="none"/>
          </w:rPr>
          <w:t>.</w:t>
        </w:r>
        <w:r w:rsidRPr="00F07E57">
          <w:rPr>
            <w:rStyle w:val="Hyperlink"/>
            <w:sz w:val="28"/>
            <w:szCs w:val="28"/>
            <w:u w:val="none"/>
            <w:lang w:val="en-US"/>
          </w:rPr>
          <w:t>gosuslugi</w:t>
        </w:r>
        <w:r w:rsidRPr="00F07E57">
          <w:rPr>
            <w:rStyle w:val="Hyperlink"/>
            <w:sz w:val="28"/>
            <w:szCs w:val="28"/>
            <w:u w:val="none"/>
          </w:rPr>
          <w:t>.</w:t>
        </w:r>
        <w:r w:rsidRPr="00F07E57">
          <w:rPr>
            <w:rStyle w:val="Hyperlink"/>
            <w:sz w:val="28"/>
            <w:szCs w:val="28"/>
            <w:u w:val="none"/>
            <w:lang w:val="en-US"/>
          </w:rPr>
          <w:t>ru</w:t>
        </w:r>
      </w:hyperlink>
      <w:r w:rsidRPr="00F07E57">
        <w:rPr>
          <w:sz w:val="28"/>
          <w:szCs w:val="28"/>
        </w:rPr>
        <w:t>, заявители могут получить полную информацию по вопросам предоставления муниципальной услуги, услуг, необходимых и обязательных для предоставления муниципальных услуг, сведений о ходе предоставления указанных услуг.</w:t>
      </w:r>
    </w:p>
    <w:p w:rsidR="000D07F1" w:rsidRPr="00F07E57" w:rsidRDefault="000D07F1" w:rsidP="006D4CFB">
      <w:pPr>
        <w:pStyle w:val="2"/>
        <w:numPr>
          <w:ilvl w:val="1"/>
          <w:numId w:val="15"/>
        </w:numPr>
        <w:shd w:val="clear" w:color="auto" w:fill="auto"/>
        <w:tabs>
          <w:tab w:val="left" w:pos="1276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В федеральной государственной информационной системе «Единый пор</w:t>
      </w:r>
      <w:r w:rsidRPr="00F07E57">
        <w:rPr>
          <w:sz w:val="28"/>
          <w:szCs w:val="28"/>
        </w:rPr>
        <w:softHyphen/>
        <w:t>тал государственных и муниципальных услуг (функций)» размещается следую</w:t>
      </w:r>
      <w:r w:rsidRPr="00F07E57">
        <w:rPr>
          <w:sz w:val="28"/>
          <w:szCs w:val="28"/>
        </w:rPr>
        <w:softHyphen/>
        <w:t>щая информация:</w:t>
      </w:r>
    </w:p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rFonts w:cs="Courier New"/>
          <w:sz w:val="28"/>
          <w:szCs w:val="28"/>
        </w:rPr>
      </w:pPr>
      <w:r w:rsidRPr="00F07E57">
        <w:rPr>
          <w:sz w:val="28"/>
          <w:szCs w:val="28"/>
        </w:rPr>
        <w:t xml:space="preserve">полная версия регламента предоставляемой услуги размещается (после официального опубликования) на официальном сайте администрации </w:t>
      </w:r>
      <w:r w:rsidRPr="00400E87">
        <w:rPr>
          <w:sz w:val="28"/>
          <w:szCs w:val="28"/>
        </w:rPr>
        <w:t>Запорожского сельского поселения Темрюкского района</w:t>
      </w:r>
      <w:r w:rsidRPr="00F07E57">
        <w:rPr>
          <w:sz w:val="28"/>
          <w:szCs w:val="28"/>
        </w:rPr>
        <w:t xml:space="preserve"> </w:t>
      </w:r>
      <w:hyperlink r:id="rId13" w:history="1">
        <w:r w:rsidRPr="00A809DC">
          <w:rPr>
            <w:rStyle w:val="Hyperlink"/>
            <w:u w:val="none"/>
          </w:rPr>
          <w:t>www.</w:t>
        </w:r>
        <w:r w:rsidRPr="00A809DC">
          <w:rPr>
            <w:rStyle w:val="Hyperlink"/>
            <w:u w:val="none"/>
            <w:lang w:val="en-US"/>
          </w:rPr>
          <w:t>zaporozhskaya</w:t>
        </w:r>
        <w:r w:rsidRPr="00A809DC">
          <w:rPr>
            <w:rStyle w:val="Hyperlink"/>
            <w:u w:val="none"/>
          </w:rPr>
          <w:t>.ru</w:t>
        </w:r>
      </w:hyperlink>
      <w:r w:rsidRPr="00A809DC">
        <w:rPr>
          <w:color w:val="auto"/>
          <w:sz w:val="28"/>
          <w:szCs w:val="28"/>
        </w:rPr>
        <w:t>.</w:t>
      </w:r>
    </w:p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rFonts w:cs="Courier New"/>
          <w:sz w:val="28"/>
          <w:szCs w:val="28"/>
        </w:rPr>
      </w:pPr>
    </w:p>
    <w:p w:rsidR="000D07F1" w:rsidRPr="00F07E57" w:rsidRDefault="000D07F1" w:rsidP="001A723F">
      <w:pPr>
        <w:pStyle w:val="10"/>
        <w:keepNext/>
        <w:keepLines/>
        <w:shd w:val="clear" w:color="auto" w:fill="auto"/>
        <w:tabs>
          <w:tab w:val="left" w:pos="1276"/>
          <w:tab w:val="left" w:pos="1560"/>
        </w:tabs>
        <w:spacing w:before="0" w:after="0" w:line="240" w:lineRule="auto"/>
        <w:ind w:right="-44" w:firstLine="709"/>
        <w:rPr>
          <w:sz w:val="28"/>
          <w:szCs w:val="28"/>
        </w:rPr>
      </w:pPr>
      <w:bookmarkStart w:id="2" w:name="bookmark1"/>
      <w:r w:rsidRPr="00F07E57">
        <w:rPr>
          <w:sz w:val="28"/>
          <w:szCs w:val="28"/>
        </w:rPr>
        <w:t xml:space="preserve">РАЗДЕЛ II </w:t>
      </w:r>
    </w:p>
    <w:p w:rsidR="000D07F1" w:rsidRPr="00F07E57" w:rsidRDefault="000D07F1" w:rsidP="001A723F">
      <w:pPr>
        <w:pStyle w:val="10"/>
        <w:keepNext/>
        <w:keepLines/>
        <w:shd w:val="clear" w:color="auto" w:fill="auto"/>
        <w:tabs>
          <w:tab w:val="left" w:pos="1276"/>
          <w:tab w:val="left" w:pos="1560"/>
        </w:tabs>
        <w:spacing w:before="0" w:after="0" w:line="240" w:lineRule="auto"/>
        <w:ind w:right="-44" w:firstLine="709"/>
        <w:rPr>
          <w:sz w:val="28"/>
          <w:szCs w:val="28"/>
        </w:rPr>
      </w:pPr>
      <w:r w:rsidRPr="00F07E57">
        <w:rPr>
          <w:sz w:val="28"/>
          <w:szCs w:val="28"/>
        </w:rPr>
        <w:t>Стандарт предоставления муниципальной услуги</w:t>
      </w:r>
      <w:bookmarkEnd w:id="2"/>
    </w:p>
    <w:p w:rsidR="000D07F1" w:rsidRPr="00F07E57" w:rsidRDefault="000D07F1" w:rsidP="001A723F">
      <w:pPr>
        <w:pStyle w:val="10"/>
        <w:keepNext/>
        <w:keepLines/>
        <w:shd w:val="clear" w:color="auto" w:fill="auto"/>
        <w:tabs>
          <w:tab w:val="left" w:pos="1276"/>
          <w:tab w:val="left" w:pos="1560"/>
        </w:tabs>
        <w:spacing w:before="0" w:after="0" w:line="240" w:lineRule="auto"/>
        <w:ind w:right="-44" w:firstLine="709"/>
        <w:rPr>
          <w:rFonts w:cs="Courier New"/>
          <w:b w:val="0"/>
          <w:bCs w:val="0"/>
          <w:sz w:val="28"/>
          <w:szCs w:val="28"/>
        </w:rPr>
      </w:pPr>
    </w:p>
    <w:p w:rsidR="000D07F1" w:rsidRPr="00F07E57" w:rsidRDefault="000D07F1" w:rsidP="007D4361">
      <w:pPr>
        <w:pStyle w:val="2"/>
        <w:numPr>
          <w:ilvl w:val="0"/>
          <w:numId w:val="3"/>
        </w:numPr>
        <w:shd w:val="clear" w:color="auto" w:fill="auto"/>
        <w:tabs>
          <w:tab w:val="left" w:pos="1222"/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Наименование муниципальной услуги: «Внесение изменений в учет</w:t>
      </w:r>
      <w:r w:rsidRPr="00F07E57">
        <w:rPr>
          <w:sz w:val="28"/>
          <w:szCs w:val="28"/>
        </w:rPr>
        <w:softHyphen/>
        <w:t>ные данные граждан, состоящих на учете в качестве нуждающихся в жилых по</w:t>
      </w:r>
      <w:r w:rsidRPr="00F07E57">
        <w:rPr>
          <w:sz w:val="28"/>
          <w:szCs w:val="28"/>
        </w:rPr>
        <w:softHyphen/>
        <w:t>мещениях» (далее - муниципальная услуга).</w:t>
      </w:r>
    </w:p>
    <w:p w:rsidR="000D07F1" w:rsidRPr="00F07E57" w:rsidRDefault="000D07F1" w:rsidP="00066D98">
      <w:pPr>
        <w:pStyle w:val="2"/>
        <w:numPr>
          <w:ilvl w:val="0"/>
          <w:numId w:val="3"/>
        </w:numPr>
        <w:shd w:val="clear" w:color="auto" w:fill="auto"/>
        <w:tabs>
          <w:tab w:val="left" w:pos="1276"/>
          <w:tab w:val="left" w:pos="1489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Органом, предоставляющим муниципальную услугу, является администрация </w:t>
      </w:r>
      <w:r w:rsidRPr="00400E87">
        <w:rPr>
          <w:sz w:val="28"/>
          <w:szCs w:val="28"/>
        </w:rPr>
        <w:t>Запорожского сельского поселения Темрюкского района</w:t>
      </w:r>
      <w:r w:rsidRPr="00F07E57">
        <w:rPr>
          <w:sz w:val="28"/>
          <w:szCs w:val="28"/>
        </w:rPr>
        <w:t xml:space="preserve">. </w:t>
      </w:r>
    </w:p>
    <w:p w:rsidR="000D07F1" w:rsidRPr="00F07E57" w:rsidRDefault="000D07F1" w:rsidP="00376852">
      <w:pPr>
        <w:pStyle w:val="2"/>
        <w:shd w:val="clear" w:color="auto" w:fill="auto"/>
        <w:tabs>
          <w:tab w:val="left" w:pos="1276"/>
          <w:tab w:val="left" w:pos="1489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В предоставлении муниципальной услуги участвуют:</w:t>
      </w:r>
      <w:r w:rsidRPr="00A809DC">
        <w:rPr>
          <w:sz w:val="28"/>
          <w:szCs w:val="28"/>
        </w:rPr>
        <w:t xml:space="preserve"> </w:t>
      </w:r>
      <w:r w:rsidRPr="00F07E57">
        <w:rPr>
          <w:sz w:val="28"/>
          <w:szCs w:val="28"/>
        </w:rPr>
        <w:t xml:space="preserve">администрации </w:t>
      </w:r>
      <w:r w:rsidRPr="00400E87">
        <w:rPr>
          <w:sz w:val="28"/>
          <w:szCs w:val="28"/>
        </w:rPr>
        <w:t>Запорожского сельского поселения Темрюкского района</w:t>
      </w:r>
      <w:r w:rsidRPr="00F07E57">
        <w:rPr>
          <w:sz w:val="28"/>
          <w:szCs w:val="28"/>
        </w:rPr>
        <w:t>,</w:t>
      </w:r>
      <w:r w:rsidRPr="00A809DC">
        <w:rPr>
          <w:sz w:val="28"/>
          <w:szCs w:val="28"/>
        </w:rPr>
        <w:t xml:space="preserve"> </w:t>
      </w:r>
      <w:r w:rsidRPr="00F07E57">
        <w:rPr>
          <w:sz w:val="28"/>
          <w:szCs w:val="28"/>
        </w:rPr>
        <w:t>Муниципальное бюджетное учреждение «Многофункциональный центр по предоставлению государственных и муниципальных услуг»(далее - МБУ «МФЦ»).</w:t>
      </w:r>
    </w:p>
    <w:p w:rsidR="000D07F1" w:rsidRPr="00F07E57" w:rsidRDefault="000D07F1" w:rsidP="00376852">
      <w:pPr>
        <w:pStyle w:val="2"/>
        <w:shd w:val="clear" w:color="auto" w:fill="auto"/>
        <w:tabs>
          <w:tab w:val="left" w:pos="709"/>
          <w:tab w:val="left" w:pos="1276"/>
          <w:tab w:val="left" w:pos="1489"/>
          <w:tab w:val="left" w:pos="1560"/>
        </w:tabs>
        <w:spacing w:after="0" w:line="240" w:lineRule="auto"/>
        <w:ind w:right="-44" w:firstLine="0"/>
        <w:jc w:val="both"/>
        <w:rPr>
          <w:sz w:val="28"/>
          <w:szCs w:val="28"/>
        </w:rPr>
      </w:pPr>
      <w:r w:rsidRPr="00F07E57">
        <w:rPr>
          <w:rFonts w:cs="Courier New"/>
          <w:sz w:val="28"/>
          <w:szCs w:val="28"/>
        </w:rPr>
        <w:tab/>
      </w:r>
      <w:r w:rsidRPr="00F07E57">
        <w:rPr>
          <w:sz w:val="28"/>
          <w:szCs w:val="28"/>
        </w:rPr>
        <w:t xml:space="preserve">При предоставлении муниципальной услуги структурные подразделения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услуги, утвержденный нормативным правовым актом представительного органа </w:t>
      </w:r>
      <w:r w:rsidRPr="00400E87">
        <w:rPr>
          <w:sz w:val="28"/>
          <w:szCs w:val="28"/>
        </w:rPr>
        <w:t>Запорожского сельского поселения Темрюкского района</w:t>
      </w:r>
      <w:r w:rsidRPr="00F07E57">
        <w:rPr>
          <w:sz w:val="28"/>
          <w:szCs w:val="28"/>
        </w:rPr>
        <w:t>.</w:t>
      </w:r>
    </w:p>
    <w:p w:rsidR="000D07F1" w:rsidRPr="00F07E57" w:rsidRDefault="000D07F1" w:rsidP="007D4361">
      <w:pPr>
        <w:pStyle w:val="2"/>
        <w:numPr>
          <w:ilvl w:val="0"/>
          <w:numId w:val="3"/>
        </w:numPr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Результатом предоставления муниципальной услуги является издание постановления администрации </w:t>
      </w:r>
      <w:r w:rsidRPr="00400E87">
        <w:rPr>
          <w:sz w:val="28"/>
          <w:szCs w:val="28"/>
        </w:rPr>
        <w:t>Запорожского сельского поселения Темрюкского района</w:t>
      </w:r>
      <w:r w:rsidRPr="00F07E57">
        <w:rPr>
          <w:sz w:val="28"/>
          <w:szCs w:val="28"/>
        </w:rPr>
        <w:t>:</w:t>
      </w:r>
    </w:p>
    <w:p w:rsidR="000D07F1" w:rsidRPr="00F07E57" w:rsidRDefault="000D07F1" w:rsidP="001A723F">
      <w:pPr>
        <w:pStyle w:val="2"/>
        <w:shd w:val="clear" w:color="auto" w:fill="auto"/>
        <w:tabs>
          <w:tab w:val="left" w:pos="975"/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о</w:t>
      </w:r>
      <w:r w:rsidRPr="00F07E57">
        <w:rPr>
          <w:sz w:val="28"/>
          <w:szCs w:val="28"/>
        </w:rPr>
        <w:tab/>
        <w:t>внесении изменения в учётное дело гражданина, состоящего на учёте в качестве нуждающихся в жилых помещениях;</w:t>
      </w:r>
    </w:p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об отказе во внесении изменения в учетное дело гражданина, состоящего на учёте в качестве нуждающихся в жилых помещениях.</w:t>
      </w:r>
    </w:p>
    <w:p w:rsidR="000D07F1" w:rsidRPr="00F07E57" w:rsidRDefault="000D07F1" w:rsidP="007D4361">
      <w:pPr>
        <w:pStyle w:val="2"/>
        <w:numPr>
          <w:ilvl w:val="0"/>
          <w:numId w:val="3"/>
        </w:numPr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Срок предоставления муниципальной услуги составляет не более 30 рабочих дней со дня представления заявителем всех необходимых документов.</w:t>
      </w:r>
    </w:p>
    <w:p w:rsidR="000D07F1" w:rsidRPr="00F07E57" w:rsidRDefault="000D07F1" w:rsidP="007D4361">
      <w:pPr>
        <w:pStyle w:val="2"/>
        <w:numPr>
          <w:ilvl w:val="0"/>
          <w:numId w:val="3"/>
        </w:numPr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Правовыми основаниями для предоставления муниципальной услуги являются:</w:t>
      </w:r>
    </w:p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Конституция Российской Федерации (текст опубликован в «Российской газете» от 25 декабря 1993 года № 237; текст с учётом поправок, внесённых за</w:t>
      </w:r>
      <w:r w:rsidRPr="00F07E57">
        <w:rPr>
          <w:sz w:val="28"/>
          <w:szCs w:val="28"/>
        </w:rPr>
        <w:softHyphen/>
        <w:t>конами Российской Федерации о поправках к Конституции Российской Федера</w:t>
      </w:r>
      <w:r w:rsidRPr="00F07E57">
        <w:rPr>
          <w:sz w:val="28"/>
          <w:szCs w:val="28"/>
        </w:rPr>
        <w:softHyphen/>
        <w:t>ции от 5 февраля 2014 года № 2-ФКЗ, в Собрании законодательства Российской Федерации от 3 марта 2014 года № 9 статья 851, от 21 июля 2014 года № 11-ФКЗ, в Собрании законодательства Российской Федерации от 4 августа 2014 го</w:t>
      </w:r>
      <w:r w:rsidRPr="00F07E57">
        <w:rPr>
          <w:sz w:val="28"/>
          <w:szCs w:val="28"/>
        </w:rPr>
        <w:softHyphen/>
        <w:t>да № 31 ст. 4398);</w:t>
      </w:r>
    </w:p>
    <w:p w:rsidR="000D07F1" w:rsidRPr="00F07E57" w:rsidRDefault="000D07F1" w:rsidP="006D4CFB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Жилищный кодекс Российской Федерации (текст опубликован в «Россий</w:t>
      </w:r>
      <w:r w:rsidRPr="00F07E57">
        <w:rPr>
          <w:sz w:val="28"/>
          <w:szCs w:val="28"/>
        </w:rPr>
        <w:softHyphen/>
        <w:t>ской газете» от 12 января 2005 года № 1, в «Парламентской газете» от 15 января 2005 года № 7-8, в Собрании законодательства Российской Федера</w:t>
      </w:r>
      <w:r w:rsidRPr="00F07E57">
        <w:rPr>
          <w:sz w:val="28"/>
          <w:szCs w:val="28"/>
        </w:rPr>
        <w:softHyphen/>
        <w:t>ции от                          3 января 2005 года № 1 (часть I) ст. 14;</w:t>
      </w:r>
    </w:p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Федеральный закон от 29 декабря 2004 года № 189-ФЗ «О введении в дей</w:t>
      </w:r>
      <w:r w:rsidRPr="00F07E57">
        <w:rPr>
          <w:sz w:val="28"/>
          <w:szCs w:val="28"/>
        </w:rPr>
        <w:softHyphen/>
        <w:t>ствие Жилищного кодекса Российской Федерации» (текст опубликован в                         «Рос</w:t>
      </w:r>
      <w:r w:rsidRPr="00F07E57">
        <w:rPr>
          <w:sz w:val="28"/>
          <w:szCs w:val="28"/>
        </w:rPr>
        <w:softHyphen/>
        <w:t>сийской газете» от 12 января 2005 года № 1, текст с изменениями опубликован в «Российской газете» от 29 декабря 2005 года №294, от 31 декабря 2006 года№ 297, от 5 декабря 2007 года № 272, от 15 мая 2009 года № 87, от4 февраля 2010 года № 22, от 3 августа 2010 года № 170, от 7 июня 2011 года№ 121, от23 июля 2014 года № 163, в Собрании законодательства Российской Федерации от 28 июля 2014 года № 30 (часть I) ст. 4218;</w:t>
      </w:r>
    </w:p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Федеральный закон от 27 июля 2010 № 210-ФЗ «Об организации предо</w:t>
      </w:r>
      <w:r w:rsidRPr="00F07E57">
        <w:rPr>
          <w:sz w:val="28"/>
          <w:szCs w:val="28"/>
        </w:rPr>
        <w:softHyphen/>
        <w:t>ставления государственных и муниципальных услуг» (текст опубликован в «Российской газете» от 30 июля 2010 года № 168, текст с изменениями опубли</w:t>
      </w:r>
      <w:r w:rsidRPr="00F07E57">
        <w:rPr>
          <w:sz w:val="28"/>
          <w:szCs w:val="28"/>
        </w:rPr>
        <w:softHyphen/>
        <w:t>кован в «Российской газете» от 30 июня 2011 года № 139, от 4 июля 2011 года № 142, от 15 июля 2011 года № 153, от 21 июля 2011 года № 157, от 9 декабря 2011 года № 278, от 30 июля 2012 года № 172, от 25 декабря 2013 года № 291, от 30 июля 2014 года № 169, в Собрании законодательства Российской Феде</w:t>
      </w:r>
      <w:r w:rsidRPr="00F07E57">
        <w:rPr>
          <w:sz w:val="28"/>
          <w:szCs w:val="28"/>
        </w:rPr>
        <w:softHyphen/>
        <w:t>рации от 28 июля 2014 года № 30 (часть Г) ст. 4264);</w:t>
      </w:r>
    </w:p>
    <w:p w:rsidR="000D07F1" w:rsidRPr="00F07E57" w:rsidRDefault="000D07F1" w:rsidP="00D22A56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постановление Правительства Российской Федерации от 16 мая 2011 года № 373 «О разработке и утверждении административных регламентов исполне</w:t>
      </w:r>
      <w:r w:rsidRPr="00F07E57">
        <w:rPr>
          <w:sz w:val="28"/>
          <w:szCs w:val="28"/>
        </w:rPr>
        <w:softHyphen/>
        <w:t>ния государственных функций и административных регламентов предоставле</w:t>
      </w:r>
      <w:r w:rsidRPr="00F07E57">
        <w:rPr>
          <w:sz w:val="28"/>
          <w:szCs w:val="28"/>
        </w:rPr>
        <w:softHyphen/>
        <w:t>ния государственных услуг» (текст опубликован в «Собрании законодательства Российской Федерации» от 30 мая 2011 года № 22, ст. 3169, текст с изменения</w:t>
      </w:r>
      <w:r w:rsidRPr="00F07E57">
        <w:rPr>
          <w:sz w:val="28"/>
          <w:szCs w:val="28"/>
        </w:rPr>
        <w:softHyphen/>
        <w:t>ми опубликован в «Российской газете» от 26 августа 2011 года № 189, от 31 ав</w:t>
      </w:r>
      <w:r w:rsidRPr="00F07E57">
        <w:rPr>
          <w:sz w:val="28"/>
          <w:szCs w:val="28"/>
        </w:rPr>
        <w:softHyphen/>
        <w:t>густа 2012 года № 200, в «Собрании законодательства Российской Федерации»</w:t>
      </w:r>
      <w:r w:rsidRPr="00A809DC">
        <w:rPr>
          <w:sz w:val="28"/>
          <w:szCs w:val="28"/>
        </w:rPr>
        <w:t xml:space="preserve"> </w:t>
      </w:r>
      <w:r w:rsidRPr="00F07E57">
        <w:rPr>
          <w:sz w:val="28"/>
          <w:szCs w:val="28"/>
        </w:rPr>
        <w:t>от</w:t>
      </w:r>
      <w:r w:rsidRPr="00A809DC">
        <w:rPr>
          <w:sz w:val="28"/>
          <w:szCs w:val="28"/>
        </w:rPr>
        <w:t xml:space="preserve"> </w:t>
      </w:r>
      <w:r w:rsidRPr="00F07E57">
        <w:rPr>
          <w:sz w:val="28"/>
          <w:szCs w:val="28"/>
        </w:rPr>
        <w:t>9 июля 2012 года № 28, ст. 3908, от 3 февраля 2014 года № 5,  ст. 506);</w:t>
      </w:r>
    </w:p>
    <w:p w:rsidR="000D07F1" w:rsidRPr="00F07E57" w:rsidRDefault="000D07F1" w:rsidP="00A809DC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Закон Краснодарского края от 29 декабря 2008 года №1655-КЗ «О порядке ведения органами местного самоуправления учёта граждан в качестве нужда</w:t>
      </w:r>
      <w:r w:rsidRPr="00F07E57">
        <w:rPr>
          <w:sz w:val="28"/>
          <w:szCs w:val="28"/>
        </w:rPr>
        <w:softHyphen/>
        <w:t>ющихся в жилых помещениях» (текст опубликован в газете «Кубанские ново</w:t>
      </w:r>
      <w:r w:rsidRPr="00F07E57">
        <w:rPr>
          <w:sz w:val="28"/>
          <w:szCs w:val="28"/>
        </w:rPr>
        <w:softHyphen/>
        <w:t>сти» от 31 декабря 2008 года № 225, текст с изменениями опубликован на официальном сай</w:t>
      </w:r>
      <w:r>
        <w:rPr>
          <w:sz w:val="28"/>
          <w:szCs w:val="28"/>
        </w:rPr>
        <w:t>те администрации Краснодарского</w:t>
      </w:r>
      <w:r w:rsidRPr="00A809DC">
        <w:rPr>
          <w:sz w:val="28"/>
          <w:szCs w:val="28"/>
        </w:rPr>
        <w:t xml:space="preserve"> </w:t>
      </w:r>
      <w:r w:rsidRPr="00F07E57">
        <w:rPr>
          <w:sz w:val="28"/>
          <w:szCs w:val="28"/>
        </w:rPr>
        <w:t>края</w:t>
      </w:r>
      <w:r w:rsidRPr="00A809DC">
        <w:rPr>
          <w:sz w:val="28"/>
          <w:szCs w:val="28"/>
        </w:rPr>
        <w:t xml:space="preserve"> </w:t>
      </w:r>
      <w:hyperlink r:id="rId14" w:history="1">
        <w:r w:rsidRPr="00F07E57">
          <w:rPr>
            <w:rStyle w:val="Hyperlink"/>
            <w:sz w:val="28"/>
            <w:szCs w:val="28"/>
            <w:u w:val="none"/>
          </w:rPr>
          <w:t>http://admkrai</w:t>
        </w:r>
      </w:hyperlink>
      <w:r w:rsidRPr="00F07E57">
        <w:rPr>
          <w:rStyle w:val="a2"/>
          <w:b w:val="0"/>
          <w:bCs w:val="0"/>
          <w:color w:val="auto"/>
          <w:sz w:val="28"/>
          <w:szCs w:val="28"/>
          <w:u w:val="none"/>
          <w:lang w:val="ru-RU" w:eastAsia="ru-RU"/>
        </w:rPr>
        <w:t>.</w:t>
      </w:r>
      <w:r w:rsidRPr="00F07E57">
        <w:rPr>
          <w:rStyle w:val="11"/>
          <w:color w:val="auto"/>
          <w:sz w:val="28"/>
          <w:szCs w:val="28"/>
          <w:u w:val="none"/>
          <w:lang w:eastAsia="ru-RU"/>
        </w:rPr>
        <w:t>krasnodar</w:t>
      </w:r>
      <w:r w:rsidRPr="00F07E57">
        <w:rPr>
          <w:rStyle w:val="11"/>
          <w:color w:val="auto"/>
          <w:sz w:val="28"/>
          <w:szCs w:val="28"/>
          <w:u w:val="none"/>
          <w:lang w:val="ru-RU" w:eastAsia="ru-RU"/>
        </w:rPr>
        <w:t>.</w:t>
      </w:r>
      <w:r w:rsidRPr="00F07E57">
        <w:rPr>
          <w:rStyle w:val="11"/>
          <w:color w:val="auto"/>
          <w:sz w:val="28"/>
          <w:szCs w:val="28"/>
          <w:u w:val="none"/>
          <w:lang w:eastAsia="ru-RU"/>
        </w:rPr>
        <w:t>ru</w:t>
      </w:r>
      <w:r w:rsidRPr="00F07E57">
        <w:rPr>
          <w:rStyle w:val="11"/>
          <w:color w:val="auto"/>
          <w:sz w:val="28"/>
          <w:szCs w:val="28"/>
          <w:u w:val="none"/>
          <w:lang w:val="ru-RU" w:eastAsia="ru-RU"/>
        </w:rPr>
        <w:t>/</w:t>
      </w:r>
      <w:r w:rsidRPr="00F07E57">
        <w:rPr>
          <w:rStyle w:val="11"/>
          <w:color w:val="auto"/>
          <w:sz w:val="28"/>
          <w:szCs w:val="28"/>
          <w:u w:val="none"/>
          <w:lang w:eastAsia="ru-RU"/>
        </w:rPr>
        <w:t>ndocs</w:t>
      </w:r>
      <w:r w:rsidRPr="00F07E57">
        <w:rPr>
          <w:rStyle w:val="11"/>
          <w:color w:val="auto"/>
          <w:sz w:val="28"/>
          <w:szCs w:val="28"/>
          <w:u w:val="none"/>
          <w:lang w:val="ru-RU" w:eastAsia="ru-RU"/>
        </w:rPr>
        <w:t>/</w:t>
      </w:r>
      <w:r w:rsidRPr="00F07E57">
        <w:rPr>
          <w:color w:val="auto"/>
          <w:sz w:val="28"/>
          <w:szCs w:val="28"/>
        </w:rPr>
        <w:t>)</w:t>
      </w:r>
      <w:r w:rsidRPr="00F07E57">
        <w:rPr>
          <w:sz w:val="28"/>
          <w:szCs w:val="28"/>
        </w:rPr>
        <w:t xml:space="preserve"> 12 марта 2014 года, в газете «Кубанские новости»,  от 24 марта 2014 года №52);</w:t>
      </w:r>
    </w:p>
    <w:p w:rsidR="000D07F1" w:rsidRPr="00F07E57" w:rsidRDefault="000D07F1" w:rsidP="00D22A56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постановление главы администрации Краснодарского края от 17 апреля 2007 года № 335 «Об организации учёта в качестве нуждающихся в жилых помещениях малоимущих граждан и граждан отдельных категорий» (текст опубликован в газете «Кубанские новости» от 28 апреля 2007 года № 63); </w:t>
      </w:r>
    </w:p>
    <w:p w:rsidR="000D07F1" w:rsidRPr="00F07E57" w:rsidRDefault="000D07F1" w:rsidP="00D22A56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Устав </w:t>
      </w:r>
      <w:r w:rsidRPr="00400E87">
        <w:rPr>
          <w:sz w:val="28"/>
          <w:szCs w:val="28"/>
        </w:rPr>
        <w:t>Запорожского сельского поселения Темрюкского района</w:t>
      </w:r>
      <w:r w:rsidRPr="00F07E57">
        <w:rPr>
          <w:sz w:val="28"/>
          <w:szCs w:val="28"/>
        </w:rPr>
        <w:t>;</w:t>
      </w:r>
    </w:p>
    <w:p w:rsidR="000D07F1" w:rsidRPr="00F07E57" w:rsidRDefault="000D07F1" w:rsidP="00D22A56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настоящий административный регламент.</w:t>
      </w:r>
    </w:p>
    <w:p w:rsidR="000D07F1" w:rsidRPr="00F07E57" w:rsidRDefault="000D07F1" w:rsidP="0074732A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2.6. Перечень документов для предостав</w:t>
      </w:r>
      <w:r w:rsidRPr="00F07E57">
        <w:rPr>
          <w:sz w:val="28"/>
          <w:szCs w:val="28"/>
        </w:rPr>
        <w:softHyphen/>
        <w:t>ления муниципальной услуги, необходимых в соответствии с законодательными или иными нормативными правовыми актами в зависимости от ситуации в связи с которой производится внесение изменений в учетные данные граждан, состоящих на учете в качестве нуждающихся в жилых помещениях:</w:t>
      </w:r>
    </w:p>
    <w:p w:rsidR="000D07F1" w:rsidRPr="00F07E57" w:rsidRDefault="000D07F1" w:rsidP="00A65DB9">
      <w:pPr>
        <w:pStyle w:val="21"/>
        <w:shd w:val="clear" w:color="auto" w:fill="auto"/>
        <w:tabs>
          <w:tab w:val="left" w:pos="1276"/>
          <w:tab w:val="left" w:pos="1560"/>
        </w:tabs>
        <w:spacing w:line="240" w:lineRule="auto"/>
        <w:ind w:right="-44" w:firstLine="709"/>
        <w:rPr>
          <w:b w:val="0"/>
          <w:bCs w:val="0"/>
          <w:sz w:val="28"/>
          <w:szCs w:val="28"/>
        </w:rPr>
      </w:pPr>
      <w:r w:rsidRPr="00F07E57">
        <w:rPr>
          <w:b w:val="0"/>
          <w:bCs w:val="0"/>
          <w:sz w:val="28"/>
          <w:szCs w:val="28"/>
        </w:rPr>
        <w:t>2.6.1.В случае изменения состава семьи заявителя:</w:t>
      </w:r>
    </w:p>
    <w:p w:rsidR="000D07F1" w:rsidRPr="00F07E57" w:rsidRDefault="000D07F1" w:rsidP="00AF3596">
      <w:pPr>
        <w:pStyle w:val="2"/>
        <w:shd w:val="clear" w:color="auto" w:fill="auto"/>
        <w:tabs>
          <w:tab w:val="left" w:pos="1066"/>
          <w:tab w:val="left" w:pos="1276"/>
          <w:tab w:val="left" w:pos="1418"/>
          <w:tab w:val="left" w:pos="1701"/>
          <w:tab w:val="left" w:pos="1843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sz w:val="28"/>
          <w:szCs w:val="28"/>
        </w:rPr>
        <w:t xml:space="preserve">заявление об изменении состава семьи </w:t>
      </w:r>
      <w:r w:rsidRPr="00F07E57">
        <w:rPr>
          <w:color w:val="auto"/>
          <w:sz w:val="28"/>
          <w:szCs w:val="28"/>
        </w:rPr>
        <w:t>заявителя по форме, согласно приложению № 1 к настоящему административному регламенту (образец заполнения заявления приводится в приложении № 2 к настоящему административному регламенту);</w:t>
      </w:r>
    </w:p>
    <w:p w:rsidR="000D07F1" w:rsidRPr="00F07E57" w:rsidRDefault="000D07F1" w:rsidP="00AF3596">
      <w:pPr>
        <w:pStyle w:val="2"/>
        <w:shd w:val="clear" w:color="auto" w:fill="auto"/>
        <w:tabs>
          <w:tab w:val="left" w:pos="1066"/>
          <w:tab w:val="left" w:pos="1276"/>
          <w:tab w:val="left" w:pos="1418"/>
          <w:tab w:val="left" w:pos="1701"/>
          <w:tab w:val="left" w:pos="1843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документ, удостоверяющий личность заявителя и членов его семьи, со</w:t>
      </w:r>
      <w:r w:rsidRPr="00F07E57">
        <w:rPr>
          <w:color w:val="auto"/>
          <w:sz w:val="28"/>
          <w:szCs w:val="28"/>
        </w:rPr>
        <w:softHyphen/>
        <w:t>стоящих на учете в качестве нуждающихся в жилых помещениях;</w:t>
      </w:r>
    </w:p>
    <w:p w:rsidR="000D07F1" w:rsidRPr="00F07E57" w:rsidRDefault="000D07F1" w:rsidP="00AF3596">
      <w:pPr>
        <w:pStyle w:val="2"/>
        <w:shd w:val="clear" w:color="auto" w:fill="auto"/>
        <w:tabs>
          <w:tab w:val="left" w:pos="1066"/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свидетельство(а) о государственной регистрации актов гражданского состояния:</w:t>
      </w:r>
    </w:p>
    <w:p w:rsidR="000D07F1" w:rsidRPr="00F07E57" w:rsidRDefault="000D07F1" w:rsidP="00AF3596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свидетельство о рождении (для граждан отдельных категорий независимо от возраста);</w:t>
      </w:r>
    </w:p>
    <w:p w:rsidR="000D07F1" w:rsidRPr="00F07E57" w:rsidRDefault="000D07F1" w:rsidP="004C2A63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свидетельство о рождении ребенка (детей); свидетельство о заключении брака; свидетельство о расторжении брака; свидетельство об усыновлении; свидетельство об установлении отцовства; свидетельство о перемене имени; свидетельство о смерти;</w:t>
      </w:r>
    </w:p>
    <w:p w:rsidR="000D07F1" w:rsidRPr="00F07E57" w:rsidRDefault="000D07F1" w:rsidP="00AF3596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выписка(и) из лицевого счета жилого(ых) помещения(ий), принадлежаще</w:t>
      </w:r>
      <w:r w:rsidRPr="00F07E57">
        <w:rPr>
          <w:color w:val="auto"/>
          <w:sz w:val="28"/>
          <w:szCs w:val="28"/>
        </w:rPr>
        <w:softHyphen/>
        <w:t xml:space="preserve">го) гражданину и (или) членам его семьи, указанным в заявлении о принятии на учет (состоящим на учете), и (или) гражданам, указанным в абзаце третьем части 2 статьи 6 </w:t>
      </w:r>
      <w:r w:rsidRPr="00F07E57">
        <w:rPr>
          <w:sz w:val="28"/>
          <w:szCs w:val="28"/>
        </w:rPr>
        <w:t>Закона Краснодарского края от 29 декабря 2008 года №1655-КЗ «О порядке ведения органами местного самоуправления учёта граждан в качестве нужда</w:t>
      </w:r>
      <w:r w:rsidRPr="00F07E57">
        <w:rPr>
          <w:sz w:val="28"/>
          <w:szCs w:val="28"/>
        </w:rPr>
        <w:softHyphen/>
        <w:t>ющихся в жилых помещениях»</w:t>
      </w:r>
      <w:r w:rsidRPr="00F07E57">
        <w:rPr>
          <w:color w:val="auto"/>
          <w:sz w:val="28"/>
          <w:szCs w:val="28"/>
        </w:rPr>
        <w:t>, на праве собственно</w:t>
      </w:r>
      <w:r w:rsidRPr="00F07E57">
        <w:rPr>
          <w:color w:val="auto"/>
          <w:sz w:val="28"/>
          <w:szCs w:val="28"/>
        </w:rPr>
        <w:softHyphen/>
        <w:t>сти, фактически занимаемого(ых) гражданином и (или) членами его семьи, ука</w:t>
      </w:r>
      <w:r w:rsidRPr="00F07E57">
        <w:rPr>
          <w:color w:val="auto"/>
          <w:sz w:val="28"/>
          <w:szCs w:val="28"/>
        </w:rPr>
        <w:softHyphen/>
        <w:t>занными в заявлении о принятии на учет (состоящими на учете), и (или) гражда</w:t>
      </w:r>
      <w:r w:rsidRPr="00F07E57">
        <w:rPr>
          <w:color w:val="auto"/>
          <w:sz w:val="28"/>
          <w:szCs w:val="28"/>
        </w:rPr>
        <w:softHyphen/>
        <w:t xml:space="preserve">нами, указанными в абзаце третьем части 2 статьи 6 </w:t>
      </w:r>
      <w:r w:rsidRPr="00F07E57">
        <w:rPr>
          <w:sz w:val="28"/>
          <w:szCs w:val="28"/>
        </w:rPr>
        <w:t>Закона Краснодарского края от 29 декабря 2008 года №1655-КЗ «О порядке ведения органами местного самоуправления учёта граждан в качестве нужда</w:t>
      </w:r>
      <w:r w:rsidRPr="00F07E57">
        <w:rPr>
          <w:sz w:val="28"/>
          <w:szCs w:val="28"/>
        </w:rPr>
        <w:softHyphen/>
        <w:t>ющихся в жилых помещениях»</w:t>
      </w:r>
      <w:r w:rsidRPr="00F07E57">
        <w:rPr>
          <w:color w:val="auto"/>
          <w:sz w:val="28"/>
          <w:szCs w:val="28"/>
        </w:rPr>
        <w:t>, составленные не ранее чем за два месяца до даты представления их в уполномоченный орган по учету. Форма выписки из лицевого счета жилого помещения, порядок ее заполнения и выдачи устанавливаются органом испол</w:t>
      </w:r>
      <w:r w:rsidRPr="00F07E57">
        <w:rPr>
          <w:color w:val="auto"/>
          <w:sz w:val="28"/>
          <w:szCs w:val="28"/>
        </w:rPr>
        <w:softHyphen/>
        <w:t>нительной власти Краснодарского края в области жилищно-коммунального хо</w:t>
      </w:r>
      <w:r w:rsidRPr="00F07E57">
        <w:rPr>
          <w:color w:val="auto"/>
          <w:sz w:val="28"/>
          <w:szCs w:val="28"/>
        </w:rPr>
        <w:softHyphen/>
        <w:t>зяйства.</w:t>
      </w:r>
    </w:p>
    <w:p w:rsidR="000D07F1" w:rsidRPr="00F07E57" w:rsidRDefault="000D07F1" w:rsidP="004C2A63">
      <w:pPr>
        <w:pStyle w:val="21"/>
        <w:shd w:val="clear" w:color="auto" w:fill="auto"/>
        <w:tabs>
          <w:tab w:val="left" w:pos="1276"/>
          <w:tab w:val="left" w:pos="1560"/>
        </w:tabs>
        <w:spacing w:line="240" w:lineRule="auto"/>
        <w:ind w:right="-44" w:firstLine="709"/>
        <w:jc w:val="left"/>
        <w:rPr>
          <w:b w:val="0"/>
          <w:bCs w:val="0"/>
          <w:color w:val="auto"/>
          <w:sz w:val="28"/>
          <w:szCs w:val="28"/>
        </w:rPr>
      </w:pPr>
      <w:r w:rsidRPr="00F07E57">
        <w:rPr>
          <w:b w:val="0"/>
          <w:bCs w:val="0"/>
          <w:color w:val="auto"/>
          <w:sz w:val="28"/>
          <w:szCs w:val="28"/>
        </w:rPr>
        <w:t>2.6.2. В случае изменения места жительства заявителя:</w:t>
      </w:r>
    </w:p>
    <w:p w:rsidR="000D07F1" w:rsidRPr="00F07E57" w:rsidRDefault="000D07F1" w:rsidP="00AF3596">
      <w:pPr>
        <w:pStyle w:val="2"/>
        <w:shd w:val="clear" w:color="auto" w:fill="auto"/>
        <w:tabs>
          <w:tab w:val="left" w:pos="1066"/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заявление об изменении места жительства заявителя по форме, согласно приложению № 3 к настоящему административному регламенту (образец заполнения заявления приводится в приложении № 4 к настоящему административному регламенту);</w:t>
      </w:r>
    </w:p>
    <w:p w:rsidR="000D07F1" w:rsidRPr="00F07E57" w:rsidRDefault="000D07F1" w:rsidP="00AF3596">
      <w:pPr>
        <w:pStyle w:val="2"/>
        <w:shd w:val="clear" w:color="auto" w:fill="auto"/>
        <w:tabs>
          <w:tab w:val="left" w:pos="1066"/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документ, удостоверяющий личность заявителя и членов его семьи, со</w:t>
      </w:r>
      <w:r w:rsidRPr="00F07E57">
        <w:rPr>
          <w:color w:val="auto"/>
          <w:sz w:val="28"/>
          <w:szCs w:val="28"/>
        </w:rPr>
        <w:softHyphen/>
        <w:t>стоящих на учете в качестве нуждающихся в жилых помещениях;</w:t>
      </w:r>
    </w:p>
    <w:p w:rsidR="000D07F1" w:rsidRPr="00F07E57" w:rsidRDefault="000D07F1" w:rsidP="00AF3596">
      <w:pPr>
        <w:pStyle w:val="2"/>
        <w:shd w:val="clear" w:color="auto" w:fill="auto"/>
        <w:tabs>
          <w:tab w:val="left" w:pos="1066"/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свидетельство(а) о государственной регистрации актов гражданского состояния:</w:t>
      </w:r>
    </w:p>
    <w:p w:rsidR="000D07F1" w:rsidRPr="00F07E57" w:rsidRDefault="000D07F1" w:rsidP="004C2A63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свидетельство о рождении (для граждан отдельных категорий независимо от возраста);</w:t>
      </w:r>
    </w:p>
    <w:p w:rsidR="000D07F1" w:rsidRPr="00F07E57" w:rsidRDefault="000D07F1" w:rsidP="004C2A63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свидетельство о рождении ребенка (детей); свидетельство о заключении брака; свидетельство о расторжении брака; свидетельство об усыновлении; свидетельство об установлении отцовства; свидетельство о перемене имени; свидетельство о смерти;</w:t>
      </w:r>
    </w:p>
    <w:p w:rsidR="000D07F1" w:rsidRPr="00F07E57" w:rsidRDefault="000D07F1" w:rsidP="007D4361">
      <w:pPr>
        <w:pStyle w:val="2"/>
        <w:numPr>
          <w:ilvl w:val="0"/>
          <w:numId w:val="27"/>
        </w:numPr>
        <w:shd w:val="clear" w:color="auto" w:fill="auto"/>
        <w:tabs>
          <w:tab w:val="left" w:pos="1064"/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документы, на основании которых гражданин и члены его семьи, ука</w:t>
      </w:r>
      <w:r w:rsidRPr="00F07E57">
        <w:rPr>
          <w:color w:val="auto"/>
          <w:sz w:val="28"/>
          <w:szCs w:val="28"/>
        </w:rPr>
        <w:softHyphen/>
        <w:t>занные в заявлении о принятии на учет (состоящие на учете), занимают жи-лое(ые) помещение(ия):</w:t>
      </w:r>
    </w:p>
    <w:p w:rsidR="000D07F1" w:rsidRPr="00F07E57" w:rsidRDefault="000D07F1" w:rsidP="004C2A63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договор социального найма жилого помещения;</w:t>
      </w:r>
    </w:p>
    <w:p w:rsidR="000D07F1" w:rsidRPr="00F07E57" w:rsidRDefault="000D07F1" w:rsidP="004C2A63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договор найма специализированного жилого помещения;</w:t>
      </w:r>
    </w:p>
    <w:p w:rsidR="000D07F1" w:rsidRPr="00F07E57" w:rsidRDefault="000D07F1" w:rsidP="004C2A63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договор найма жилого помещения жилищного фонда коммерческого ис</w:t>
      </w:r>
      <w:r w:rsidRPr="00F07E57">
        <w:rPr>
          <w:color w:val="auto"/>
          <w:sz w:val="28"/>
          <w:szCs w:val="28"/>
        </w:rPr>
        <w:softHyphen/>
        <w:t>пользования;</w:t>
      </w:r>
    </w:p>
    <w:p w:rsidR="000D07F1" w:rsidRPr="00F07E57" w:rsidRDefault="000D07F1" w:rsidP="004C2A63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договор поднайма жилого помещения жилищного фонда социального ис</w:t>
      </w:r>
      <w:r w:rsidRPr="00F07E57">
        <w:rPr>
          <w:color w:val="auto"/>
          <w:sz w:val="28"/>
          <w:szCs w:val="28"/>
        </w:rPr>
        <w:softHyphen/>
        <w:t>пользования;</w:t>
      </w:r>
    </w:p>
    <w:p w:rsidR="000D07F1" w:rsidRPr="00F07E57" w:rsidRDefault="000D07F1" w:rsidP="004C2A63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договор безвозмездного пользования жилым помещением индивидуально</w:t>
      </w:r>
      <w:r w:rsidRPr="00F07E57">
        <w:rPr>
          <w:color w:val="auto"/>
          <w:sz w:val="28"/>
          <w:szCs w:val="28"/>
        </w:rPr>
        <w:softHyphen/>
        <w:t>го жилищного фонда;</w:t>
      </w:r>
    </w:p>
    <w:p w:rsidR="000D07F1" w:rsidRPr="00F07E57" w:rsidRDefault="000D07F1" w:rsidP="004C2A63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свидетельство о государственной регистрации права собственности на жи</w:t>
      </w:r>
      <w:r w:rsidRPr="00F07E57">
        <w:rPr>
          <w:color w:val="auto"/>
          <w:sz w:val="28"/>
          <w:szCs w:val="28"/>
        </w:rPr>
        <w:softHyphen/>
        <w:t>лое помещение, в котором гражданин и члены его семьи, указанные в заявлении</w:t>
      </w:r>
    </w:p>
    <w:p w:rsidR="000D07F1" w:rsidRPr="00F07E57" w:rsidRDefault="000D07F1" w:rsidP="00AF3596">
      <w:pPr>
        <w:pStyle w:val="2"/>
        <w:shd w:val="clear" w:color="auto" w:fill="auto"/>
        <w:tabs>
          <w:tab w:val="left" w:pos="270"/>
          <w:tab w:val="left" w:pos="1276"/>
          <w:tab w:val="left" w:pos="1560"/>
        </w:tabs>
        <w:spacing w:after="0" w:line="240" w:lineRule="auto"/>
        <w:ind w:right="-44" w:firstLine="0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о</w:t>
      </w:r>
      <w:r w:rsidRPr="00F07E57">
        <w:rPr>
          <w:color w:val="auto"/>
          <w:sz w:val="28"/>
          <w:szCs w:val="28"/>
        </w:rPr>
        <w:tab/>
        <w:t>принятии на учет (состоящие на учете), проживают в качестве членов семьи собственника данного жилого помещения.</w:t>
      </w:r>
    </w:p>
    <w:p w:rsidR="000D07F1" w:rsidRPr="00F07E57" w:rsidRDefault="000D07F1" w:rsidP="00AF3596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выписка(и) из лицевого счета жилого(ых) помещения(ий), принадлежаще</w:t>
      </w:r>
      <w:r w:rsidRPr="00F07E57">
        <w:rPr>
          <w:color w:val="auto"/>
          <w:sz w:val="28"/>
          <w:szCs w:val="28"/>
        </w:rPr>
        <w:softHyphen/>
        <w:t xml:space="preserve">го гражданину и (или) членам его семьи, указанным в заявлении о принятии на учет (состоящим на учете), и (или) гражданам, указанным в абзаце третьем части 2 статьи 6 </w:t>
      </w:r>
      <w:r w:rsidRPr="00F07E57">
        <w:rPr>
          <w:sz w:val="28"/>
          <w:szCs w:val="28"/>
        </w:rPr>
        <w:t>Закона Краснодарского края от 29 декабря 2008 года №1655-КЗ «О порядке ведения органами местного самоуправления учёта граждан в качестве нужда</w:t>
      </w:r>
      <w:r w:rsidRPr="00F07E57">
        <w:rPr>
          <w:sz w:val="28"/>
          <w:szCs w:val="28"/>
        </w:rPr>
        <w:softHyphen/>
        <w:t>ющихся в жилых помещениях»</w:t>
      </w:r>
      <w:r w:rsidRPr="00F07E57">
        <w:rPr>
          <w:color w:val="auto"/>
          <w:sz w:val="28"/>
          <w:szCs w:val="28"/>
        </w:rPr>
        <w:t>, на праве собственно</w:t>
      </w:r>
      <w:r w:rsidRPr="00F07E57">
        <w:rPr>
          <w:color w:val="auto"/>
          <w:sz w:val="28"/>
          <w:szCs w:val="28"/>
        </w:rPr>
        <w:softHyphen/>
        <w:t>сти, фактически занимаемого(ых) гражданином и (или) членами его семьи, ука</w:t>
      </w:r>
      <w:r w:rsidRPr="00F07E57">
        <w:rPr>
          <w:color w:val="auto"/>
          <w:sz w:val="28"/>
          <w:szCs w:val="28"/>
        </w:rPr>
        <w:softHyphen/>
        <w:t>занными в заявлении о принятии на учет (состоящими на учете), и (или) гражда</w:t>
      </w:r>
      <w:r w:rsidRPr="00F07E57">
        <w:rPr>
          <w:color w:val="auto"/>
          <w:sz w:val="28"/>
          <w:szCs w:val="28"/>
        </w:rPr>
        <w:softHyphen/>
        <w:t xml:space="preserve">нами, указанными в абзаце третьем части 2 статьи 6 </w:t>
      </w:r>
      <w:r w:rsidRPr="00F07E57">
        <w:rPr>
          <w:sz w:val="28"/>
          <w:szCs w:val="28"/>
        </w:rPr>
        <w:t>Закона Краснодарского края от 29 декабря 2008 года №1655-КЗ «О порядке ведения органами местного самоуправления учёта граждан в качестве нужда</w:t>
      </w:r>
      <w:r w:rsidRPr="00F07E57">
        <w:rPr>
          <w:sz w:val="28"/>
          <w:szCs w:val="28"/>
        </w:rPr>
        <w:softHyphen/>
        <w:t>ющихся в жилых помещениях»</w:t>
      </w:r>
      <w:r w:rsidRPr="00F07E57">
        <w:rPr>
          <w:color w:val="auto"/>
          <w:sz w:val="28"/>
          <w:szCs w:val="28"/>
        </w:rPr>
        <w:t>, составленные не ранее чем за два месяца до даты представления их в уполномоченный орган по учету. Форма выписки из лицевого счета жилого помещения, порядок ее заполнения и выдачи устанавливаются органом испол</w:t>
      </w:r>
      <w:r w:rsidRPr="00F07E57">
        <w:rPr>
          <w:color w:val="auto"/>
          <w:sz w:val="28"/>
          <w:szCs w:val="28"/>
        </w:rPr>
        <w:softHyphen/>
        <w:t>нительной власти Краснодарского края в области жилищно-коммунального хо</w:t>
      </w:r>
      <w:r w:rsidRPr="00F07E57">
        <w:rPr>
          <w:color w:val="auto"/>
          <w:sz w:val="28"/>
          <w:szCs w:val="28"/>
        </w:rPr>
        <w:softHyphen/>
        <w:t>зяйства;</w:t>
      </w:r>
    </w:p>
    <w:p w:rsidR="000D07F1" w:rsidRPr="00F07E57" w:rsidRDefault="000D07F1" w:rsidP="00AB40C0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технический паспорт жилого помещения по месту регистрации или по месту проживания;</w:t>
      </w:r>
    </w:p>
    <w:p w:rsidR="000D07F1" w:rsidRPr="00F07E57" w:rsidRDefault="000D07F1" w:rsidP="004C2A63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свидетельство(а) о государственной регистрации права собственности гражданина и (или) членов его семьи, указанных в заявлении о принятии на учет (состоящих на учете), на жилое(ые) помещение(я) и (или) земельный(ые) участок(и), выделенный(ые) для строительства жилого(ых) дома(ов), права на которые зарегистрированы в Едином государственном реестре прав на недви- жимое имущество и сделок с ним.</w:t>
      </w:r>
    </w:p>
    <w:p w:rsidR="000D07F1" w:rsidRPr="00F07E57" w:rsidRDefault="000D07F1" w:rsidP="001A723F">
      <w:pPr>
        <w:pStyle w:val="21"/>
        <w:shd w:val="clear" w:color="auto" w:fill="auto"/>
        <w:tabs>
          <w:tab w:val="left" w:pos="1276"/>
          <w:tab w:val="left" w:pos="1560"/>
        </w:tabs>
        <w:spacing w:line="240" w:lineRule="auto"/>
        <w:ind w:right="-44" w:firstLine="709"/>
        <w:rPr>
          <w:b w:val="0"/>
          <w:bCs w:val="0"/>
          <w:color w:val="auto"/>
          <w:sz w:val="28"/>
          <w:szCs w:val="28"/>
        </w:rPr>
      </w:pPr>
      <w:r w:rsidRPr="00F07E57">
        <w:rPr>
          <w:b w:val="0"/>
          <w:bCs w:val="0"/>
          <w:color w:val="auto"/>
          <w:sz w:val="28"/>
          <w:szCs w:val="28"/>
        </w:rPr>
        <w:t>2.6.3. В случае изменения даты постановки на учет заявителя:</w:t>
      </w:r>
    </w:p>
    <w:p w:rsidR="000D07F1" w:rsidRPr="00F07E57" w:rsidRDefault="000D07F1" w:rsidP="00F55B2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заявление об изменении даты постановки на учёт на более раннююпо форме, согласно приложению № 5 к настоящему адми</w:t>
      </w:r>
      <w:r w:rsidRPr="00F07E57">
        <w:rPr>
          <w:color w:val="auto"/>
          <w:sz w:val="28"/>
          <w:szCs w:val="28"/>
        </w:rPr>
        <w:softHyphen/>
        <w:t>нистративному регламенту(образец заполнения заявления приводится в прило</w:t>
      </w:r>
      <w:r w:rsidRPr="00F07E57">
        <w:rPr>
          <w:color w:val="auto"/>
          <w:sz w:val="28"/>
          <w:szCs w:val="28"/>
        </w:rPr>
        <w:softHyphen/>
        <w:t>жении № 6 к настоящему административному регламенту);</w:t>
      </w:r>
    </w:p>
    <w:p w:rsidR="000D07F1" w:rsidRPr="00F07E57" w:rsidRDefault="000D07F1" w:rsidP="00F55B2F">
      <w:pPr>
        <w:pStyle w:val="2"/>
        <w:shd w:val="clear" w:color="auto" w:fill="auto"/>
        <w:tabs>
          <w:tab w:val="left" w:pos="1064"/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документ, удостоверяющий личность заявителя и членов его семьи, со</w:t>
      </w:r>
      <w:r w:rsidRPr="00F07E57">
        <w:rPr>
          <w:color w:val="auto"/>
          <w:sz w:val="28"/>
          <w:szCs w:val="28"/>
        </w:rPr>
        <w:softHyphen/>
        <w:t>стоящих на учете в качестве нуждающихся в жилых помещениях;</w:t>
      </w:r>
    </w:p>
    <w:p w:rsidR="000D07F1" w:rsidRPr="00F07E57" w:rsidRDefault="000D07F1" w:rsidP="00F55B2F">
      <w:pPr>
        <w:pStyle w:val="2"/>
        <w:shd w:val="clear" w:color="auto" w:fill="auto"/>
        <w:tabs>
          <w:tab w:val="left" w:pos="1064"/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свидетельство(а) о государственной регистрации актов гражданского состояния:</w:t>
      </w:r>
    </w:p>
    <w:p w:rsidR="000D07F1" w:rsidRPr="00F07E57" w:rsidRDefault="000D07F1" w:rsidP="00F55B2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свидетельство о рождении (для граждан отдельных категорий независимо от возраста);</w:t>
      </w:r>
    </w:p>
    <w:p w:rsidR="000D07F1" w:rsidRPr="00F07E57" w:rsidRDefault="000D07F1" w:rsidP="00F55B2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свидетельство о рождении ребенка (детей); свидетельство о заключении брака; свидетельство о расторжении брака; свидетельство об усыновлении; свидетельство об установлении отцовства; свидетельство о перемене имени; свидетельство о смерти;</w:t>
      </w:r>
    </w:p>
    <w:p w:rsidR="000D07F1" w:rsidRPr="00F07E57" w:rsidRDefault="000D07F1" w:rsidP="00F55B2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выписка(и) из лицевого счета жилого(ых) помещения(ий), принадлежаще</w:t>
      </w:r>
      <w:r w:rsidRPr="00F07E57">
        <w:rPr>
          <w:color w:val="auto"/>
          <w:sz w:val="28"/>
          <w:szCs w:val="28"/>
        </w:rPr>
        <w:softHyphen/>
        <w:t xml:space="preserve">го) гражданину и (или) членам его семьи, указанным в заявлении о принятии на учет (состоящим на учете), и (или) гражданам, указанным в абзаце третьем части 2 статьи 6 </w:t>
      </w:r>
      <w:r w:rsidRPr="00F07E57">
        <w:rPr>
          <w:sz w:val="28"/>
          <w:szCs w:val="28"/>
        </w:rPr>
        <w:t>Закона Краснодарского края от 29 декабря 2008 года №1655-КЗ «О порядке ведения органами местного самоуправления учёта граждан в качестве нужда</w:t>
      </w:r>
      <w:r w:rsidRPr="00F07E57">
        <w:rPr>
          <w:sz w:val="28"/>
          <w:szCs w:val="28"/>
        </w:rPr>
        <w:softHyphen/>
        <w:t>ющихся в жилых помещениях»</w:t>
      </w:r>
      <w:r w:rsidRPr="00F07E57">
        <w:rPr>
          <w:color w:val="auto"/>
          <w:sz w:val="28"/>
          <w:szCs w:val="28"/>
        </w:rPr>
        <w:t>, на праве собственно</w:t>
      </w:r>
      <w:r w:rsidRPr="00F07E57">
        <w:rPr>
          <w:color w:val="auto"/>
          <w:sz w:val="28"/>
          <w:szCs w:val="28"/>
        </w:rPr>
        <w:softHyphen/>
        <w:t>сти, фактически занимаемого(ых) гражданином и (или) членами его семьи, ука</w:t>
      </w:r>
      <w:r w:rsidRPr="00F07E57">
        <w:rPr>
          <w:color w:val="auto"/>
          <w:sz w:val="28"/>
          <w:szCs w:val="28"/>
        </w:rPr>
        <w:softHyphen/>
        <w:t>занными в заявлении о принятии на учет (состоящими на учете), и (или) гражда</w:t>
      </w:r>
      <w:r w:rsidRPr="00F07E57">
        <w:rPr>
          <w:color w:val="auto"/>
          <w:sz w:val="28"/>
          <w:szCs w:val="28"/>
        </w:rPr>
        <w:softHyphen/>
        <w:t xml:space="preserve">нами, указанными в абзаце третьем части 2 статьи 6 </w:t>
      </w:r>
      <w:r w:rsidRPr="00F07E57">
        <w:rPr>
          <w:sz w:val="28"/>
          <w:szCs w:val="28"/>
        </w:rPr>
        <w:t>Закона Краснодарского края от 29 декабря 2008 года №1655-КЗ «О порядке ведения органами местного самоуправления учёта граждан в качестве нужда</w:t>
      </w:r>
      <w:r w:rsidRPr="00F07E57">
        <w:rPr>
          <w:sz w:val="28"/>
          <w:szCs w:val="28"/>
        </w:rPr>
        <w:softHyphen/>
        <w:t>ющихся в жилых помещениях»</w:t>
      </w:r>
      <w:r w:rsidRPr="00F07E57">
        <w:rPr>
          <w:color w:val="auto"/>
          <w:sz w:val="28"/>
          <w:szCs w:val="28"/>
        </w:rPr>
        <w:t>, составленные не ранее чем за два месяца до даты представления их в уполномоченный орган по учету. Форма выписки из лицевого счета жилого помещения, порядок ее заполнения и выдачи устанавливаются органом испол</w:t>
      </w:r>
      <w:r w:rsidRPr="00F07E57">
        <w:rPr>
          <w:color w:val="auto"/>
          <w:sz w:val="28"/>
          <w:szCs w:val="28"/>
        </w:rPr>
        <w:softHyphen/>
        <w:t>нительной власти Краснодарского края в области жилищно-коммунального хо</w:t>
      </w:r>
      <w:r w:rsidRPr="00F07E57">
        <w:rPr>
          <w:color w:val="auto"/>
          <w:sz w:val="28"/>
          <w:szCs w:val="28"/>
        </w:rPr>
        <w:softHyphen/>
        <w:t>зяйства.</w:t>
      </w:r>
    </w:p>
    <w:p w:rsidR="000D07F1" w:rsidRPr="00F07E57" w:rsidRDefault="000D07F1" w:rsidP="009C6BA8">
      <w:pPr>
        <w:pStyle w:val="2"/>
        <w:shd w:val="clear" w:color="auto" w:fill="auto"/>
        <w:tabs>
          <w:tab w:val="left" w:pos="1064"/>
          <w:tab w:val="left" w:pos="1276"/>
          <w:tab w:val="left" w:pos="1560"/>
        </w:tabs>
        <w:spacing w:after="0" w:line="240" w:lineRule="auto"/>
        <w:ind w:left="709" w:right="-44" w:firstLine="0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2.6.4. В случае изменения изменением жилищных условий:</w:t>
      </w:r>
    </w:p>
    <w:p w:rsidR="000D07F1" w:rsidRPr="00F07E57" w:rsidRDefault="000D07F1" w:rsidP="00F55B2F">
      <w:pPr>
        <w:pStyle w:val="2"/>
        <w:shd w:val="clear" w:color="auto" w:fill="auto"/>
        <w:tabs>
          <w:tab w:val="left" w:pos="1064"/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заявление об изменении жилищных условий по форме, согласно приложению № 7 к настоящему административному регламенту (образец заполнения заявления приводится в приложении № 8 к настоящему административному регламенту);</w:t>
      </w:r>
    </w:p>
    <w:p w:rsidR="000D07F1" w:rsidRPr="00F07E57" w:rsidRDefault="000D07F1" w:rsidP="00F55B2F">
      <w:pPr>
        <w:pStyle w:val="2"/>
        <w:shd w:val="clear" w:color="auto" w:fill="auto"/>
        <w:tabs>
          <w:tab w:val="left" w:pos="1064"/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документ, удостоверяющий личность заявителя и членов его семьи, со</w:t>
      </w:r>
      <w:r w:rsidRPr="00F07E57">
        <w:rPr>
          <w:color w:val="auto"/>
          <w:sz w:val="28"/>
          <w:szCs w:val="28"/>
        </w:rPr>
        <w:softHyphen/>
        <w:t>стоящих на учете в качестве нуждающихся в жилых помещениях;</w:t>
      </w:r>
    </w:p>
    <w:p w:rsidR="000D07F1" w:rsidRPr="00F07E57" w:rsidRDefault="000D07F1" w:rsidP="00F55B2F">
      <w:pPr>
        <w:pStyle w:val="2"/>
        <w:shd w:val="clear" w:color="auto" w:fill="auto"/>
        <w:tabs>
          <w:tab w:val="left" w:pos="1064"/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свидетельство(а) о государственной регистрации актов гражданского состояния:</w:t>
      </w:r>
    </w:p>
    <w:p w:rsidR="000D07F1" w:rsidRPr="00F07E57" w:rsidRDefault="000D07F1" w:rsidP="00F55B2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свидетельство о рождении (для граждан отдельных категорий независимо от возраста);</w:t>
      </w:r>
    </w:p>
    <w:p w:rsidR="000D07F1" w:rsidRPr="00F07E57" w:rsidRDefault="000D07F1" w:rsidP="00F55B2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свидетельство о рождении ребенка (детей); свидетельство о заключении брака; свидетельство о расторжении брака; свидетельство об усыновлении; свидетельство об установлении отцовства; свидетельство о перемене имени; свидетельство о смерти;</w:t>
      </w:r>
    </w:p>
    <w:p w:rsidR="000D07F1" w:rsidRPr="00F07E57" w:rsidRDefault="000D07F1" w:rsidP="00F55B2F">
      <w:pPr>
        <w:pStyle w:val="2"/>
        <w:shd w:val="clear" w:color="auto" w:fill="auto"/>
        <w:tabs>
          <w:tab w:val="left" w:pos="851"/>
          <w:tab w:val="left" w:pos="993"/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выписка(и) из лицевого счета жилого(ых) помещения(ий), принадлежаще</w:t>
      </w:r>
      <w:r w:rsidRPr="00F07E57">
        <w:rPr>
          <w:color w:val="auto"/>
          <w:sz w:val="28"/>
          <w:szCs w:val="28"/>
        </w:rPr>
        <w:softHyphen/>
        <w:t xml:space="preserve">го) гражданину и (или) членам его семьи, указанным в заявлении о принятии на учет (состоящим на учете), и (или) гражданам, указанным в абзаце третьем части 2 статьи 6 </w:t>
      </w:r>
      <w:r w:rsidRPr="00F07E57">
        <w:rPr>
          <w:sz w:val="28"/>
          <w:szCs w:val="28"/>
        </w:rPr>
        <w:t>Закона Краснодарского края от 29 декабря 2008 года №1655-КЗ «О порядке ведения органами местного самоуправления учёта граждан в качестве нужда</w:t>
      </w:r>
      <w:r w:rsidRPr="00F07E57">
        <w:rPr>
          <w:sz w:val="28"/>
          <w:szCs w:val="28"/>
        </w:rPr>
        <w:softHyphen/>
        <w:t>ющихся в жилых помещениях»</w:t>
      </w:r>
      <w:r w:rsidRPr="00F07E57">
        <w:rPr>
          <w:color w:val="auto"/>
          <w:sz w:val="28"/>
          <w:szCs w:val="28"/>
        </w:rPr>
        <w:t>, на праве собственно</w:t>
      </w:r>
      <w:r w:rsidRPr="00F07E57">
        <w:rPr>
          <w:color w:val="auto"/>
          <w:sz w:val="28"/>
          <w:szCs w:val="28"/>
        </w:rPr>
        <w:softHyphen/>
        <w:t>сти, фактически занимаемого(ых) гражданином и (или) членами его семьи, ука</w:t>
      </w:r>
      <w:r w:rsidRPr="00F07E57">
        <w:rPr>
          <w:color w:val="auto"/>
          <w:sz w:val="28"/>
          <w:szCs w:val="28"/>
        </w:rPr>
        <w:softHyphen/>
        <w:t>занными в заявлении о принятии на учет (состоящими на учете), и (или) гражда</w:t>
      </w:r>
      <w:r w:rsidRPr="00F07E57">
        <w:rPr>
          <w:color w:val="auto"/>
          <w:sz w:val="28"/>
          <w:szCs w:val="28"/>
        </w:rPr>
        <w:softHyphen/>
        <w:t xml:space="preserve">нами, указанными в абзаце третьем части 2 статьи 6 </w:t>
      </w:r>
      <w:r w:rsidRPr="00F07E57">
        <w:rPr>
          <w:sz w:val="28"/>
          <w:szCs w:val="28"/>
        </w:rPr>
        <w:t>Закона Краснодарского края от 29 декабря 2008 года №1655-КЗ «О порядке ведения органами местного самоуправления учёта граждан в качестве нужда</w:t>
      </w:r>
      <w:r w:rsidRPr="00F07E57">
        <w:rPr>
          <w:sz w:val="28"/>
          <w:szCs w:val="28"/>
        </w:rPr>
        <w:softHyphen/>
        <w:t>ющихся в жилых помещениях»</w:t>
      </w:r>
      <w:r w:rsidRPr="00F07E57">
        <w:rPr>
          <w:color w:val="auto"/>
          <w:sz w:val="28"/>
          <w:szCs w:val="28"/>
        </w:rPr>
        <w:t>, составленные не ранее чем за два месяца до даты представления их в уполномоченный орган по учету. Форма выписки из лицевого счета жилого помещения, порядок ее заполнения и выдачи устанавливаются органом испол</w:t>
      </w:r>
      <w:r w:rsidRPr="00F07E57">
        <w:rPr>
          <w:color w:val="auto"/>
          <w:sz w:val="28"/>
          <w:szCs w:val="28"/>
        </w:rPr>
        <w:softHyphen/>
        <w:t>нительной власти Краснодарского края в области жилищно-коммунального хо</w:t>
      </w:r>
      <w:r w:rsidRPr="00F07E57">
        <w:rPr>
          <w:color w:val="auto"/>
          <w:sz w:val="28"/>
          <w:szCs w:val="28"/>
        </w:rPr>
        <w:softHyphen/>
        <w:t>зяйства;</w:t>
      </w:r>
    </w:p>
    <w:p w:rsidR="000D07F1" w:rsidRPr="00F07E57" w:rsidRDefault="000D07F1" w:rsidP="00F55B2F">
      <w:pPr>
        <w:pStyle w:val="2"/>
        <w:shd w:val="clear" w:color="auto" w:fill="auto"/>
        <w:tabs>
          <w:tab w:val="left" w:pos="851"/>
          <w:tab w:val="left" w:pos="993"/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технический паспорт жилого помещения по месту регистрации или по месту проживания;</w:t>
      </w:r>
    </w:p>
    <w:p w:rsidR="000D07F1" w:rsidRPr="00F07E57" w:rsidRDefault="000D07F1" w:rsidP="00F55B2F">
      <w:pPr>
        <w:pStyle w:val="2"/>
        <w:shd w:val="clear" w:color="auto" w:fill="auto"/>
        <w:tabs>
          <w:tab w:val="left" w:pos="851"/>
          <w:tab w:val="left" w:pos="993"/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свидетельство(а) о государственной регистрации права собственности гражданина и (или) членов его семьи, указанных в заявлении о принятии на учет (состоящих на учете), на жилое(ые) помещение(я) и (или) земельный(ые) участок(и), выделенный(ые) для строительства жилого(ых) дома(ов), права на которые зарегистрированы в Едином государственном реестре прав на недви- жимое имущество и сделок с ним.</w:t>
      </w:r>
    </w:p>
    <w:p w:rsidR="000D07F1" w:rsidRPr="00F07E57" w:rsidRDefault="000D07F1" w:rsidP="00130187">
      <w:pPr>
        <w:pStyle w:val="2"/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 xml:space="preserve">Для предоставления муниципальной услуги </w:t>
      </w:r>
      <w:r>
        <w:rPr>
          <w:color w:val="auto"/>
          <w:sz w:val="28"/>
          <w:szCs w:val="28"/>
        </w:rPr>
        <w:t xml:space="preserve">администрация </w:t>
      </w:r>
      <w:r w:rsidRPr="00400E87">
        <w:rPr>
          <w:sz w:val="28"/>
          <w:szCs w:val="28"/>
        </w:rPr>
        <w:t>Запорожского сельского поселения Темрюкского района</w:t>
      </w:r>
      <w:r w:rsidRPr="00F07E57">
        <w:rPr>
          <w:color w:val="auto"/>
          <w:sz w:val="28"/>
          <w:szCs w:val="28"/>
        </w:rPr>
        <w:t xml:space="preserve"> в по</w:t>
      </w:r>
      <w:r w:rsidRPr="00F07E57">
        <w:rPr>
          <w:color w:val="auto"/>
          <w:sz w:val="28"/>
          <w:szCs w:val="28"/>
        </w:rPr>
        <w:softHyphen/>
        <w:t>рядке межведомственного взаимодействия получает документы, подтверждаю</w:t>
      </w:r>
      <w:r w:rsidRPr="00F07E57">
        <w:rPr>
          <w:color w:val="auto"/>
          <w:sz w:val="28"/>
          <w:szCs w:val="28"/>
        </w:rPr>
        <w:softHyphen/>
        <w:t>щие наличие (отсутствие) жилых помещений, в случаях изменения состава се</w:t>
      </w:r>
      <w:r w:rsidRPr="00F07E57">
        <w:rPr>
          <w:color w:val="auto"/>
          <w:sz w:val="28"/>
          <w:szCs w:val="28"/>
        </w:rPr>
        <w:softHyphen/>
        <w:t>мьи заявителя и изменения места жительства заявителя:</w:t>
      </w:r>
    </w:p>
    <w:p w:rsidR="000D07F1" w:rsidRPr="00F07E57" w:rsidRDefault="000D07F1" w:rsidP="00506301">
      <w:pPr>
        <w:pStyle w:val="2"/>
        <w:shd w:val="clear" w:color="auto" w:fill="auto"/>
        <w:tabs>
          <w:tab w:val="left" w:pos="1276"/>
          <w:tab w:val="left" w:pos="1369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справку из органа, осуществляющего технический учет жилищного фонда о наличии (отсутствии) у гражданина на праве собственности или на ос</w:t>
      </w:r>
      <w:r w:rsidRPr="00F07E57">
        <w:rPr>
          <w:color w:val="auto"/>
          <w:sz w:val="28"/>
          <w:szCs w:val="28"/>
        </w:rPr>
        <w:softHyphen/>
        <w:t>новании иного подлежащего государственной регистрации права жилого(ых) помещения(ий) и (или) земельного(ых) участка(ов), выделенного(ых) для строи</w:t>
      </w:r>
      <w:r w:rsidRPr="00F07E57">
        <w:rPr>
          <w:color w:val="auto"/>
          <w:sz w:val="28"/>
          <w:szCs w:val="28"/>
        </w:rPr>
        <w:softHyphen/>
        <w:t xml:space="preserve">тельства жилого(ых) дома(ов) (предоставляется Филиалом ГУП Краснодарского края «Краевая техническая инвентаризация - Краевое БТИ», составленную не ранее чем за два месяца до даты предоставления ее в </w:t>
      </w:r>
      <w:r>
        <w:rPr>
          <w:color w:val="auto"/>
          <w:sz w:val="28"/>
          <w:szCs w:val="28"/>
        </w:rPr>
        <w:t>администрацию</w:t>
      </w:r>
      <w:r w:rsidRPr="00A809DC">
        <w:rPr>
          <w:sz w:val="28"/>
          <w:szCs w:val="28"/>
        </w:rPr>
        <w:t xml:space="preserve"> </w:t>
      </w:r>
      <w:r w:rsidRPr="00400E87">
        <w:rPr>
          <w:sz w:val="28"/>
          <w:szCs w:val="28"/>
        </w:rPr>
        <w:t>Запорожского сельского поселения Темрюкского района</w:t>
      </w:r>
      <w:r w:rsidRPr="00F07E57">
        <w:rPr>
          <w:color w:val="auto"/>
          <w:sz w:val="28"/>
          <w:szCs w:val="28"/>
        </w:rPr>
        <w:t>.</w:t>
      </w:r>
    </w:p>
    <w:p w:rsidR="000D07F1" w:rsidRPr="00F07E57" w:rsidRDefault="000D07F1" w:rsidP="00506301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справку из органа, осуществляющего государственную регистрацию прав на недвижимое имущество и сделок с ним, о наличии (отсутствии) у граж</w:t>
      </w:r>
      <w:r w:rsidRPr="00F07E57">
        <w:rPr>
          <w:color w:val="auto"/>
          <w:sz w:val="28"/>
          <w:szCs w:val="28"/>
        </w:rPr>
        <w:softHyphen/>
        <w:t>данина на праве собственности или на основании иного подлежащего государ</w:t>
      </w:r>
      <w:r w:rsidRPr="00F07E57">
        <w:rPr>
          <w:color w:val="auto"/>
          <w:sz w:val="28"/>
          <w:szCs w:val="28"/>
        </w:rPr>
        <w:softHyphen/>
        <w:t>ственной регистрации права жилого(ых) помещения(ий) и (или) земельного(ых) участка(ов), выделенного(ых) для строительства жилого(ых) дома(ов) (предо</w:t>
      </w:r>
      <w:r w:rsidRPr="00F07E57">
        <w:rPr>
          <w:color w:val="auto"/>
          <w:sz w:val="28"/>
          <w:szCs w:val="28"/>
        </w:rPr>
        <w:softHyphen/>
        <w:t>ставляется Управлением Федеральной регистрационной службы государствен</w:t>
      </w:r>
      <w:r w:rsidRPr="00F07E57">
        <w:rPr>
          <w:color w:val="auto"/>
          <w:sz w:val="28"/>
          <w:szCs w:val="28"/>
        </w:rPr>
        <w:softHyphen/>
        <w:t>ной регистрации, кадастра и картографии по Краснодарскому краю), составлен</w:t>
      </w:r>
      <w:r w:rsidRPr="00F07E57">
        <w:rPr>
          <w:color w:val="auto"/>
          <w:sz w:val="28"/>
          <w:szCs w:val="28"/>
        </w:rPr>
        <w:softHyphen/>
        <w:t xml:space="preserve">ную не ранее чем за два месяца до даты предоставления ее в </w:t>
      </w:r>
      <w:r>
        <w:rPr>
          <w:color w:val="auto"/>
          <w:sz w:val="28"/>
          <w:szCs w:val="28"/>
        </w:rPr>
        <w:t>администрацию</w:t>
      </w:r>
      <w:r w:rsidRPr="00A809DC">
        <w:rPr>
          <w:sz w:val="28"/>
          <w:szCs w:val="28"/>
        </w:rPr>
        <w:t xml:space="preserve"> </w:t>
      </w:r>
      <w:r w:rsidRPr="00400E87">
        <w:rPr>
          <w:sz w:val="28"/>
          <w:szCs w:val="28"/>
        </w:rPr>
        <w:t>Запорожского сельского поселения Темрюкского района</w:t>
      </w:r>
      <w:r w:rsidRPr="00F07E57">
        <w:rPr>
          <w:color w:val="auto"/>
          <w:sz w:val="28"/>
          <w:szCs w:val="28"/>
        </w:rPr>
        <w:t>.</w:t>
      </w:r>
    </w:p>
    <w:p w:rsidR="000D07F1" w:rsidRPr="00F07E57" w:rsidRDefault="000D07F1" w:rsidP="00506301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При этом заявитель может по собственной инициативе представить указанные документы.</w:t>
      </w:r>
    </w:p>
    <w:p w:rsidR="000D07F1" w:rsidRPr="00F07E57" w:rsidRDefault="000D07F1" w:rsidP="00506301">
      <w:pPr>
        <w:pStyle w:val="2"/>
        <w:shd w:val="clear" w:color="auto" w:fill="auto"/>
        <w:tabs>
          <w:tab w:val="left" w:pos="1276"/>
          <w:tab w:val="left" w:pos="1369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Запрещается требовать от заявителя:</w:t>
      </w:r>
    </w:p>
    <w:p w:rsidR="000D07F1" w:rsidRPr="00F07E57" w:rsidRDefault="000D07F1" w:rsidP="00506301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</w:t>
      </w:r>
      <w:r w:rsidRPr="00F07E57">
        <w:rPr>
          <w:color w:val="auto"/>
          <w:sz w:val="28"/>
          <w:szCs w:val="28"/>
        </w:rPr>
        <w:softHyphen/>
        <w:t>ставлением муниципальной услуги;</w:t>
      </w:r>
    </w:p>
    <w:p w:rsidR="000D07F1" w:rsidRPr="00F07E57" w:rsidRDefault="000D07F1" w:rsidP="00506301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представления документов и информации, которые в соответствии с нор</w:t>
      </w:r>
      <w:r w:rsidRPr="00F07E57">
        <w:rPr>
          <w:color w:val="auto"/>
          <w:sz w:val="28"/>
          <w:szCs w:val="28"/>
        </w:rPr>
        <w:softHyphen/>
        <w:t>мативными правовыми актами Российской Федерации, нормативными правовы</w:t>
      </w:r>
      <w:r w:rsidRPr="00F07E57">
        <w:rPr>
          <w:color w:val="auto"/>
          <w:sz w:val="28"/>
          <w:szCs w:val="28"/>
        </w:rPr>
        <w:softHyphen/>
        <w:t>ми актами Краснодарского края и муниципальными правовыми актами находят</w:t>
      </w:r>
      <w:r w:rsidRPr="00F07E57">
        <w:rPr>
          <w:color w:val="auto"/>
          <w:sz w:val="28"/>
          <w:szCs w:val="28"/>
        </w:rPr>
        <w:softHyphen/>
        <w:t>ся в распоряжении государственных органов, органов местного самоуправления и (или) подведомственных государственным органам и органам местного само</w:t>
      </w:r>
      <w:r w:rsidRPr="00F07E57">
        <w:rPr>
          <w:color w:val="auto"/>
          <w:sz w:val="28"/>
          <w:szCs w:val="28"/>
        </w:rPr>
        <w:softHyphen/>
        <w:t xml:space="preserve">управления организаций, участвующих в предоставлении муниципальных услуг, за исключением документов, указанных в части 3 статьи 7 Федерального закона от 27 июля 2010 № 210-ФЗ «Об организации предоставления государственных и муниципальных услуг». </w:t>
      </w:r>
    </w:p>
    <w:p w:rsidR="000D07F1" w:rsidRPr="00F07E57" w:rsidRDefault="000D07F1" w:rsidP="007D4361">
      <w:pPr>
        <w:pStyle w:val="2"/>
        <w:numPr>
          <w:ilvl w:val="1"/>
          <w:numId w:val="28"/>
        </w:numPr>
        <w:shd w:val="clear" w:color="auto" w:fill="auto"/>
        <w:tabs>
          <w:tab w:val="left" w:pos="1276"/>
          <w:tab w:val="left" w:pos="1560"/>
        </w:tabs>
        <w:spacing w:after="0" w:line="240" w:lineRule="auto"/>
        <w:ind w:left="0"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Документы и информация, являющиеся необходимыми и обязатель</w:t>
      </w:r>
      <w:r w:rsidRPr="00F07E57">
        <w:rPr>
          <w:color w:val="auto"/>
          <w:sz w:val="28"/>
          <w:szCs w:val="28"/>
        </w:rPr>
        <w:softHyphen/>
        <w:t>ными для предоставления муниципальной услуги в случаях изменения состава семьи, изменения места жительства, изменения жилищных условий, изменения даты постановки на учет, которые заявитель предоставляет самостоятельно:</w:t>
      </w:r>
    </w:p>
    <w:p w:rsidR="000D07F1" w:rsidRPr="00F07E57" w:rsidRDefault="000D07F1" w:rsidP="00506301">
      <w:pPr>
        <w:pStyle w:val="2"/>
        <w:shd w:val="clear" w:color="auto" w:fill="auto"/>
        <w:tabs>
          <w:tab w:val="left" w:pos="851"/>
          <w:tab w:val="left" w:pos="1134"/>
          <w:tab w:val="left" w:pos="1276"/>
          <w:tab w:val="left" w:pos="1460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2.8.1. Выписка из лицевого счета жилого(ых) помещения(ий), принадле- жащего(их) гражданину на праве собственности, составленной(ых) не ранее чем за два месяца до даты представления их в орган местного самоуправления по форме и в порядке, установленным уполномоченным органом исполнительной власти Краснодарского края в области жилищно-коммунального хозяйства (предоставляют администрации поселений).</w:t>
      </w:r>
    </w:p>
    <w:p w:rsidR="000D07F1" w:rsidRPr="00F07E57" w:rsidRDefault="000D07F1" w:rsidP="007D4361">
      <w:pPr>
        <w:pStyle w:val="2"/>
        <w:numPr>
          <w:ilvl w:val="2"/>
          <w:numId w:val="24"/>
        </w:numPr>
        <w:shd w:val="clear" w:color="auto" w:fill="auto"/>
        <w:tabs>
          <w:tab w:val="left" w:pos="851"/>
          <w:tab w:val="left" w:pos="1134"/>
          <w:tab w:val="left" w:pos="1276"/>
          <w:tab w:val="left" w:pos="1460"/>
          <w:tab w:val="left" w:pos="1560"/>
        </w:tabs>
        <w:spacing w:after="0" w:line="240" w:lineRule="auto"/>
        <w:ind w:left="0"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Технический паспорт жилого помещения по месту регистрации или по месту проживания, установленному вступившим в силу решением суда, гражданина и членов его семьи, указанных в заявлении о принятии на учет (со</w:t>
      </w:r>
      <w:r w:rsidRPr="00F07E57">
        <w:rPr>
          <w:color w:val="auto"/>
          <w:sz w:val="28"/>
          <w:szCs w:val="28"/>
        </w:rPr>
        <w:softHyphen/>
        <w:t>стоящих на учете), и технический(ие) паспорт(а) на жилое(ые) помещение(я), принадлежащее(ие) гражданину и (или) членам его семьи, указанным в заявле</w:t>
      </w:r>
      <w:r w:rsidRPr="00F07E57">
        <w:rPr>
          <w:color w:val="auto"/>
          <w:sz w:val="28"/>
          <w:szCs w:val="28"/>
        </w:rPr>
        <w:softHyphen/>
        <w:t>нии о принятии на учет (состоящим на учете), на праве собственности. Техниче</w:t>
      </w:r>
      <w:r w:rsidRPr="00F07E57">
        <w:rPr>
          <w:color w:val="auto"/>
          <w:sz w:val="28"/>
          <w:szCs w:val="28"/>
        </w:rPr>
        <w:softHyphen/>
        <w:t>ский паспорт жилого помещения должен быть составлен по состоянию на дату не ранее пяти лет до даты представления его в уполномоченный орган по учету либо должен содержать отметку органа технической инвентаризации о проведе</w:t>
      </w:r>
      <w:r w:rsidRPr="00F07E57">
        <w:rPr>
          <w:color w:val="auto"/>
          <w:sz w:val="28"/>
          <w:szCs w:val="28"/>
        </w:rPr>
        <w:softHyphen/>
        <w:t>нии технической инвентаризации жилого помещения в течение пяти лет до даты представления технического паспорта в уполномоченный орган по учету. Тре</w:t>
      </w:r>
      <w:r w:rsidRPr="00F07E57">
        <w:rPr>
          <w:color w:val="auto"/>
          <w:sz w:val="28"/>
          <w:szCs w:val="28"/>
        </w:rPr>
        <w:softHyphen/>
        <w:t>бование о предоставлении технического паспорта жилого помещения не распро</w:t>
      </w:r>
      <w:r w:rsidRPr="00F07E57">
        <w:rPr>
          <w:color w:val="auto"/>
          <w:sz w:val="28"/>
          <w:szCs w:val="28"/>
        </w:rPr>
        <w:softHyphen/>
        <w:t>страняется на граждан, занимающих жилые помещения по договорам найма специализированного жилого помещения, договорам найма жилого помещения жилищного фонда коммерческого использования, договорам поднайма жилого помещения жилищного фонда социального использования, договорам безвоз</w:t>
      </w:r>
      <w:r w:rsidRPr="00F07E57">
        <w:rPr>
          <w:color w:val="auto"/>
          <w:sz w:val="28"/>
          <w:szCs w:val="28"/>
        </w:rPr>
        <w:softHyphen/>
        <w:t>мездного пользования жилым помещением индивидуального жилищного фонда - при изменении места жительства заявителя.</w:t>
      </w:r>
    </w:p>
    <w:p w:rsidR="000D07F1" w:rsidRPr="00F07E57" w:rsidRDefault="000D07F1" w:rsidP="0074732A">
      <w:pPr>
        <w:widowControl/>
        <w:ind w:firstLine="69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>2.9. Исчерпывающий перечень оснований для отказа в приеме документов, необходимых для предоставления услуги является:</w:t>
      </w:r>
    </w:p>
    <w:p w:rsidR="000D07F1" w:rsidRPr="00F07E57" w:rsidRDefault="000D07F1" w:rsidP="0074732A">
      <w:pPr>
        <w:widowControl/>
        <w:ind w:firstLine="69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>предоставление в неполном объеме документов, указанных в пункте 2.6 настоящего административного регламента;</w:t>
      </w:r>
    </w:p>
    <w:p w:rsidR="000D07F1" w:rsidRPr="00F07E57" w:rsidRDefault="000D07F1" w:rsidP="00130187">
      <w:pPr>
        <w:widowControl/>
        <w:tabs>
          <w:tab w:val="left" w:pos="851"/>
          <w:tab w:val="left" w:pos="993"/>
        </w:tabs>
        <w:ind w:firstLine="69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>несоответствие документов, указанных в пункте 2.6 настоящего административного регламента, по форме или содержанию требованиям действующего законодательства;</w:t>
      </w:r>
    </w:p>
    <w:p w:rsidR="000D07F1" w:rsidRPr="00F07E57" w:rsidRDefault="000D07F1" w:rsidP="00130187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содержание в документах неоговоренных приписок и исправлений серьезных повреждений, не позволяющих однозначно истолковать их содержание, отсутствие обратного адреса, отсутствие подписи, печати и др.;</w:t>
      </w:r>
    </w:p>
    <w:p w:rsidR="000D07F1" w:rsidRPr="00F07E57" w:rsidRDefault="000D07F1" w:rsidP="0074732A">
      <w:pPr>
        <w:widowControl/>
        <w:ind w:firstLine="69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>обращение за получением услуги ненадлежащего лица.</w:t>
      </w:r>
    </w:p>
    <w:p w:rsidR="000D07F1" w:rsidRPr="00F07E57" w:rsidRDefault="000D07F1" w:rsidP="00A65DB9">
      <w:pPr>
        <w:pStyle w:val="2"/>
        <w:shd w:val="clear" w:color="auto" w:fill="auto"/>
        <w:tabs>
          <w:tab w:val="left" w:pos="1022"/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О</w:t>
      </w:r>
      <w:r w:rsidRPr="00F07E57">
        <w:rPr>
          <w:color w:val="auto"/>
          <w:sz w:val="28"/>
          <w:szCs w:val="28"/>
        </w:rPr>
        <w:tab/>
        <w:t>наличии оснований для отказа в приёме документов заявителя инфор</w:t>
      </w:r>
      <w:r w:rsidRPr="00F07E57">
        <w:rPr>
          <w:color w:val="auto"/>
          <w:sz w:val="28"/>
          <w:szCs w:val="28"/>
        </w:rPr>
        <w:softHyphen/>
        <w:t xml:space="preserve">мирует специалист </w:t>
      </w:r>
      <w:r>
        <w:rPr>
          <w:color w:val="auto"/>
          <w:sz w:val="28"/>
          <w:szCs w:val="28"/>
        </w:rPr>
        <w:t>администрации</w:t>
      </w:r>
      <w:r w:rsidRPr="00A809DC">
        <w:rPr>
          <w:sz w:val="28"/>
          <w:szCs w:val="28"/>
        </w:rPr>
        <w:t xml:space="preserve"> </w:t>
      </w:r>
      <w:r w:rsidRPr="00400E87">
        <w:rPr>
          <w:sz w:val="28"/>
          <w:szCs w:val="28"/>
        </w:rPr>
        <w:t>Запорожского сельского поселения Темрюкского района</w:t>
      </w:r>
      <w:r w:rsidRPr="00F07E57">
        <w:rPr>
          <w:color w:val="auto"/>
          <w:sz w:val="28"/>
          <w:szCs w:val="28"/>
        </w:rPr>
        <w:t>, объясняет заявителю содержание выяв</w:t>
      </w:r>
      <w:r w:rsidRPr="00F07E57">
        <w:rPr>
          <w:color w:val="auto"/>
          <w:sz w:val="28"/>
          <w:szCs w:val="28"/>
        </w:rPr>
        <w:softHyphen/>
        <w:t>ленных недостатков в предоставленных документах и предлагает принять меры по их устранению, выдает расписку об отказе в приёме документов.</w:t>
      </w:r>
    </w:p>
    <w:p w:rsidR="000D07F1" w:rsidRPr="00F07E57" w:rsidRDefault="000D07F1" w:rsidP="00A65DB9">
      <w:pPr>
        <w:pStyle w:val="2"/>
        <w:shd w:val="clear" w:color="auto" w:fill="auto"/>
        <w:tabs>
          <w:tab w:val="left" w:pos="1276"/>
          <w:tab w:val="left" w:pos="1460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Заявитель вправе отозвать своё заявление на любой стадии рассмотрения, согласования или подготовки документа, обратившись с соответствующим заяв</w:t>
      </w:r>
      <w:r w:rsidRPr="00F07E57">
        <w:rPr>
          <w:color w:val="auto"/>
          <w:sz w:val="28"/>
          <w:szCs w:val="28"/>
        </w:rPr>
        <w:softHyphen/>
        <w:t>лением. В этом случае документы в полном объёме в течение 5 рабочих дней подлежат возврату заявителю.</w:t>
      </w:r>
    </w:p>
    <w:p w:rsidR="000D07F1" w:rsidRPr="00F07E57" w:rsidRDefault="000D07F1" w:rsidP="0074732A">
      <w:pPr>
        <w:widowControl/>
        <w:ind w:firstLine="69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>2.10. Основания для отказа в предоставлении услуги:</w:t>
      </w:r>
    </w:p>
    <w:p w:rsidR="000D07F1" w:rsidRPr="00F07E57" w:rsidRDefault="000D07F1" w:rsidP="00291776">
      <w:pPr>
        <w:widowControl/>
        <w:ind w:firstLine="69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>предоставление в неполном объеме документов, указанных в пункте 2.6 настоящего административного регламента настоящего Административного регламента;</w:t>
      </w:r>
    </w:p>
    <w:p w:rsidR="000D07F1" w:rsidRPr="00F07E57" w:rsidRDefault="000D07F1" w:rsidP="00291776">
      <w:pPr>
        <w:widowControl/>
        <w:ind w:firstLine="69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>истечение срока действия предоставляемых документов;</w:t>
      </w:r>
    </w:p>
    <w:p w:rsidR="000D07F1" w:rsidRPr="00F07E57" w:rsidRDefault="000D07F1" w:rsidP="00291776">
      <w:pPr>
        <w:widowControl/>
        <w:ind w:firstLine="69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>несоответствие документов, указанных в пункте 2.6 настоящего административного регламента, по форме или содержанию требованиям действующего законодательства;</w:t>
      </w:r>
    </w:p>
    <w:p w:rsidR="000D07F1" w:rsidRPr="00F07E57" w:rsidRDefault="000D07F1" w:rsidP="00291776">
      <w:pPr>
        <w:widowControl/>
        <w:ind w:firstLine="69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>содержание в документах неоговоренных приписок и исправлений серьезных повреждений, не позволяющих однозначно истолковать их содержание, отсутствие обратного адреса, отсутствие подписи, печати и др.;</w:t>
      </w:r>
    </w:p>
    <w:p w:rsidR="000D07F1" w:rsidRPr="00F07E57" w:rsidRDefault="000D07F1" w:rsidP="00291776">
      <w:pPr>
        <w:widowControl/>
        <w:ind w:firstLine="69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>обращение за получением услуги ненадлежащего лица.</w:t>
      </w:r>
    </w:p>
    <w:p w:rsidR="000D07F1" w:rsidRPr="00F07E57" w:rsidRDefault="000D07F1" w:rsidP="00130187">
      <w:pPr>
        <w:pStyle w:val="2"/>
        <w:shd w:val="clear" w:color="auto" w:fill="auto"/>
        <w:tabs>
          <w:tab w:val="left" w:pos="1276"/>
          <w:tab w:val="left" w:pos="1481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bookmarkStart w:id="3" w:name="sub_148"/>
      <w:r w:rsidRPr="00F07E57">
        <w:rPr>
          <w:color w:val="auto"/>
          <w:sz w:val="28"/>
          <w:szCs w:val="28"/>
        </w:rPr>
        <w:t>2.11. Предоставление муниципальной услуги заявителям осуществляется на безвозмездной основе.</w:t>
      </w:r>
    </w:p>
    <w:p w:rsidR="000D07F1" w:rsidRPr="00F07E57" w:rsidRDefault="000D07F1" w:rsidP="004D2896">
      <w:pPr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>2.12. Максимальный срок ожидания в очереди при подаче заявления о предоставлении муниципальной услуги не может превышать 15 минут, время ожидания в очереди при получении результата предоставления муниципальной</w:t>
      </w:r>
    </w:p>
    <w:p w:rsidR="000D07F1" w:rsidRPr="00F07E57" w:rsidRDefault="000D07F1" w:rsidP="004D2896">
      <w:pPr>
        <w:pStyle w:val="2"/>
        <w:shd w:val="clear" w:color="auto" w:fill="auto"/>
        <w:tabs>
          <w:tab w:val="left" w:pos="361"/>
          <w:tab w:val="left" w:pos="1276"/>
          <w:tab w:val="left" w:pos="1560"/>
        </w:tabs>
        <w:spacing w:after="0" w:line="240" w:lineRule="auto"/>
        <w:ind w:right="-44" w:firstLine="0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услуги не может превышать 15 минут.</w:t>
      </w:r>
    </w:p>
    <w:p w:rsidR="000D07F1" w:rsidRPr="00F07E57" w:rsidRDefault="000D07F1" w:rsidP="004D2896">
      <w:pPr>
        <w:pStyle w:val="2"/>
        <w:shd w:val="clear" w:color="auto" w:fill="auto"/>
        <w:tabs>
          <w:tab w:val="left" w:pos="1276"/>
          <w:tab w:val="left" w:pos="155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2.13. Максимальный срок приема и регистрации заявления о предоставлении муниципальной услуги не может превышать 10 минут. Максимальный срок исполнения указанной административной процедуры - 1 рабочий день.</w:t>
      </w:r>
    </w:p>
    <w:p w:rsidR="000D07F1" w:rsidRPr="00F07E57" w:rsidRDefault="000D07F1" w:rsidP="00007D8D">
      <w:pPr>
        <w:widowControl/>
        <w:spacing w:line="20" w:lineRule="atLeas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>2.14.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стендам.</w:t>
      </w:r>
    </w:p>
    <w:p w:rsidR="000D07F1" w:rsidRPr="00F07E57" w:rsidRDefault="000D07F1" w:rsidP="00007D8D">
      <w:pPr>
        <w:widowControl/>
        <w:spacing w:line="20" w:lineRule="atLeas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 xml:space="preserve"> 2.14.1. Помещения, в которых предоставляется муниципальная услуга, должны соответствовать санитарным правилам и нормам, а также правилам противопожарной безопасности, в том числе должны быть оборудованы системами вентиляции, кондиционирования воздуха, противопожарной системой и средствами пожаротушения, системой оповещения о возникновении чрезвычайной ситуации, системой охраны, средствами оказания первой помощи. </w:t>
      </w:r>
    </w:p>
    <w:p w:rsidR="000D07F1" w:rsidRPr="00F07E57" w:rsidRDefault="000D07F1" w:rsidP="00007D8D">
      <w:pPr>
        <w:widowControl/>
        <w:spacing w:line="20" w:lineRule="atLeas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>Центральный вход в здание администрации должен быть оборудован информационной табличкой (вывеской) с указанием полного наименования администрации.</w:t>
      </w:r>
    </w:p>
    <w:p w:rsidR="000D07F1" w:rsidRPr="00F07E57" w:rsidRDefault="000D07F1" w:rsidP="00007D8D">
      <w:pPr>
        <w:widowControl/>
        <w:spacing w:line="20" w:lineRule="atLeas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>Помещения, в которых предоставляется муниципальная услуга, должны быть оборудованы телефонами, факсами, копировальными аппаратами, компьютерами и иной необходимой оргтехникой, рабочими столами и стульями, стульями для посетителей.</w:t>
      </w:r>
    </w:p>
    <w:p w:rsidR="000D07F1" w:rsidRPr="00F07E57" w:rsidRDefault="000D07F1" w:rsidP="00007D8D">
      <w:pPr>
        <w:widowControl/>
        <w:spacing w:line="20" w:lineRule="atLeas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>В помещениях, в которых предоставляется муниципальная услуга, должен быть обеспечен доступ к Единому порталу государственных и муниципальных услуг (функций) Краснодарского края, официальному сайту муниципального образования Темрюкский район, электронной почте администрации, справочно-правовым системам и другим информационным ресурсам, необходимым для предоставления муниципальной услуги.</w:t>
      </w:r>
    </w:p>
    <w:p w:rsidR="000D07F1" w:rsidRPr="00F07E57" w:rsidRDefault="000D07F1" w:rsidP="00007D8D">
      <w:pPr>
        <w:widowControl/>
        <w:spacing w:line="20" w:lineRule="atLeas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sub_1086"/>
      <w:r w:rsidRPr="00F07E57">
        <w:rPr>
          <w:rFonts w:ascii="Times New Roman" w:hAnsi="Times New Roman" w:cs="Times New Roman"/>
          <w:color w:val="auto"/>
          <w:sz w:val="28"/>
          <w:szCs w:val="28"/>
        </w:rPr>
        <w:t xml:space="preserve">Двери помещений для должностных лиц администрации, специалистов администрации, работников администрации, предоставляющих муниципальную услугу, должны </w:t>
      </w:r>
      <w:bookmarkEnd w:id="4"/>
      <w:r w:rsidRPr="00F07E57">
        <w:rPr>
          <w:rFonts w:ascii="Times New Roman" w:hAnsi="Times New Roman" w:cs="Times New Roman"/>
          <w:color w:val="auto"/>
          <w:sz w:val="28"/>
          <w:szCs w:val="28"/>
        </w:rPr>
        <w:t>снабжаться табличками с указанием номера кабинета и названия структурного подразделения администрации.</w:t>
      </w:r>
    </w:p>
    <w:p w:rsidR="000D07F1" w:rsidRPr="00F07E57" w:rsidRDefault="000D07F1" w:rsidP="00007D8D">
      <w:pPr>
        <w:widowControl/>
        <w:spacing w:line="20" w:lineRule="atLeas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>2.14.2. Помещения для ожидания должны быть оборудованы системами вентиляции, кондиционирования воздуха, противопожарной системой и средствами пожаротушения, системой оповещения о возникновении чрезвычайной ситуации, системой охраны, средствами оказания первой помощи.</w:t>
      </w:r>
    </w:p>
    <w:p w:rsidR="000D07F1" w:rsidRPr="00F07E57" w:rsidRDefault="000D07F1" w:rsidP="00007D8D">
      <w:pPr>
        <w:widowControl/>
        <w:spacing w:line="20" w:lineRule="atLeas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>Помещения для ожидания и приема граждан, в том числе места для заполнения запросов о предоставлении муниципальной услуги, должны быть оборудованы стульями и столами, в данных помещениях должна быть обеспечена возможность написания обращений.</w:t>
      </w:r>
    </w:p>
    <w:p w:rsidR="000D07F1" w:rsidRPr="00F07E57" w:rsidRDefault="000D07F1" w:rsidP="00007D8D">
      <w:pPr>
        <w:widowControl/>
        <w:spacing w:line="20" w:lineRule="atLeas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 xml:space="preserve">Помещения для приема граждан должны снабжаться табличками с указанием номера кабинета и должности лица, осуществляющего прием. </w:t>
      </w:r>
    </w:p>
    <w:p w:rsidR="000D07F1" w:rsidRPr="00F07E57" w:rsidRDefault="000D07F1" w:rsidP="00007D8D">
      <w:pPr>
        <w:widowControl/>
        <w:spacing w:line="20" w:lineRule="atLeas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>В помещениях для приема граждан обеспечивается:</w:t>
      </w:r>
    </w:p>
    <w:p w:rsidR="000D07F1" w:rsidRPr="00F07E57" w:rsidRDefault="000D07F1" w:rsidP="00007D8D">
      <w:pPr>
        <w:widowControl/>
        <w:spacing w:line="20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>комфортное расположение гражданина и должностного лица;</w:t>
      </w:r>
    </w:p>
    <w:p w:rsidR="000D07F1" w:rsidRPr="00F07E57" w:rsidRDefault="000D07F1" w:rsidP="00007D8D">
      <w:pPr>
        <w:widowControl/>
        <w:spacing w:line="20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>возможность и удобство написания гражданами обращений;</w:t>
      </w:r>
    </w:p>
    <w:p w:rsidR="000D07F1" w:rsidRPr="00F07E57" w:rsidRDefault="000D07F1" w:rsidP="00007D8D">
      <w:pPr>
        <w:widowControl/>
        <w:spacing w:line="20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>телефонная связь;</w:t>
      </w:r>
    </w:p>
    <w:p w:rsidR="000D07F1" w:rsidRPr="00F07E57" w:rsidRDefault="000D07F1" w:rsidP="00007D8D">
      <w:pPr>
        <w:widowControl/>
        <w:spacing w:line="20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>возможность копирования документов;</w:t>
      </w:r>
    </w:p>
    <w:p w:rsidR="000D07F1" w:rsidRPr="00F07E57" w:rsidRDefault="000D07F1" w:rsidP="00007D8D">
      <w:pPr>
        <w:widowControl/>
        <w:spacing w:line="20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 xml:space="preserve">доступ к основным нормативным правовым актам, регламентирующим предоставление муниципальной услуги. </w:t>
      </w:r>
    </w:p>
    <w:p w:rsidR="000D07F1" w:rsidRPr="00F07E57" w:rsidRDefault="000D07F1" w:rsidP="00007D8D">
      <w:pPr>
        <w:widowControl/>
        <w:spacing w:line="20" w:lineRule="atLeas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 xml:space="preserve">2.14.3. К информационным стендам должен быть обеспечен свободный доступ посетителей. </w:t>
      </w:r>
    </w:p>
    <w:p w:rsidR="000D07F1" w:rsidRPr="00F07E57" w:rsidRDefault="000D07F1" w:rsidP="00007D8D">
      <w:pPr>
        <w:widowControl/>
        <w:spacing w:line="20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>На информационных стендах, а также на официальном сайте муниципального образования Темрюкский район в сети Интернет размещается следующая информация:</w:t>
      </w:r>
    </w:p>
    <w:p w:rsidR="000D07F1" w:rsidRPr="00F07E57" w:rsidRDefault="000D07F1" w:rsidP="00007D8D">
      <w:pPr>
        <w:widowControl/>
        <w:spacing w:line="20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>о месте нахождения, справочных телефонах, факсах, Интернет-сайте,  адресах электронной почты администрации;</w:t>
      </w:r>
    </w:p>
    <w:p w:rsidR="000D07F1" w:rsidRPr="00F07E57" w:rsidRDefault="000D07F1" w:rsidP="00007D8D">
      <w:pPr>
        <w:widowControl/>
        <w:spacing w:line="20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>о режиме работы администрации и графике личного приема посетителей должностными лицами администрации;</w:t>
      </w:r>
    </w:p>
    <w:p w:rsidR="000D07F1" w:rsidRPr="00F07E57" w:rsidRDefault="000D07F1" w:rsidP="00007D8D">
      <w:pPr>
        <w:widowControl/>
        <w:spacing w:line="20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>о местах приема письменных обращений, запросов о предоставлении муниципальной услуги, местах устного информирования, а также о должностных лицах администрации, осуществляющих такие прием и информирование, в том числе номера кабинетов, фамилии, имена, отчества и должности;</w:t>
      </w:r>
    </w:p>
    <w:p w:rsidR="000D07F1" w:rsidRPr="00F07E57" w:rsidRDefault="000D07F1" w:rsidP="00007D8D">
      <w:pPr>
        <w:widowControl/>
        <w:spacing w:line="20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>образцы оформления заявлений о приобретении прав на земельные участки для физических и юридических лиц;</w:t>
      </w:r>
    </w:p>
    <w:p w:rsidR="000D07F1" w:rsidRPr="00F07E57" w:rsidRDefault="000D07F1" w:rsidP="00007D8D">
      <w:pPr>
        <w:widowControl/>
        <w:spacing w:line="20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>исчерпывающий перечень документов, необходимых для предоставления муниципальной услуги;</w:t>
      </w:r>
    </w:p>
    <w:p w:rsidR="000D07F1" w:rsidRPr="00F07E57" w:rsidRDefault="000D07F1" w:rsidP="00007D8D">
      <w:pPr>
        <w:widowControl/>
        <w:spacing w:line="20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>исчерпывающий перечень документов и информации, которые заявитель должен представить самостоятельно для предоставления муниципальной услуги.</w:t>
      </w:r>
    </w:p>
    <w:p w:rsidR="000D07F1" w:rsidRPr="00F07E57" w:rsidRDefault="000D07F1" w:rsidP="00007D8D">
      <w:pPr>
        <w:widowControl/>
        <w:spacing w:line="20" w:lineRule="atLeas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>2.15. Показатели доступности и качества муниципальной услуги.</w:t>
      </w:r>
    </w:p>
    <w:p w:rsidR="000D07F1" w:rsidRPr="00F07E57" w:rsidRDefault="000D07F1" w:rsidP="00007D8D">
      <w:pPr>
        <w:widowControl/>
        <w:spacing w:line="20" w:lineRule="atLeas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>Показателями доступности и качества муниципальной услуги являются:</w:t>
      </w:r>
    </w:p>
    <w:p w:rsidR="000D07F1" w:rsidRPr="00F07E57" w:rsidRDefault="000D07F1" w:rsidP="00007D8D">
      <w:pPr>
        <w:widowControl/>
        <w:spacing w:line="20" w:lineRule="atLeas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>количество и продолжительность взаимодействий заявителя с должностными лицами администрации, работниками администрации, осуществляющими предоставление муниципальной услуги;</w:t>
      </w:r>
    </w:p>
    <w:p w:rsidR="000D07F1" w:rsidRPr="00F07E57" w:rsidRDefault="000D07F1" w:rsidP="00007D8D">
      <w:pPr>
        <w:widowControl/>
        <w:spacing w:line="20" w:lineRule="atLeas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>сроки предоставления муниципальной услуги;</w:t>
      </w:r>
    </w:p>
    <w:p w:rsidR="000D07F1" w:rsidRPr="00F07E57" w:rsidRDefault="000D07F1" w:rsidP="00007D8D">
      <w:pPr>
        <w:widowControl/>
        <w:spacing w:line="20" w:lineRule="atLeas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>условия ожидания приема;</w:t>
      </w:r>
    </w:p>
    <w:p w:rsidR="000D07F1" w:rsidRPr="00F07E57" w:rsidRDefault="000D07F1" w:rsidP="00007D8D">
      <w:pPr>
        <w:widowControl/>
        <w:spacing w:line="20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>доступность по времени и месту приема заявителей;</w:t>
      </w:r>
    </w:p>
    <w:p w:rsidR="000D07F1" w:rsidRPr="00F07E57" w:rsidRDefault="000D07F1" w:rsidP="00007D8D">
      <w:pPr>
        <w:widowControl/>
        <w:spacing w:line="20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>наличие и доступность полной, актуальной, достоверной и доступной информации о порядке предоставления муниципальной услуги;</w:t>
      </w:r>
    </w:p>
    <w:p w:rsidR="000D07F1" w:rsidRPr="00F07E57" w:rsidRDefault="000D07F1" w:rsidP="00007D8D">
      <w:pPr>
        <w:widowControl/>
        <w:spacing w:line="20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0D07F1" w:rsidRPr="00F07E57" w:rsidRDefault="000D07F1" w:rsidP="00007D8D">
      <w:pPr>
        <w:widowControl/>
        <w:spacing w:line="20" w:lineRule="atLeas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>обоснованность отказов в предоставлении муниципальной услуги;</w:t>
      </w:r>
    </w:p>
    <w:p w:rsidR="000D07F1" w:rsidRPr="00F07E57" w:rsidRDefault="000D07F1" w:rsidP="00007D8D">
      <w:pPr>
        <w:widowControl/>
        <w:spacing w:line="20" w:lineRule="atLeas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>отсутствие избыточных административных действий;</w:t>
      </w:r>
    </w:p>
    <w:p w:rsidR="000D07F1" w:rsidRPr="00F07E57" w:rsidRDefault="000D07F1" w:rsidP="00007D8D">
      <w:pPr>
        <w:widowControl/>
        <w:spacing w:line="20" w:lineRule="atLeas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>соответствие должностных инструкций ответственных должностных лиц, работников администрации, участвующих в предоставлении муниципальной услуги, настоящему административному регламенту в части описания прав и обязанностей;</w:t>
      </w:r>
    </w:p>
    <w:p w:rsidR="000D07F1" w:rsidRPr="00F07E57" w:rsidRDefault="000D07F1" w:rsidP="00007D8D">
      <w:pPr>
        <w:widowControl/>
        <w:spacing w:line="20" w:lineRule="atLeas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>возможность установления персональной ответственности должностных лиц, специалистов администрации, работников администрации, участвующих в предоставлении муниципальной услуги, за выполнение конкретных административных процедур или административных действий при предоставлении муниципальной услуги;</w:t>
      </w:r>
    </w:p>
    <w:p w:rsidR="000D07F1" w:rsidRPr="00F07E57" w:rsidRDefault="000D07F1" w:rsidP="00007D8D">
      <w:pPr>
        <w:widowControl/>
        <w:spacing w:line="20" w:lineRule="atLeas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>возможность досудебного (внесудебного) обжалования решений и действий (бездействия) администрации, а также должностных лиц и муниципальных служащих администрации.</w:t>
      </w:r>
    </w:p>
    <w:bookmarkEnd w:id="3"/>
    <w:p w:rsidR="000D07F1" w:rsidRPr="00F07E57" w:rsidRDefault="000D07F1" w:rsidP="00007D8D">
      <w:pPr>
        <w:widowControl/>
        <w:spacing w:line="20" w:lineRule="atLeas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>2.16. Иные требования, в том числе учитывающие особенности предоставления муниципальной услуги в многофункциональных центрах и в электронной форме.</w:t>
      </w:r>
    </w:p>
    <w:p w:rsidR="000D07F1" w:rsidRPr="00F07E57" w:rsidRDefault="000D07F1" w:rsidP="00007D8D">
      <w:pPr>
        <w:widowControl/>
        <w:spacing w:line="20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 xml:space="preserve">2.16.1. Предоставление муниципальной услуги возможно через МБУ «МФЦ». </w:t>
      </w:r>
    </w:p>
    <w:p w:rsidR="000D07F1" w:rsidRPr="00F07E57" w:rsidRDefault="000D07F1" w:rsidP="00007D8D">
      <w:pPr>
        <w:widowControl/>
        <w:spacing w:line="20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>При предоставлении муниципальной услуги через МБУ «МФЦ» прием и выдача документов осуществляется специалистами МБУ «МФЦ». Для исполнения документ передается в администрацию муниципального образования Темрюкский район. Информация о предоставляемой услуге (о сроках предоставления услуги; о перечнях документов, необходимых для получения услуги; о размерах государственных пошлин и иных платежей, связанных с получением услуги; о размерах и порядке их уплаты; о порядке обжалования действий (бездействия), а также решений должностных лиц и муниципальных служащих органов и организаций, участвующих в предоставлении услуги) заявитель может получить в секторе информирования, который включает в себя:</w:t>
      </w:r>
    </w:p>
    <w:p w:rsidR="000D07F1" w:rsidRPr="00F07E57" w:rsidRDefault="000D07F1" w:rsidP="00007D8D">
      <w:pPr>
        <w:widowControl/>
        <w:spacing w:line="20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>информационные стенды, содержащие актуальную и исчерпывающую информацию, необходимую для получения заявителями услуг;</w:t>
      </w:r>
    </w:p>
    <w:p w:rsidR="000D07F1" w:rsidRPr="00F07E57" w:rsidRDefault="000D07F1" w:rsidP="00007D8D">
      <w:pPr>
        <w:widowControl/>
        <w:spacing w:line="20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>информационный киоск – программно-аппаратный комплекс, предназначенный для обеспечения возможности доступа заявителей к информации об услугах и ходе их предоставления в МБУ «МФЦ»;</w:t>
      </w:r>
    </w:p>
    <w:p w:rsidR="000D07F1" w:rsidRPr="00F07E57" w:rsidRDefault="000D07F1" w:rsidP="00007D8D">
      <w:pPr>
        <w:widowControl/>
        <w:spacing w:line="20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>консультационные окна для осуществления информирования о порядке предоставления услуги.</w:t>
      </w:r>
    </w:p>
    <w:p w:rsidR="000D07F1" w:rsidRPr="00F07E57" w:rsidRDefault="000D07F1" w:rsidP="00007D8D">
      <w:pPr>
        <w:widowControl/>
        <w:spacing w:line="20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 xml:space="preserve">С целью автоматизированного управления потоком заявителей и обеспечения им комфортных условий ожидания МБУ «МФЦ» оборудован электронной системой управления очередью. </w:t>
      </w:r>
    </w:p>
    <w:p w:rsidR="000D07F1" w:rsidRPr="00F07E57" w:rsidRDefault="000D07F1" w:rsidP="00007D8D">
      <w:pPr>
        <w:widowControl/>
        <w:spacing w:line="20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hAnsi="Times New Roman" w:cs="Times New Roman"/>
          <w:color w:val="auto"/>
          <w:sz w:val="28"/>
          <w:szCs w:val="28"/>
        </w:rPr>
        <w:t>2.16.2. Предоставление муниципальной услуги в электронной форме возможно с использованием Единого портала государственных и муниципальных услуг (функций) Краснодарского края pgu.krasnodar.ru.</w:t>
      </w:r>
    </w:p>
    <w:p w:rsidR="000D07F1" w:rsidRPr="00F07E57" w:rsidRDefault="000D07F1" w:rsidP="00824AB5">
      <w:pPr>
        <w:widowControl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auto"/>
        </w:rPr>
      </w:pPr>
    </w:p>
    <w:p w:rsidR="000D07F1" w:rsidRPr="00F07E57" w:rsidRDefault="000D07F1" w:rsidP="00007D8D">
      <w:pPr>
        <w:pStyle w:val="21"/>
        <w:shd w:val="clear" w:color="auto" w:fill="auto"/>
        <w:tabs>
          <w:tab w:val="left" w:pos="1276"/>
          <w:tab w:val="left" w:pos="1560"/>
          <w:tab w:val="right" w:pos="10116"/>
        </w:tabs>
        <w:spacing w:line="240" w:lineRule="auto"/>
        <w:ind w:right="-44" w:firstLine="709"/>
        <w:jc w:val="center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Раздел III</w:t>
      </w:r>
    </w:p>
    <w:p w:rsidR="000D07F1" w:rsidRPr="00F07E57" w:rsidRDefault="000D07F1" w:rsidP="001A723F">
      <w:pPr>
        <w:pStyle w:val="21"/>
        <w:shd w:val="clear" w:color="auto" w:fill="auto"/>
        <w:tabs>
          <w:tab w:val="left" w:pos="1276"/>
          <w:tab w:val="left" w:pos="1560"/>
        </w:tabs>
        <w:spacing w:line="240" w:lineRule="auto"/>
        <w:ind w:right="-44" w:firstLine="709"/>
        <w:jc w:val="center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особенностей выполнения административных процедур в электронной форме</w:t>
      </w:r>
    </w:p>
    <w:p w:rsidR="000D07F1" w:rsidRPr="00F07E57" w:rsidRDefault="000D07F1" w:rsidP="001A723F">
      <w:pPr>
        <w:pStyle w:val="21"/>
        <w:shd w:val="clear" w:color="auto" w:fill="auto"/>
        <w:tabs>
          <w:tab w:val="left" w:pos="1276"/>
          <w:tab w:val="left" w:pos="1560"/>
        </w:tabs>
        <w:spacing w:line="240" w:lineRule="auto"/>
        <w:ind w:right="-44" w:firstLine="709"/>
        <w:jc w:val="center"/>
        <w:rPr>
          <w:rFonts w:cs="Courier New"/>
          <w:b w:val="0"/>
          <w:bCs w:val="0"/>
          <w:color w:val="auto"/>
          <w:sz w:val="28"/>
          <w:szCs w:val="28"/>
        </w:rPr>
      </w:pPr>
    </w:p>
    <w:p w:rsidR="000D07F1" w:rsidRPr="00F07E57" w:rsidRDefault="000D07F1" w:rsidP="007D4361">
      <w:pPr>
        <w:pStyle w:val="2"/>
        <w:numPr>
          <w:ilvl w:val="0"/>
          <w:numId w:val="7"/>
        </w:numPr>
        <w:shd w:val="clear" w:color="auto" w:fill="auto"/>
        <w:tabs>
          <w:tab w:val="left" w:pos="1276"/>
          <w:tab w:val="left" w:pos="1313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Муниципальная услуга предоставляется путём выполнения админи</w:t>
      </w:r>
      <w:r w:rsidRPr="00F07E57">
        <w:rPr>
          <w:color w:val="auto"/>
          <w:sz w:val="28"/>
          <w:szCs w:val="28"/>
        </w:rPr>
        <w:softHyphen/>
        <w:t xml:space="preserve">стративных процедур. В случае представления копий документов они должны быть заверены работником </w:t>
      </w:r>
      <w:r>
        <w:rPr>
          <w:color w:val="auto"/>
          <w:sz w:val="28"/>
          <w:szCs w:val="28"/>
        </w:rPr>
        <w:t xml:space="preserve">администрации </w:t>
      </w:r>
      <w:r w:rsidRPr="00400E87">
        <w:rPr>
          <w:sz w:val="28"/>
          <w:szCs w:val="28"/>
        </w:rPr>
        <w:t>Запорожского сельского поселения Темрюкского района</w:t>
      </w:r>
      <w:r w:rsidRPr="00F07E57">
        <w:rPr>
          <w:color w:val="auto"/>
          <w:sz w:val="28"/>
          <w:szCs w:val="28"/>
        </w:rPr>
        <w:t xml:space="preserve"> или МБУ «МФЦ» при представ</w:t>
      </w:r>
      <w:r w:rsidRPr="00F07E57">
        <w:rPr>
          <w:color w:val="auto"/>
          <w:sz w:val="28"/>
          <w:szCs w:val="28"/>
        </w:rPr>
        <w:softHyphen/>
        <w:t>лении заявителем оригиналов.</w:t>
      </w:r>
    </w:p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В состав административных процедур входит:</w:t>
      </w:r>
    </w:p>
    <w:p w:rsidR="000D07F1" w:rsidRPr="00F07E57" w:rsidRDefault="000D07F1" w:rsidP="007D4361">
      <w:pPr>
        <w:pStyle w:val="2"/>
        <w:numPr>
          <w:ilvl w:val="0"/>
          <w:numId w:val="8"/>
        </w:numPr>
        <w:shd w:val="clear" w:color="auto" w:fill="auto"/>
        <w:tabs>
          <w:tab w:val="left" w:pos="851"/>
          <w:tab w:val="left" w:pos="1134"/>
          <w:tab w:val="left" w:pos="1276"/>
          <w:tab w:val="left" w:pos="1481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 xml:space="preserve">приём заявления и прилагаемых к нему документов в </w:t>
      </w:r>
      <w:r>
        <w:rPr>
          <w:color w:val="auto"/>
          <w:sz w:val="28"/>
          <w:szCs w:val="28"/>
        </w:rPr>
        <w:t>администрацию</w:t>
      </w:r>
      <w:r w:rsidRPr="00DC4749">
        <w:rPr>
          <w:sz w:val="28"/>
          <w:szCs w:val="28"/>
        </w:rPr>
        <w:t xml:space="preserve"> </w:t>
      </w:r>
      <w:r w:rsidRPr="00400E87">
        <w:rPr>
          <w:sz w:val="28"/>
          <w:szCs w:val="28"/>
        </w:rPr>
        <w:t>Запорожского сельского поселения Темрюкского района</w:t>
      </w:r>
      <w:r w:rsidRPr="00F07E57">
        <w:rPr>
          <w:color w:val="auto"/>
          <w:sz w:val="28"/>
          <w:szCs w:val="28"/>
        </w:rPr>
        <w:t>;</w:t>
      </w:r>
    </w:p>
    <w:p w:rsidR="000D07F1" w:rsidRPr="00F07E57" w:rsidRDefault="000D07F1" w:rsidP="007D4361">
      <w:pPr>
        <w:pStyle w:val="2"/>
        <w:numPr>
          <w:ilvl w:val="0"/>
          <w:numId w:val="8"/>
        </w:numPr>
        <w:shd w:val="clear" w:color="auto" w:fill="auto"/>
        <w:tabs>
          <w:tab w:val="left" w:pos="851"/>
          <w:tab w:val="left" w:pos="1134"/>
          <w:tab w:val="left" w:pos="1276"/>
          <w:tab w:val="left" w:pos="1481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 xml:space="preserve">рассмотрение заявления и прилагаемых к нему документов </w:t>
      </w:r>
      <w:r>
        <w:rPr>
          <w:color w:val="auto"/>
          <w:sz w:val="28"/>
          <w:szCs w:val="28"/>
        </w:rPr>
        <w:t xml:space="preserve">администрацией </w:t>
      </w:r>
      <w:r w:rsidRPr="00400E87">
        <w:rPr>
          <w:sz w:val="28"/>
          <w:szCs w:val="28"/>
        </w:rPr>
        <w:t>Запорожского сельского поселения Темрюкского района</w:t>
      </w:r>
      <w:r w:rsidRPr="00F07E57">
        <w:rPr>
          <w:color w:val="auto"/>
          <w:sz w:val="28"/>
          <w:szCs w:val="28"/>
        </w:rPr>
        <w:t>, формирование и направление межведомственного запроса в орга-ны, участвующие в предоставлении услуги, принятие решения о предоставлении муниципальной услуги;</w:t>
      </w:r>
    </w:p>
    <w:p w:rsidR="000D07F1" w:rsidRPr="00F07E57" w:rsidRDefault="000D07F1" w:rsidP="00E00660">
      <w:pPr>
        <w:pStyle w:val="2"/>
        <w:numPr>
          <w:ilvl w:val="0"/>
          <w:numId w:val="8"/>
        </w:numPr>
        <w:shd w:val="clear" w:color="auto" w:fill="auto"/>
        <w:tabs>
          <w:tab w:val="left" w:pos="1134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 xml:space="preserve">согласование постановления администрации </w:t>
      </w:r>
      <w:r w:rsidRPr="00400E87">
        <w:rPr>
          <w:sz w:val="28"/>
          <w:szCs w:val="28"/>
        </w:rPr>
        <w:t>Запорожского сельского поселения Темрюкского района</w:t>
      </w:r>
      <w:r w:rsidRPr="00F07E57">
        <w:rPr>
          <w:color w:val="auto"/>
          <w:sz w:val="28"/>
          <w:szCs w:val="28"/>
        </w:rPr>
        <w:t xml:space="preserve"> «О внесении изменений в учетные данные граждан, состоящих на учете в качестве нуждающихся в жилых помещениях»;</w:t>
      </w:r>
    </w:p>
    <w:p w:rsidR="000D07F1" w:rsidRPr="00F07E57" w:rsidRDefault="000D07F1" w:rsidP="00E00660">
      <w:pPr>
        <w:pStyle w:val="2"/>
        <w:numPr>
          <w:ilvl w:val="0"/>
          <w:numId w:val="8"/>
        </w:numPr>
        <w:shd w:val="clear" w:color="auto" w:fill="auto"/>
        <w:tabs>
          <w:tab w:val="left" w:pos="1134"/>
          <w:tab w:val="left" w:pos="1560"/>
        </w:tabs>
        <w:spacing w:after="0" w:line="240" w:lineRule="auto"/>
        <w:ind w:right="-44" w:firstLine="709"/>
        <w:jc w:val="both"/>
        <w:rPr>
          <w:rFonts w:cs="Courier New"/>
          <w:color w:val="auto"/>
          <w:sz w:val="28"/>
          <w:szCs w:val="28"/>
        </w:rPr>
      </w:pPr>
      <w:r w:rsidRPr="00F07E57">
        <w:rPr>
          <w:sz w:val="28"/>
          <w:szCs w:val="28"/>
        </w:rPr>
        <w:t xml:space="preserve">выдача результата оказания муниципальной услуги заявителю. </w:t>
      </w:r>
    </w:p>
    <w:p w:rsidR="000D07F1" w:rsidRPr="00F07E57" w:rsidRDefault="000D07F1" w:rsidP="00E00660">
      <w:pPr>
        <w:pStyle w:val="2"/>
        <w:shd w:val="clear" w:color="auto" w:fill="auto"/>
        <w:tabs>
          <w:tab w:val="left" w:pos="709"/>
          <w:tab w:val="left" w:pos="851"/>
          <w:tab w:val="left" w:pos="1134"/>
          <w:tab w:val="left" w:pos="1276"/>
          <w:tab w:val="left" w:pos="1481"/>
          <w:tab w:val="left" w:pos="1560"/>
        </w:tabs>
        <w:spacing w:after="0" w:line="240" w:lineRule="auto"/>
        <w:ind w:right="-44" w:firstLine="0"/>
        <w:jc w:val="both"/>
        <w:rPr>
          <w:sz w:val="28"/>
          <w:szCs w:val="28"/>
        </w:rPr>
      </w:pPr>
      <w:r w:rsidRPr="00F07E57">
        <w:rPr>
          <w:rFonts w:cs="Courier New"/>
          <w:sz w:val="28"/>
          <w:szCs w:val="28"/>
        </w:rPr>
        <w:tab/>
      </w:r>
      <w:r w:rsidRPr="00F07E57">
        <w:rPr>
          <w:sz w:val="28"/>
          <w:szCs w:val="28"/>
        </w:rPr>
        <w:t>Блок-схема предоставления муниципальной услуги приводится в прило</w:t>
      </w:r>
      <w:r w:rsidRPr="00F07E57">
        <w:rPr>
          <w:sz w:val="28"/>
          <w:szCs w:val="28"/>
        </w:rPr>
        <w:softHyphen/>
        <w:t>жении № 9 к настоящему административному регламенту.</w:t>
      </w:r>
    </w:p>
    <w:p w:rsidR="000D07F1" w:rsidRPr="00F07E57" w:rsidRDefault="000D07F1" w:rsidP="007D4361">
      <w:pPr>
        <w:pStyle w:val="2"/>
        <w:numPr>
          <w:ilvl w:val="1"/>
          <w:numId w:val="16"/>
        </w:numPr>
        <w:shd w:val="clear" w:color="auto" w:fill="auto"/>
        <w:tabs>
          <w:tab w:val="left" w:pos="1276"/>
          <w:tab w:val="left" w:pos="1481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Приём заявления и прилагаемых к нему документов в </w:t>
      </w:r>
      <w:r>
        <w:rPr>
          <w:sz w:val="28"/>
          <w:szCs w:val="28"/>
        </w:rPr>
        <w:t xml:space="preserve">администрацию </w:t>
      </w:r>
      <w:r w:rsidRPr="00400E87">
        <w:rPr>
          <w:sz w:val="28"/>
          <w:szCs w:val="28"/>
        </w:rPr>
        <w:t>Запорожского сельского поселения Темрюкского района</w:t>
      </w:r>
      <w:r w:rsidRPr="00F07E57">
        <w:rPr>
          <w:sz w:val="28"/>
          <w:szCs w:val="28"/>
        </w:rPr>
        <w:t xml:space="preserve"> или МБУ «МФЦ».</w:t>
      </w:r>
    </w:p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  <w:tab w:val="left" w:pos="4251"/>
        </w:tabs>
        <w:spacing w:after="0" w:line="240" w:lineRule="auto"/>
        <w:ind w:right="-44" w:firstLine="709"/>
        <w:jc w:val="both"/>
      </w:pPr>
      <w:r w:rsidRPr="00F07E57">
        <w:rPr>
          <w:sz w:val="28"/>
          <w:szCs w:val="28"/>
        </w:rPr>
        <w:t xml:space="preserve">Основанием для начала административной процедуры является обращение в </w:t>
      </w:r>
      <w:r>
        <w:rPr>
          <w:sz w:val="28"/>
          <w:szCs w:val="28"/>
        </w:rPr>
        <w:t xml:space="preserve">администрацию </w:t>
      </w:r>
      <w:r w:rsidRPr="00400E87">
        <w:rPr>
          <w:sz w:val="28"/>
          <w:szCs w:val="28"/>
        </w:rPr>
        <w:t>Запорожского сельского поселения Темрюкского района</w:t>
      </w:r>
      <w:r w:rsidRPr="00F07E57">
        <w:rPr>
          <w:sz w:val="28"/>
          <w:szCs w:val="28"/>
        </w:rPr>
        <w:t xml:space="preserve"> или МБУ «МФЦ»  заявителя с заявлением и прило</w:t>
      </w:r>
      <w:r w:rsidRPr="00F07E57">
        <w:rPr>
          <w:sz w:val="28"/>
          <w:szCs w:val="28"/>
        </w:rPr>
        <w:softHyphen/>
        <w:t>женными к нему документами, предусмотренными настоящим административ</w:t>
      </w:r>
      <w:r w:rsidRPr="00F07E57">
        <w:rPr>
          <w:sz w:val="28"/>
          <w:szCs w:val="28"/>
        </w:rPr>
        <w:softHyphen/>
        <w:t>ным регламентом</w:t>
      </w:r>
      <w:r w:rsidRPr="00F07E57">
        <w:t>.</w:t>
      </w:r>
    </w:p>
    <w:p w:rsidR="000D07F1" w:rsidRPr="00DC4749" w:rsidRDefault="000D07F1" w:rsidP="001A723F">
      <w:pPr>
        <w:pStyle w:val="2"/>
        <w:shd w:val="clear" w:color="auto" w:fill="auto"/>
        <w:tabs>
          <w:tab w:val="left" w:pos="1276"/>
          <w:tab w:val="left" w:pos="1560"/>
          <w:tab w:val="left" w:pos="4251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DC4749">
        <w:rPr>
          <w:sz w:val="28"/>
          <w:szCs w:val="28"/>
        </w:rPr>
        <w:t>Должностным лицом,</w:t>
      </w:r>
      <w:r>
        <w:rPr>
          <w:sz w:val="28"/>
          <w:szCs w:val="28"/>
        </w:rPr>
        <w:t xml:space="preserve"> </w:t>
      </w:r>
      <w:r w:rsidRPr="00DC4749">
        <w:rPr>
          <w:sz w:val="28"/>
          <w:szCs w:val="28"/>
        </w:rPr>
        <w:t>ответственным за прием заявления и прило</w:t>
      </w:r>
      <w:r w:rsidRPr="00DC4749">
        <w:rPr>
          <w:sz w:val="28"/>
          <w:szCs w:val="28"/>
        </w:rPr>
        <w:softHyphen/>
        <w:t>женными к нему документами, является специалист администрации Запорожского сельского поселения Темрюкского района или специалист  МБУ «МФЦ».</w:t>
      </w:r>
    </w:p>
    <w:p w:rsidR="000D07F1" w:rsidRPr="00F07E57" w:rsidRDefault="000D07F1" w:rsidP="00291776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При приёме заявления и прилагаемых к нему документов специалист </w:t>
      </w:r>
      <w:r w:rsidRPr="00DC4749">
        <w:rPr>
          <w:sz w:val="28"/>
          <w:szCs w:val="28"/>
        </w:rPr>
        <w:t>администрации Запорожского сельского поселения Темрюкского района</w:t>
      </w:r>
      <w:r w:rsidRPr="00F07E57">
        <w:rPr>
          <w:sz w:val="28"/>
          <w:szCs w:val="28"/>
        </w:rPr>
        <w:t xml:space="preserve"> или специалист МБУ «МФЦ»:</w:t>
      </w:r>
    </w:p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устанавливает личность заявителя, в том числе проверяет документ, удо</w:t>
      </w:r>
      <w:r w:rsidRPr="00F07E57">
        <w:rPr>
          <w:sz w:val="28"/>
          <w:szCs w:val="28"/>
        </w:rPr>
        <w:softHyphen/>
        <w:t>стоверяющий личность, проверяет полномочия заявителя, в том числе полномо</w:t>
      </w:r>
      <w:r w:rsidRPr="00F07E57">
        <w:rPr>
          <w:sz w:val="28"/>
          <w:szCs w:val="28"/>
        </w:rPr>
        <w:softHyphen/>
        <w:t>чия представителя действовать от его имени;</w:t>
      </w:r>
    </w:p>
    <w:p w:rsidR="000D07F1" w:rsidRPr="00F07E57" w:rsidRDefault="000D07F1" w:rsidP="00291776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проверяет наличие всех необходимых документов по перечню либо по перечню документов, указанных в уведомлении о предоставлении недостающих документов, необходимых для предоставления муниципальной услуги;</w:t>
      </w:r>
    </w:p>
    <w:p w:rsidR="000D07F1" w:rsidRPr="00F07E57" w:rsidRDefault="000D07F1" w:rsidP="00291776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проверяет соответствие представленных документов установленным тре</w:t>
      </w:r>
      <w:r w:rsidRPr="00F07E57">
        <w:rPr>
          <w:sz w:val="28"/>
          <w:szCs w:val="28"/>
        </w:rPr>
        <w:softHyphen/>
        <w:t>бованиям, удостоверяясь, что:</w:t>
      </w:r>
    </w:p>
    <w:p w:rsidR="000D07F1" w:rsidRPr="00F07E57" w:rsidRDefault="000D07F1" w:rsidP="00291776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документы в установленных законодательством случаях нотариально удо</w:t>
      </w:r>
      <w:r w:rsidRPr="00F07E57">
        <w:rPr>
          <w:sz w:val="28"/>
          <w:szCs w:val="28"/>
        </w:rPr>
        <w:softHyphen/>
        <w:t>стоверены, скреплены печатями, имеют надлежащие подписи сторон или опре</w:t>
      </w:r>
      <w:r w:rsidRPr="00F07E57">
        <w:rPr>
          <w:sz w:val="28"/>
          <w:szCs w:val="28"/>
        </w:rPr>
        <w:softHyphen/>
        <w:t>делённых законодательством должностных лиц; тексты документов написаны разборчиво;</w:t>
      </w:r>
    </w:p>
    <w:p w:rsidR="000D07F1" w:rsidRPr="00F07E57" w:rsidRDefault="000D07F1" w:rsidP="00291776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фамилии, имена и отчества физических лиц, адреса их мест жительства написаны полностью;</w:t>
      </w:r>
    </w:p>
    <w:p w:rsidR="000D07F1" w:rsidRPr="00F07E57" w:rsidRDefault="000D07F1" w:rsidP="00291776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в документах нет подчисток, приписок, зачёркнутых слов и иных не ого</w:t>
      </w:r>
      <w:r w:rsidRPr="00F07E57">
        <w:rPr>
          <w:sz w:val="28"/>
          <w:szCs w:val="28"/>
        </w:rPr>
        <w:softHyphen/>
        <w:t>воренных в них исправлений;</w:t>
      </w:r>
    </w:p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документы не исполнены карандашом;</w:t>
      </w:r>
    </w:p>
    <w:p w:rsidR="000D07F1" w:rsidRPr="00F07E57" w:rsidRDefault="000D07F1" w:rsidP="00D95126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документы не имеют серьёзных повреждений, наличие которых не позволяет однозначно истолковать их содержание; срок действия документов не истёк;</w:t>
      </w:r>
    </w:p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документы содержат информацию, необходимую для предоставления му</w:t>
      </w:r>
      <w:r w:rsidRPr="00F07E57">
        <w:rPr>
          <w:sz w:val="28"/>
          <w:szCs w:val="28"/>
        </w:rPr>
        <w:softHyphen/>
        <w:t>ниципальной услуги, указанной в заявлении;</w:t>
      </w:r>
    </w:p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документы представлены в полном объёме;</w:t>
      </w:r>
    </w:p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сличает представленные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</w:t>
      </w:r>
      <w:r w:rsidRPr="00F07E57">
        <w:rPr>
          <w:sz w:val="28"/>
          <w:szCs w:val="28"/>
        </w:rPr>
        <w:softHyphen/>
        <w:t>линными экземплярами, заверяет своей подписью с указанием фамилии и ини</w:t>
      </w:r>
      <w:r w:rsidRPr="00F07E57">
        <w:rPr>
          <w:sz w:val="28"/>
          <w:szCs w:val="28"/>
        </w:rPr>
        <w:softHyphen/>
        <w:t>циалов и ставит отметку «копия верна» на каждой странице представляемых ко</w:t>
      </w:r>
      <w:r w:rsidRPr="00F07E57">
        <w:rPr>
          <w:sz w:val="28"/>
          <w:szCs w:val="28"/>
        </w:rPr>
        <w:softHyphen/>
        <w:t>пий документов;</w:t>
      </w:r>
    </w:p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при отсутствии оснований для отказа в приёме документов оформляет расписку о приёме документов.</w:t>
      </w:r>
    </w:p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Заявитель, представивший документы для получения муниципальной услуги, в обязательном порядке информируется специалистом </w:t>
      </w:r>
      <w:r w:rsidRPr="00DC4749">
        <w:rPr>
          <w:sz w:val="28"/>
          <w:szCs w:val="28"/>
        </w:rPr>
        <w:t>администрации Запорожского сельского поселения Темрюкского района</w:t>
      </w:r>
      <w:r w:rsidRPr="00F07E57">
        <w:rPr>
          <w:sz w:val="28"/>
          <w:szCs w:val="28"/>
        </w:rPr>
        <w:t xml:space="preserve"> или специалистом МБУ «МФЦ»:</w:t>
      </w:r>
    </w:p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rPr>
          <w:sz w:val="28"/>
          <w:szCs w:val="28"/>
        </w:rPr>
      </w:pPr>
      <w:r w:rsidRPr="00F07E57">
        <w:rPr>
          <w:sz w:val="28"/>
          <w:szCs w:val="28"/>
        </w:rPr>
        <w:t xml:space="preserve">о сроке предоставления муниципальной услуги; </w:t>
      </w:r>
    </w:p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rPr>
          <w:sz w:val="28"/>
          <w:szCs w:val="28"/>
        </w:rPr>
      </w:pPr>
      <w:r w:rsidRPr="00F07E57">
        <w:rPr>
          <w:sz w:val="28"/>
          <w:szCs w:val="28"/>
        </w:rPr>
        <w:t xml:space="preserve">о сроках административных процедур; </w:t>
      </w:r>
    </w:p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rPr>
          <w:sz w:val="28"/>
          <w:szCs w:val="28"/>
        </w:rPr>
      </w:pPr>
      <w:r w:rsidRPr="00F07E57">
        <w:rPr>
          <w:sz w:val="28"/>
          <w:szCs w:val="28"/>
        </w:rPr>
        <w:t>о критериях принятия решения;</w:t>
      </w:r>
    </w:p>
    <w:p w:rsidR="000D07F1" w:rsidRPr="00F07E57" w:rsidRDefault="000D07F1" w:rsidP="00E00660">
      <w:pPr>
        <w:pStyle w:val="2"/>
        <w:shd w:val="clear" w:color="auto" w:fill="auto"/>
        <w:tabs>
          <w:tab w:val="left" w:pos="951"/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о</w:t>
      </w:r>
      <w:r w:rsidRPr="00F07E57">
        <w:rPr>
          <w:sz w:val="28"/>
          <w:szCs w:val="28"/>
        </w:rPr>
        <w:tab/>
        <w:t>возможности приостановления предоставления муниципальной услуги. Результатом административной процедуры является принятие от заявите</w:t>
      </w:r>
      <w:r w:rsidRPr="00F07E57">
        <w:rPr>
          <w:sz w:val="28"/>
          <w:szCs w:val="28"/>
        </w:rPr>
        <w:softHyphen/>
        <w:t>ля заявления и прилагаемых к нему документов.</w:t>
      </w:r>
    </w:p>
    <w:p w:rsidR="000D07F1" w:rsidRPr="00F07E57" w:rsidRDefault="000D07F1" w:rsidP="007D4361">
      <w:pPr>
        <w:pStyle w:val="2"/>
        <w:numPr>
          <w:ilvl w:val="2"/>
          <w:numId w:val="16"/>
        </w:numPr>
        <w:shd w:val="clear" w:color="auto" w:fill="auto"/>
        <w:tabs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В случае непредставления заявителем по собственной инициативе документов, указанных в подпункте 2.6настоящего административного регла</w:t>
      </w:r>
      <w:r w:rsidRPr="00F07E57">
        <w:rPr>
          <w:sz w:val="28"/>
          <w:szCs w:val="28"/>
        </w:rPr>
        <w:softHyphen/>
        <w:t xml:space="preserve">мента, получение которых возможно по межведомственным запросам, специалистом </w:t>
      </w:r>
      <w:r w:rsidRPr="00DC4749">
        <w:rPr>
          <w:sz w:val="28"/>
          <w:szCs w:val="28"/>
        </w:rPr>
        <w:t>администрации Запорожского сельского поселения Темрюкского района</w:t>
      </w:r>
      <w:r w:rsidRPr="00F07E57">
        <w:rPr>
          <w:sz w:val="28"/>
          <w:szCs w:val="28"/>
        </w:rPr>
        <w:t xml:space="preserve"> подготавливается межведомственный запрос в соответствующий орган (организацию).</w:t>
      </w:r>
    </w:p>
    <w:p w:rsidR="000D07F1" w:rsidRPr="00F07E57" w:rsidRDefault="000D07F1" w:rsidP="00E00660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Межведомственный запрос оформляется в соответствии с требованиями, установленными Федеральным законом от 27 июля 2010 № 210-ФЗ «Об органи</w:t>
      </w:r>
      <w:r w:rsidRPr="00F07E57">
        <w:rPr>
          <w:sz w:val="28"/>
          <w:szCs w:val="28"/>
        </w:rPr>
        <w:softHyphen/>
        <w:t>зации предоставления государственных и муниципальных услуг».</w:t>
      </w:r>
    </w:p>
    <w:p w:rsidR="000D07F1" w:rsidRPr="00F07E57" w:rsidRDefault="000D07F1" w:rsidP="00E00660">
      <w:pPr>
        <w:pStyle w:val="2"/>
        <w:numPr>
          <w:ilvl w:val="2"/>
          <w:numId w:val="17"/>
        </w:numPr>
        <w:shd w:val="clear" w:color="auto" w:fill="auto"/>
        <w:tabs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По результатам рассмотрения информации, представленной по межве</w:t>
      </w:r>
      <w:r w:rsidRPr="00F07E57">
        <w:rPr>
          <w:sz w:val="28"/>
          <w:szCs w:val="28"/>
        </w:rPr>
        <w:softHyphen/>
        <w:t>домственному запросу и запросу, направленному с целью получения дополни</w:t>
      </w:r>
      <w:r w:rsidRPr="00F07E57">
        <w:rPr>
          <w:sz w:val="28"/>
          <w:szCs w:val="28"/>
        </w:rPr>
        <w:softHyphen/>
        <w:t>тельной информации, при наличии предусмотренных законодательством осно</w:t>
      </w:r>
      <w:r w:rsidRPr="00F07E57">
        <w:rPr>
          <w:sz w:val="28"/>
          <w:szCs w:val="28"/>
        </w:rPr>
        <w:softHyphen/>
        <w:t>ваний принимается решение о предоставлении муниципальной услуги.</w:t>
      </w:r>
    </w:p>
    <w:p w:rsidR="000D07F1" w:rsidRPr="00F07E57" w:rsidRDefault="000D07F1" w:rsidP="00E00660">
      <w:pPr>
        <w:pStyle w:val="2"/>
        <w:numPr>
          <w:ilvl w:val="2"/>
          <w:numId w:val="17"/>
        </w:numPr>
        <w:shd w:val="clear" w:color="auto" w:fill="auto"/>
        <w:tabs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При наличии оснований для предоставления муниципальной услуги специалист </w:t>
      </w:r>
      <w:r w:rsidRPr="00DC4749">
        <w:rPr>
          <w:sz w:val="28"/>
          <w:szCs w:val="28"/>
        </w:rPr>
        <w:t>администрации Запорожского сельского поселения Темрюкского района</w:t>
      </w:r>
      <w:r w:rsidRPr="00F07E57">
        <w:rPr>
          <w:sz w:val="28"/>
          <w:szCs w:val="28"/>
        </w:rPr>
        <w:t xml:space="preserve"> в течение 20 рабочих дней со дня принятия заявле</w:t>
      </w:r>
      <w:r w:rsidRPr="00F07E57">
        <w:rPr>
          <w:sz w:val="28"/>
          <w:szCs w:val="28"/>
        </w:rPr>
        <w:softHyphen/>
        <w:t>ния с прилагаемыми к нему документами готовит проект постановления и передаёт его на согласование.</w:t>
      </w:r>
    </w:p>
    <w:p w:rsidR="000D07F1" w:rsidRPr="00F07E57" w:rsidRDefault="000D07F1" w:rsidP="007D4361">
      <w:pPr>
        <w:pStyle w:val="2"/>
        <w:numPr>
          <w:ilvl w:val="2"/>
          <w:numId w:val="17"/>
        </w:numPr>
        <w:shd w:val="clear" w:color="auto" w:fill="auto"/>
        <w:tabs>
          <w:tab w:val="left" w:pos="1276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Общий максимальный срок приема документов не может превышать 10 минут. Срок приема, регистрации заявления - 1 рабочий день.</w:t>
      </w:r>
    </w:p>
    <w:p w:rsidR="000D07F1" w:rsidRPr="00F07E57" w:rsidRDefault="000D07F1" w:rsidP="007D4361">
      <w:pPr>
        <w:pStyle w:val="2"/>
        <w:numPr>
          <w:ilvl w:val="2"/>
          <w:numId w:val="17"/>
        </w:numPr>
        <w:shd w:val="clear" w:color="auto" w:fill="auto"/>
        <w:tabs>
          <w:tab w:val="left" w:pos="1276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Критерии принятия решения:</w:t>
      </w:r>
    </w:p>
    <w:p w:rsidR="000D07F1" w:rsidRPr="00F07E57" w:rsidRDefault="000D07F1" w:rsidP="004F25AC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обращение за получением муниципальной услуги соответствующего лица; предоставление в полном объеме документов, указанных в подпункте 2.6 настоящего административного регламента;</w:t>
      </w:r>
    </w:p>
    <w:p w:rsidR="000D07F1" w:rsidRPr="00F07E57" w:rsidRDefault="000D07F1" w:rsidP="004F25AC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достоверность поданных документов, указанных в подпункте 2.6 настоящего административного регламента.</w:t>
      </w:r>
    </w:p>
    <w:p w:rsidR="000D07F1" w:rsidRPr="00F07E57" w:rsidRDefault="000D07F1" w:rsidP="004F25AC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3.2.7. Результат административной процедуры:</w:t>
      </w:r>
    </w:p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прием и регистрация заявления в журнале регистрации поступающих заявлений и/или в электронной базе данных, с последующей передачей заявления и пакета документов </w:t>
      </w:r>
      <w:r>
        <w:rPr>
          <w:sz w:val="28"/>
          <w:szCs w:val="28"/>
        </w:rPr>
        <w:t>главе</w:t>
      </w:r>
      <w:r w:rsidRPr="00DC4749">
        <w:rPr>
          <w:sz w:val="28"/>
          <w:szCs w:val="28"/>
        </w:rPr>
        <w:t xml:space="preserve"> Запорожского сельского поселения Темрюкского района</w:t>
      </w:r>
      <w:r w:rsidRPr="00F07E57">
        <w:rPr>
          <w:sz w:val="28"/>
          <w:szCs w:val="28"/>
        </w:rPr>
        <w:t xml:space="preserve"> для наложения резолюции;</w:t>
      </w:r>
    </w:p>
    <w:p w:rsidR="000D07F1" w:rsidRPr="00F07E57" w:rsidRDefault="000D07F1" w:rsidP="00637EE8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отказ в приеме документов для последующего предоставления муниципальной услуги.</w:t>
      </w:r>
    </w:p>
    <w:p w:rsidR="000D07F1" w:rsidRPr="00F07E57" w:rsidRDefault="000D07F1" w:rsidP="00291776">
      <w:pPr>
        <w:pStyle w:val="2"/>
        <w:shd w:val="clear" w:color="auto" w:fill="auto"/>
        <w:tabs>
          <w:tab w:val="left" w:pos="1276"/>
          <w:tab w:val="left" w:pos="1560"/>
          <w:tab w:val="left" w:pos="1649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3.2.8.Способ фиксации результата выполнения административной процедуры: внесение записи о приеме пакета документов в журнал регистрации и/или электронную форму.</w:t>
      </w:r>
    </w:p>
    <w:p w:rsidR="000D07F1" w:rsidRPr="00F07E57" w:rsidRDefault="000D07F1" w:rsidP="007D4361">
      <w:pPr>
        <w:pStyle w:val="2"/>
        <w:numPr>
          <w:ilvl w:val="1"/>
          <w:numId w:val="17"/>
        </w:numPr>
        <w:shd w:val="clear" w:color="auto" w:fill="auto"/>
        <w:tabs>
          <w:tab w:val="left" w:pos="1276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Рассмотрение заявления и прилагаемых к нему документов </w:t>
      </w:r>
      <w:r w:rsidRPr="00DC4749">
        <w:rPr>
          <w:sz w:val="28"/>
          <w:szCs w:val="28"/>
        </w:rPr>
        <w:t>администрации Запорожского сельского поселения Темрюкского района</w:t>
      </w:r>
      <w:r w:rsidRPr="00F07E57">
        <w:rPr>
          <w:sz w:val="28"/>
          <w:szCs w:val="28"/>
        </w:rPr>
        <w:t>, формирование и направление м</w:t>
      </w:r>
      <w:r>
        <w:rPr>
          <w:sz w:val="28"/>
          <w:szCs w:val="28"/>
        </w:rPr>
        <w:t>ежведомственного запроса в орга</w:t>
      </w:r>
      <w:r w:rsidRPr="00F07E57">
        <w:rPr>
          <w:sz w:val="28"/>
          <w:szCs w:val="28"/>
        </w:rPr>
        <w:t>ны, участвующие в предоставлении услуги, принятие решения о предоставлении муниципальной услуги:</w:t>
      </w:r>
    </w:p>
    <w:p w:rsidR="000D07F1" w:rsidRPr="00F07E57" w:rsidRDefault="000D07F1" w:rsidP="007D4361">
      <w:pPr>
        <w:pStyle w:val="2"/>
        <w:numPr>
          <w:ilvl w:val="2"/>
          <w:numId w:val="18"/>
        </w:numPr>
        <w:shd w:val="clear" w:color="auto" w:fill="auto"/>
        <w:tabs>
          <w:tab w:val="left" w:pos="1276"/>
          <w:tab w:val="left" w:pos="1560"/>
          <w:tab w:val="left" w:pos="1649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Юридический факт, являющийся основанием для начала административной процедуры, - наличие зарегистрированного в журнале регистрации или в электронной базе данных заявления с резолюцией </w:t>
      </w:r>
      <w:r>
        <w:rPr>
          <w:sz w:val="28"/>
          <w:szCs w:val="28"/>
        </w:rPr>
        <w:t>главы</w:t>
      </w:r>
      <w:r w:rsidRPr="00DC4749">
        <w:rPr>
          <w:sz w:val="28"/>
          <w:szCs w:val="28"/>
        </w:rPr>
        <w:t xml:space="preserve"> Запорожского сельского поселения Темрюкского района</w:t>
      </w:r>
      <w:r w:rsidRPr="00F07E57">
        <w:rPr>
          <w:sz w:val="28"/>
          <w:szCs w:val="28"/>
        </w:rPr>
        <w:t>.</w:t>
      </w:r>
    </w:p>
    <w:p w:rsidR="000D07F1" w:rsidRPr="00F07E57" w:rsidRDefault="000D07F1" w:rsidP="007D4361">
      <w:pPr>
        <w:pStyle w:val="2"/>
        <w:numPr>
          <w:ilvl w:val="2"/>
          <w:numId w:val="18"/>
        </w:numPr>
        <w:shd w:val="clear" w:color="auto" w:fill="auto"/>
        <w:tabs>
          <w:tab w:val="left" w:pos="1276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Должностное лицо, ответственное за выполнение административной процедуры, </w:t>
      </w:r>
      <w:r w:rsidRPr="00DC4749">
        <w:rPr>
          <w:sz w:val="28"/>
          <w:szCs w:val="28"/>
        </w:rPr>
        <w:t>администрации Запорожского сельского поселения Темрюкского района</w:t>
      </w:r>
      <w:r w:rsidRPr="00F07E57">
        <w:rPr>
          <w:sz w:val="28"/>
          <w:szCs w:val="28"/>
        </w:rPr>
        <w:t>:</w:t>
      </w:r>
    </w:p>
    <w:p w:rsidR="000D07F1" w:rsidRPr="00F07E57" w:rsidRDefault="000D07F1" w:rsidP="00637EE8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после получения документов специалист </w:t>
      </w:r>
      <w:r w:rsidRPr="00DC4749">
        <w:rPr>
          <w:sz w:val="28"/>
          <w:szCs w:val="28"/>
        </w:rPr>
        <w:t>администрации Запорожского сельского поселения Темрюкского района</w:t>
      </w:r>
      <w:r w:rsidRPr="00F07E57">
        <w:rPr>
          <w:sz w:val="28"/>
          <w:szCs w:val="28"/>
        </w:rPr>
        <w:t xml:space="preserve"> выявляет наличие оснований для отказа в предоставлении муниципальной услуги;</w:t>
      </w:r>
    </w:p>
    <w:p w:rsidR="000D07F1" w:rsidRPr="00F07E57" w:rsidRDefault="000D07F1" w:rsidP="00637EE8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при наличии оснований для отказа в предоставлении муниципальной услуги специалист </w:t>
      </w:r>
      <w:r w:rsidRPr="00DC4749">
        <w:rPr>
          <w:sz w:val="28"/>
          <w:szCs w:val="28"/>
        </w:rPr>
        <w:t>администрации Запорожского сельского поселения Темрюкского района</w:t>
      </w:r>
      <w:r w:rsidRPr="00F07E57">
        <w:rPr>
          <w:sz w:val="28"/>
          <w:szCs w:val="28"/>
        </w:rPr>
        <w:t xml:space="preserve"> готовит соответствующее письмо с указанием причин отказа или при наличии оснований для предоставления муниципальной услуги специалист </w:t>
      </w:r>
      <w:r w:rsidRPr="00DC4749">
        <w:rPr>
          <w:sz w:val="28"/>
          <w:szCs w:val="28"/>
        </w:rPr>
        <w:t>администрации Запорожского сельского поселения Темрюкского района</w:t>
      </w:r>
      <w:r w:rsidRPr="00F07E57">
        <w:rPr>
          <w:sz w:val="28"/>
          <w:szCs w:val="28"/>
        </w:rPr>
        <w:t xml:space="preserve"> в течение 4 дней готовит проект постановления «О внесении изменений в учетные данные граждан, состоящих на учете в качестве нуждающихся в жилых помещениях» и передает его на согласование. Срок административной процедуры составляет - 12 дней.</w:t>
      </w:r>
    </w:p>
    <w:p w:rsidR="000D07F1" w:rsidRPr="00F07E57" w:rsidRDefault="000D07F1" w:rsidP="009F2FBB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left="568" w:right="-44" w:firstLine="0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3.3.3.Результат административной процедуры:</w:t>
      </w:r>
    </w:p>
    <w:p w:rsidR="000D07F1" w:rsidRPr="00F07E57" w:rsidRDefault="000D07F1" w:rsidP="00291776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567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подготовка проекта постановления </w:t>
      </w:r>
      <w:r w:rsidRPr="00DC4749">
        <w:rPr>
          <w:sz w:val="28"/>
          <w:szCs w:val="28"/>
        </w:rPr>
        <w:t>администрации Запорожского сельского поселения Темрюкского района</w:t>
      </w:r>
      <w:r w:rsidRPr="00F07E57">
        <w:rPr>
          <w:sz w:val="28"/>
          <w:szCs w:val="28"/>
        </w:rPr>
        <w:t xml:space="preserve"> «О внесении изменений в учетные данные граждан, состоящих на учете в качестве нуждающихся в жилых помещениях»;</w:t>
      </w:r>
    </w:p>
    <w:p w:rsidR="000D07F1" w:rsidRPr="00F07E57" w:rsidRDefault="000D07F1" w:rsidP="00291776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567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в случае отрицательного решения специалист </w:t>
      </w:r>
      <w:r w:rsidRPr="00DC4749">
        <w:rPr>
          <w:sz w:val="28"/>
          <w:szCs w:val="28"/>
        </w:rPr>
        <w:t>администрации Запорожского сельского поселения Темрюкского района</w:t>
      </w:r>
      <w:r w:rsidRPr="00F07E57">
        <w:rPr>
          <w:sz w:val="28"/>
          <w:szCs w:val="28"/>
        </w:rPr>
        <w:t xml:space="preserve"> готовит мотивированный отказ в предоставлении указанной административной услуги или постановление «Об отказе во внесении изменений в учетные данные граждан, состоящих на учете в качестве нуждающихся в жилых помещениях».</w:t>
      </w:r>
    </w:p>
    <w:p w:rsidR="000D07F1" w:rsidRPr="00F07E57" w:rsidRDefault="000D07F1" w:rsidP="00291776">
      <w:pPr>
        <w:pStyle w:val="2"/>
        <w:numPr>
          <w:ilvl w:val="2"/>
          <w:numId w:val="19"/>
        </w:numPr>
        <w:shd w:val="clear" w:color="auto" w:fill="auto"/>
        <w:tabs>
          <w:tab w:val="left" w:pos="1276"/>
          <w:tab w:val="left" w:pos="1560"/>
        </w:tabs>
        <w:spacing w:after="0" w:line="240" w:lineRule="auto"/>
        <w:ind w:left="0" w:right="-44" w:firstLine="567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Критерии принятия решения:</w:t>
      </w:r>
    </w:p>
    <w:p w:rsidR="000D07F1" w:rsidRPr="00F07E57" w:rsidRDefault="000D07F1" w:rsidP="00291776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567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соответствие представленных документов в подпункте 2.6 настоящего административного регламента;</w:t>
      </w:r>
    </w:p>
    <w:p w:rsidR="000D07F1" w:rsidRPr="00F07E57" w:rsidRDefault="000D07F1" w:rsidP="00291776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567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выявление оснований для отказа в предоставлении муниципальной услуги.</w:t>
      </w:r>
    </w:p>
    <w:p w:rsidR="000D07F1" w:rsidRPr="00F07E57" w:rsidRDefault="000D07F1" w:rsidP="00291776">
      <w:pPr>
        <w:pStyle w:val="2"/>
        <w:numPr>
          <w:ilvl w:val="2"/>
          <w:numId w:val="19"/>
        </w:numPr>
        <w:shd w:val="clear" w:color="auto" w:fill="auto"/>
        <w:tabs>
          <w:tab w:val="left" w:pos="851"/>
          <w:tab w:val="left" w:pos="993"/>
          <w:tab w:val="left" w:pos="1276"/>
          <w:tab w:val="left" w:pos="1560"/>
          <w:tab w:val="left" w:pos="1649"/>
          <w:tab w:val="left" w:pos="4334"/>
        </w:tabs>
        <w:spacing w:after="0" w:line="240" w:lineRule="auto"/>
        <w:ind w:left="0" w:right="-44" w:firstLine="567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Способ фиксации:</w:t>
      </w:r>
      <w:r>
        <w:rPr>
          <w:sz w:val="28"/>
          <w:szCs w:val="28"/>
        </w:rPr>
        <w:t xml:space="preserve"> </w:t>
      </w:r>
      <w:r w:rsidRPr="00F07E57">
        <w:rPr>
          <w:sz w:val="28"/>
          <w:szCs w:val="28"/>
        </w:rPr>
        <w:t xml:space="preserve">данная административная процедура нефиксируется, пакет документов передается для согласования постановления </w:t>
      </w:r>
      <w:r w:rsidRPr="00DC4749">
        <w:rPr>
          <w:sz w:val="28"/>
          <w:szCs w:val="28"/>
        </w:rPr>
        <w:t>администрации Запорожского сельского поселения Темрюкского района</w:t>
      </w:r>
      <w:r w:rsidRPr="00F07E57">
        <w:rPr>
          <w:sz w:val="28"/>
          <w:szCs w:val="28"/>
        </w:rPr>
        <w:t>.</w:t>
      </w:r>
    </w:p>
    <w:p w:rsidR="000D07F1" w:rsidRPr="00F07E57" w:rsidRDefault="000D07F1" w:rsidP="00291776">
      <w:pPr>
        <w:pStyle w:val="2"/>
        <w:numPr>
          <w:ilvl w:val="1"/>
          <w:numId w:val="19"/>
        </w:numPr>
        <w:shd w:val="clear" w:color="auto" w:fill="auto"/>
        <w:tabs>
          <w:tab w:val="left" w:pos="851"/>
          <w:tab w:val="left" w:pos="993"/>
          <w:tab w:val="left" w:pos="1276"/>
          <w:tab w:val="left" w:pos="1560"/>
        </w:tabs>
        <w:spacing w:after="0" w:line="240" w:lineRule="auto"/>
        <w:ind w:left="0" w:right="-4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07E57">
        <w:rPr>
          <w:sz w:val="28"/>
          <w:szCs w:val="28"/>
        </w:rPr>
        <w:t xml:space="preserve">Согласование постановления </w:t>
      </w:r>
      <w:r w:rsidRPr="00DC4749">
        <w:rPr>
          <w:sz w:val="28"/>
          <w:szCs w:val="28"/>
        </w:rPr>
        <w:t>администрации Запорожского сельского поселения Темрюкского района</w:t>
      </w:r>
      <w:r w:rsidRPr="00F07E57">
        <w:rPr>
          <w:sz w:val="28"/>
          <w:szCs w:val="28"/>
        </w:rPr>
        <w:t xml:space="preserve"> «О внесении изменений в учетные данные граждан, состоящих на учете в качестве нуждающихся в жилых помещениях».</w:t>
      </w:r>
    </w:p>
    <w:p w:rsidR="000D07F1" w:rsidRPr="00F07E57" w:rsidRDefault="000D07F1" w:rsidP="00291776">
      <w:pPr>
        <w:pStyle w:val="2"/>
        <w:numPr>
          <w:ilvl w:val="2"/>
          <w:numId w:val="20"/>
        </w:numPr>
        <w:shd w:val="clear" w:color="auto" w:fill="auto"/>
        <w:tabs>
          <w:tab w:val="left" w:pos="851"/>
          <w:tab w:val="left" w:pos="993"/>
          <w:tab w:val="left" w:pos="1276"/>
          <w:tab w:val="left" w:pos="1478"/>
          <w:tab w:val="left" w:pos="1560"/>
        </w:tabs>
        <w:spacing w:after="0" w:line="240" w:lineRule="auto"/>
        <w:ind w:left="0" w:right="-44" w:firstLine="567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Юридический факт, являющийся началом административной процедуры - проект постановления </w:t>
      </w:r>
      <w:r w:rsidRPr="00DC4749">
        <w:rPr>
          <w:sz w:val="28"/>
          <w:szCs w:val="28"/>
        </w:rPr>
        <w:t>администрации Запорожского сельского поселения Темрюкского района</w:t>
      </w:r>
      <w:r w:rsidRPr="00F07E57">
        <w:rPr>
          <w:sz w:val="28"/>
          <w:szCs w:val="28"/>
        </w:rPr>
        <w:t xml:space="preserve"> «О внесении изменений в учетные данные граждан, состоящих на учете в качестве нуждающихся в жилых помещениях».</w:t>
      </w:r>
    </w:p>
    <w:p w:rsidR="000D07F1" w:rsidRPr="00F07E57" w:rsidRDefault="000D07F1" w:rsidP="00291776">
      <w:pPr>
        <w:pStyle w:val="2"/>
        <w:numPr>
          <w:ilvl w:val="2"/>
          <w:numId w:val="20"/>
        </w:numPr>
        <w:shd w:val="clear" w:color="auto" w:fill="auto"/>
        <w:tabs>
          <w:tab w:val="left" w:pos="851"/>
          <w:tab w:val="left" w:pos="993"/>
          <w:tab w:val="left" w:pos="1276"/>
          <w:tab w:val="left" w:pos="1478"/>
          <w:tab w:val="left" w:pos="1560"/>
        </w:tabs>
        <w:spacing w:after="0" w:line="240" w:lineRule="auto"/>
        <w:ind w:left="0" w:right="-4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общего отдела </w:t>
      </w:r>
      <w:r w:rsidRPr="00DC4749">
        <w:rPr>
          <w:sz w:val="28"/>
          <w:szCs w:val="28"/>
        </w:rPr>
        <w:t>Запорожского сельского поселения Темрюкского района</w:t>
      </w:r>
      <w:r w:rsidRPr="00F07E57">
        <w:rPr>
          <w:sz w:val="28"/>
          <w:szCs w:val="28"/>
        </w:rPr>
        <w:t xml:space="preserve"> в течение 1 дня подписывает и передаёт для дальнейшего согласования проект постановления администрации муниципального образования Темрюкский район «О внесении изменений в учетные данные граждан, состоящих на учете в качестве нуждающихся в жилых помещениях» или мотивированный отказ в предоставлении услуги.</w:t>
      </w:r>
    </w:p>
    <w:p w:rsidR="000D07F1" w:rsidRPr="00F07E57" w:rsidRDefault="000D07F1" w:rsidP="00291776">
      <w:pPr>
        <w:pStyle w:val="2"/>
        <w:shd w:val="clear" w:color="auto" w:fill="auto"/>
        <w:tabs>
          <w:tab w:val="left" w:pos="851"/>
          <w:tab w:val="left" w:pos="993"/>
          <w:tab w:val="left" w:pos="1276"/>
          <w:tab w:val="left" w:pos="1560"/>
        </w:tabs>
        <w:spacing w:after="0" w:line="240" w:lineRule="auto"/>
        <w:ind w:right="-44" w:firstLine="567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3.4.3. Результат административной процедуры:</w:t>
      </w:r>
      <w:r>
        <w:rPr>
          <w:sz w:val="28"/>
          <w:szCs w:val="28"/>
        </w:rPr>
        <w:t xml:space="preserve"> </w:t>
      </w:r>
      <w:r w:rsidRPr="00F07E57">
        <w:rPr>
          <w:sz w:val="28"/>
          <w:szCs w:val="28"/>
        </w:rPr>
        <w:t xml:space="preserve">согласование проекта постановления </w:t>
      </w:r>
      <w:r w:rsidRPr="00DC4749">
        <w:rPr>
          <w:sz w:val="28"/>
          <w:szCs w:val="28"/>
        </w:rPr>
        <w:t>администрации Запорожского сельского поселения Темрюкского района</w:t>
      </w:r>
      <w:r w:rsidRPr="00F07E57">
        <w:rPr>
          <w:sz w:val="28"/>
          <w:szCs w:val="28"/>
        </w:rPr>
        <w:t xml:space="preserve"> «О внесении изменений в учетные данные граждан, состоящих на учете в качестве нуждающихся в жилых помещениях».</w:t>
      </w:r>
    </w:p>
    <w:p w:rsidR="000D07F1" w:rsidRPr="00F07E57" w:rsidRDefault="000D07F1" w:rsidP="00291776">
      <w:pPr>
        <w:pStyle w:val="2"/>
        <w:numPr>
          <w:ilvl w:val="2"/>
          <w:numId w:val="19"/>
        </w:numPr>
        <w:shd w:val="clear" w:color="auto" w:fill="auto"/>
        <w:tabs>
          <w:tab w:val="left" w:pos="851"/>
          <w:tab w:val="left" w:pos="993"/>
          <w:tab w:val="left" w:pos="1276"/>
          <w:tab w:val="left" w:pos="1560"/>
        </w:tabs>
        <w:spacing w:after="0" w:line="240" w:lineRule="auto"/>
        <w:ind w:left="0" w:right="-44" w:firstLine="567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Критерии принятия решения:</w:t>
      </w:r>
      <w:r>
        <w:rPr>
          <w:sz w:val="28"/>
          <w:szCs w:val="28"/>
        </w:rPr>
        <w:t xml:space="preserve"> </w:t>
      </w:r>
      <w:r w:rsidRPr="00F07E57">
        <w:rPr>
          <w:sz w:val="28"/>
          <w:szCs w:val="28"/>
        </w:rPr>
        <w:t>указанными в листе согласования подразделениями администрации проводится экспертиза представленных документов.</w:t>
      </w:r>
    </w:p>
    <w:p w:rsidR="000D07F1" w:rsidRPr="00F07E57" w:rsidRDefault="000D07F1" w:rsidP="00291776">
      <w:pPr>
        <w:pStyle w:val="2"/>
        <w:shd w:val="clear" w:color="auto" w:fill="auto"/>
        <w:tabs>
          <w:tab w:val="left" w:pos="851"/>
          <w:tab w:val="left" w:pos="993"/>
          <w:tab w:val="left" w:pos="1276"/>
          <w:tab w:val="left" w:pos="1560"/>
        </w:tabs>
        <w:spacing w:after="0" w:line="240" w:lineRule="auto"/>
        <w:ind w:right="-44" w:firstLine="567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3.4.5. Способ фиксации: данная административная процедура не фиксируется, пакет документов передается на подпись главе </w:t>
      </w:r>
      <w:r w:rsidRPr="00DC4749">
        <w:rPr>
          <w:sz w:val="28"/>
          <w:szCs w:val="28"/>
        </w:rPr>
        <w:t>Запорожского сельского поселения Темрюкского района</w:t>
      </w:r>
      <w:r w:rsidRPr="00F07E57">
        <w:rPr>
          <w:sz w:val="28"/>
          <w:szCs w:val="28"/>
        </w:rPr>
        <w:t>.</w:t>
      </w:r>
    </w:p>
    <w:p w:rsidR="000D07F1" w:rsidRPr="00F07E57" w:rsidRDefault="000D07F1" w:rsidP="00291776">
      <w:pPr>
        <w:pStyle w:val="2"/>
        <w:shd w:val="clear" w:color="auto" w:fill="auto"/>
        <w:tabs>
          <w:tab w:val="left" w:pos="851"/>
          <w:tab w:val="left" w:pos="993"/>
          <w:tab w:val="left" w:pos="1276"/>
          <w:tab w:val="left" w:pos="1478"/>
          <w:tab w:val="left" w:pos="1560"/>
        </w:tabs>
        <w:spacing w:after="0" w:line="240" w:lineRule="auto"/>
        <w:ind w:right="-44" w:firstLine="567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3.4.6. Проект постановления администрации </w:t>
      </w:r>
      <w:r w:rsidRPr="00DC4749">
        <w:rPr>
          <w:sz w:val="28"/>
          <w:szCs w:val="28"/>
        </w:rPr>
        <w:t>Запорожского сельского поселения Темрюкского района</w:t>
      </w:r>
      <w:r w:rsidRPr="00F07E57">
        <w:rPr>
          <w:sz w:val="28"/>
          <w:szCs w:val="28"/>
        </w:rPr>
        <w:t xml:space="preserve"> «О внесении изменений в учетные данные граждан, состоящих на учете в качестве нуждающихся в жилых помещениях» передается в общий отдел </w:t>
      </w:r>
      <w:r w:rsidRPr="00DC4749">
        <w:rPr>
          <w:sz w:val="28"/>
          <w:szCs w:val="28"/>
        </w:rPr>
        <w:t>администрации Запорожского сельского поселения Темрюкского района</w:t>
      </w:r>
      <w:r w:rsidRPr="00F07E57">
        <w:rPr>
          <w:sz w:val="28"/>
          <w:szCs w:val="28"/>
        </w:rPr>
        <w:t xml:space="preserve"> для регистрации в течение 1 дня.</w:t>
      </w:r>
    </w:p>
    <w:p w:rsidR="000D07F1" w:rsidRPr="00F07E57" w:rsidRDefault="000D07F1" w:rsidP="00637EE8">
      <w:pPr>
        <w:pStyle w:val="2"/>
        <w:shd w:val="clear" w:color="auto" w:fill="auto"/>
        <w:tabs>
          <w:tab w:val="left" w:pos="1276"/>
          <w:tab w:val="left" w:pos="1478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3.5. Выдача результата оказания муниципальной услуги заявителю. </w:t>
      </w:r>
    </w:p>
    <w:p w:rsidR="000D07F1" w:rsidRPr="00F07E57" w:rsidRDefault="000D07F1" w:rsidP="00FF11D6">
      <w:pPr>
        <w:pStyle w:val="2"/>
        <w:shd w:val="clear" w:color="auto" w:fill="auto"/>
        <w:tabs>
          <w:tab w:val="left" w:pos="1276"/>
          <w:tab w:val="left" w:pos="1478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3.5.1. Постановление </w:t>
      </w:r>
      <w:r w:rsidRPr="00DC4749">
        <w:rPr>
          <w:sz w:val="28"/>
          <w:szCs w:val="28"/>
        </w:rPr>
        <w:t>администрации Запорожского сельского поселения Темрюкского района</w:t>
      </w:r>
      <w:r w:rsidRPr="00F07E57">
        <w:rPr>
          <w:sz w:val="28"/>
          <w:szCs w:val="28"/>
        </w:rPr>
        <w:t xml:space="preserve"> </w:t>
      </w:r>
      <w:r>
        <w:rPr>
          <w:sz w:val="28"/>
          <w:szCs w:val="28"/>
        </w:rPr>
        <w:t>готовится</w:t>
      </w:r>
      <w:r w:rsidRPr="00F07E57">
        <w:rPr>
          <w:sz w:val="28"/>
          <w:szCs w:val="28"/>
        </w:rPr>
        <w:t xml:space="preserve"> в 3-х экземплярах, 1 из которых выдается на руки заявителю, 1 экземпляр подшивается в дело с документами заявителя, 1 экземпляр для подтверждения снятия с контроля в единой системе электронной базы документооборота.</w:t>
      </w:r>
    </w:p>
    <w:p w:rsidR="000D07F1" w:rsidRPr="00F07E57" w:rsidRDefault="000D07F1" w:rsidP="007D4361">
      <w:pPr>
        <w:pStyle w:val="2"/>
        <w:numPr>
          <w:ilvl w:val="2"/>
          <w:numId w:val="22"/>
        </w:numPr>
        <w:shd w:val="clear" w:color="auto" w:fill="auto"/>
        <w:tabs>
          <w:tab w:val="left" w:pos="1276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Выдача результата оказания муниципальной услуги заявителю осу</w:t>
      </w:r>
      <w:r w:rsidRPr="00F07E57">
        <w:rPr>
          <w:sz w:val="28"/>
          <w:szCs w:val="28"/>
        </w:rPr>
        <w:softHyphen/>
        <w:t xml:space="preserve">ществляется под роспись или направляется заказным письмом с уведомлением о вручении. Для получения результата оказания муниципальной услуги заявитель либо представитель заявителя по доверенности прибывает в </w:t>
      </w:r>
      <w:r w:rsidRPr="00DC4749">
        <w:rPr>
          <w:sz w:val="28"/>
          <w:szCs w:val="28"/>
        </w:rPr>
        <w:t>администрации Запорожского сельского поселения Темрюкского района</w:t>
      </w:r>
      <w:r w:rsidRPr="00F07E57">
        <w:rPr>
          <w:sz w:val="28"/>
          <w:szCs w:val="28"/>
        </w:rPr>
        <w:t xml:space="preserve"> лично с документом, удостоверяющим личность. При выдаче постановления «О внесении изменений в учетные данные граждан, состоящих на учете в качестве нуждающихся в жилых помещениях» специалист </w:t>
      </w:r>
      <w:r w:rsidRPr="00DC4749">
        <w:rPr>
          <w:sz w:val="28"/>
          <w:szCs w:val="28"/>
        </w:rPr>
        <w:t>администрации Запорожского сельского поселения Темрюкского района</w:t>
      </w:r>
      <w:r w:rsidRPr="00F07E57">
        <w:rPr>
          <w:sz w:val="28"/>
          <w:szCs w:val="28"/>
        </w:rPr>
        <w:t>:</w:t>
      </w:r>
    </w:p>
    <w:p w:rsidR="000D07F1" w:rsidRPr="00F07E57" w:rsidRDefault="000D07F1" w:rsidP="00DA7E5D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устанавливает личность заявителя;</w:t>
      </w:r>
    </w:p>
    <w:p w:rsidR="000D07F1" w:rsidRPr="00F07E57" w:rsidRDefault="000D07F1" w:rsidP="00DA7E5D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знакомит заявителя с содержанием постановления и выдает его.</w:t>
      </w:r>
    </w:p>
    <w:p w:rsidR="000D07F1" w:rsidRPr="00F07E57" w:rsidRDefault="000D07F1" w:rsidP="00DA7E5D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В случае если заявитель в течение 3 календарных дней не явился за постановлением «О внесении изменений в учетные данные граждан, состоящих на учете в качестве нуждающихся в жилых помещениях», документ направляется заказным письмом с уведомлением о вручении.</w:t>
      </w:r>
    </w:p>
    <w:p w:rsidR="000D07F1" w:rsidRPr="00F07E57" w:rsidRDefault="000D07F1" w:rsidP="007D4361">
      <w:pPr>
        <w:pStyle w:val="2"/>
        <w:numPr>
          <w:ilvl w:val="2"/>
          <w:numId w:val="22"/>
        </w:numPr>
        <w:shd w:val="clear" w:color="auto" w:fill="auto"/>
        <w:tabs>
          <w:tab w:val="left" w:pos="1276"/>
          <w:tab w:val="left" w:pos="1478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Заявитель подтверждает получение постановления «О внесении изменений в учетные данные граждан, состоящих на учете в качестве нуждающихся в жилых помещениях» личной подписью с расшифровкой в уведомлении, которое хранится в </w:t>
      </w:r>
      <w:r w:rsidRPr="00DC4749">
        <w:rPr>
          <w:sz w:val="28"/>
          <w:szCs w:val="28"/>
        </w:rPr>
        <w:t>администрации Запорожского сельского поселения Темрюкского района</w:t>
      </w:r>
      <w:r w:rsidRPr="00F07E57">
        <w:rPr>
          <w:sz w:val="28"/>
          <w:szCs w:val="28"/>
        </w:rPr>
        <w:t>.</w:t>
      </w:r>
    </w:p>
    <w:p w:rsidR="000D07F1" w:rsidRPr="00F07E57" w:rsidRDefault="000D07F1" w:rsidP="007D4361">
      <w:pPr>
        <w:pStyle w:val="2"/>
        <w:numPr>
          <w:ilvl w:val="2"/>
          <w:numId w:val="22"/>
        </w:numPr>
        <w:shd w:val="clear" w:color="auto" w:fill="auto"/>
        <w:tabs>
          <w:tab w:val="left" w:pos="1276"/>
          <w:tab w:val="left" w:pos="1478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Максимальный срок исполнения указанной административной про</w:t>
      </w:r>
      <w:r w:rsidRPr="00F07E57">
        <w:rPr>
          <w:sz w:val="28"/>
          <w:szCs w:val="28"/>
        </w:rPr>
        <w:softHyphen/>
        <w:t>цедуры - 10 дней.</w:t>
      </w:r>
    </w:p>
    <w:p w:rsidR="000D07F1" w:rsidRPr="00F07E57" w:rsidRDefault="000D07F1" w:rsidP="007D4361">
      <w:pPr>
        <w:pStyle w:val="2"/>
        <w:numPr>
          <w:ilvl w:val="2"/>
          <w:numId w:val="22"/>
        </w:numPr>
        <w:shd w:val="clear" w:color="auto" w:fill="auto"/>
        <w:tabs>
          <w:tab w:val="left" w:pos="1276"/>
          <w:tab w:val="left" w:pos="1478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Результат административной процедуры:</w:t>
      </w:r>
    </w:p>
    <w:p w:rsidR="000D07F1" w:rsidRPr="00F07E57" w:rsidRDefault="000D07F1" w:rsidP="00DA7E5D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получение заявителем постановления «О внесении изменений в учетные данные граждан, состоящих на учете в качестве нуждающихся в жилых помещениях»;</w:t>
      </w:r>
    </w:p>
    <w:p w:rsidR="000D07F1" w:rsidRPr="00F07E57" w:rsidRDefault="000D07F1" w:rsidP="00DA7E5D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получение отказа в предоставлении муниципальной услуги.</w:t>
      </w:r>
    </w:p>
    <w:p w:rsidR="000D07F1" w:rsidRPr="00F07E57" w:rsidRDefault="000D07F1" w:rsidP="00DA7E5D">
      <w:pPr>
        <w:pStyle w:val="2"/>
        <w:numPr>
          <w:ilvl w:val="2"/>
          <w:numId w:val="22"/>
        </w:numPr>
        <w:shd w:val="clear" w:color="auto" w:fill="auto"/>
        <w:tabs>
          <w:tab w:val="left" w:pos="1276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Критерии принятия решения:</w:t>
      </w:r>
      <w:r>
        <w:rPr>
          <w:sz w:val="28"/>
          <w:szCs w:val="28"/>
        </w:rPr>
        <w:t xml:space="preserve"> </w:t>
      </w:r>
      <w:r w:rsidRPr="00F07E57">
        <w:rPr>
          <w:sz w:val="28"/>
          <w:szCs w:val="28"/>
        </w:rPr>
        <w:t xml:space="preserve">определение заявителем способа получения постановления </w:t>
      </w:r>
      <w:r w:rsidRPr="00DC4749">
        <w:rPr>
          <w:sz w:val="28"/>
          <w:szCs w:val="28"/>
        </w:rPr>
        <w:t>администрации Запорожского сельского поселения Темрюкского района</w:t>
      </w:r>
      <w:r w:rsidRPr="00F07E57">
        <w:rPr>
          <w:sz w:val="28"/>
          <w:szCs w:val="28"/>
        </w:rPr>
        <w:t>, являющегося результатом предоставления муниципальной услуги.</w:t>
      </w:r>
    </w:p>
    <w:p w:rsidR="000D07F1" w:rsidRPr="00F07E57" w:rsidRDefault="000D07F1" w:rsidP="00DA7E5D">
      <w:pPr>
        <w:pStyle w:val="2"/>
        <w:numPr>
          <w:ilvl w:val="2"/>
          <w:numId w:val="22"/>
        </w:numPr>
        <w:shd w:val="clear" w:color="auto" w:fill="auto"/>
        <w:tabs>
          <w:tab w:val="left" w:pos="1276"/>
          <w:tab w:val="left" w:pos="1358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Способ фиксации результата выполнения административной проце</w:t>
      </w:r>
      <w:r w:rsidRPr="00F07E57">
        <w:rPr>
          <w:sz w:val="28"/>
          <w:szCs w:val="28"/>
        </w:rPr>
        <w:softHyphen/>
        <w:t>дуры: запись заявителя в уведомлении о внесении изменений или поступившее уведомление о вручении заказного письма с отметкой о вручении.</w:t>
      </w:r>
    </w:p>
    <w:p w:rsidR="000D07F1" w:rsidRPr="00F07E57" w:rsidRDefault="000D07F1" w:rsidP="00DA7E5D">
      <w:pPr>
        <w:pStyle w:val="2"/>
        <w:shd w:val="clear" w:color="auto" w:fill="auto"/>
        <w:tabs>
          <w:tab w:val="left" w:pos="774"/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3.5.8. Особенности предоставления муниципальной услуги с участием МБУ«МФЦ».</w:t>
      </w:r>
    </w:p>
    <w:p w:rsidR="000D07F1" w:rsidRPr="00F07E57" w:rsidRDefault="000D07F1" w:rsidP="00DA7E5D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МБУ «МФЦ» осуществляет информирование, прием документов в соот</w:t>
      </w:r>
      <w:r w:rsidRPr="00F07E57">
        <w:rPr>
          <w:sz w:val="28"/>
          <w:szCs w:val="28"/>
        </w:rPr>
        <w:softHyphen/>
        <w:t>ветствии с перечнем, указанным в пункте 2.6 настоящего административного регламента, и выдачу заявителю информации.</w:t>
      </w:r>
    </w:p>
    <w:p w:rsidR="000D07F1" w:rsidRPr="00F07E57" w:rsidRDefault="000D07F1" w:rsidP="00DA7E5D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Предоставление муниципальной услуги в МБУ «МФЦ» включает в себя следующие административные процедуры:</w:t>
      </w:r>
    </w:p>
    <w:p w:rsidR="000D07F1" w:rsidRPr="00F07E57" w:rsidRDefault="000D07F1" w:rsidP="00DA7E5D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приём документов;</w:t>
      </w:r>
    </w:p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регистрация документов;</w:t>
      </w:r>
    </w:p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выдача заявителю расписки в получении документов с указанием их наименования, количества, порядкового номера, даты получения документов, ФИО, должности и подписи сотрудника;</w:t>
      </w:r>
    </w:p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передача курьером пакета документов в </w:t>
      </w:r>
      <w:r w:rsidRPr="00DC4749">
        <w:rPr>
          <w:sz w:val="28"/>
          <w:szCs w:val="28"/>
        </w:rPr>
        <w:t>администрации Запорожского сельского поселения Темрюкского района</w:t>
      </w:r>
      <w:r w:rsidRPr="00F07E57">
        <w:rPr>
          <w:sz w:val="28"/>
          <w:szCs w:val="28"/>
        </w:rPr>
        <w:t>;</w:t>
      </w:r>
    </w:p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передача курьером постановления </w:t>
      </w:r>
      <w:r w:rsidRPr="00DC4749">
        <w:rPr>
          <w:sz w:val="28"/>
          <w:szCs w:val="28"/>
        </w:rPr>
        <w:t>администрации Запорожского сельского поселения Темрюкского района</w:t>
      </w:r>
      <w:r w:rsidRPr="00F07E57">
        <w:rPr>
          <w:sz w:val="28"/>
          <w:szCs w:val="28"/>
        </w:rPr>
        <w:t xml:space="preserve"> «О внесении изменений в учетные данные граждан, состоящих на учете в качестве нуждающихся в жилых помещениях» или моти</w:t>
      </w:r>
      <w:r w:rsidRPr="00F07E57">
        <w:rPr>
          <w:sz w:val="28"/>
          <w:szCs w:val="28"/>
        </w:rPr>
        <w:softHyphen/>
        <w:t>вированного отказа в МБУ «МФЦ».</w:t>
      </w:r>
    </w:p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</w:p>
    <w:p w:rsidR="000D07F1" w:rsidRPr="00F07E57" w:rsidRDefault="000D07F1" w:rsidP="001A723F">
      <w:pPr>
        <w:pStyle w:val="21"/>
        <w:shd w:val="clear" w:color="auto" w:fill="auto"/>
        <w:tabs>
          <w:tab w:val="left" w:pos="1276"/>
          <w:tab w:val="left" w:pos="1560"/>
        </w:tabs>
        <w:spacing w:line="240" w:lineRule="auto"/>
        <w:ind w:right="-44" w:firstLine="709"/>
        <w:jc w:val="center"/>
        <w:rPr>
          <w:sz w:val="28"/>
          <w:szCs w:val="28"/>
        </w:rPr>
      </w:pPr>
      <w:r w:rsidRPr="00F07E57">
        <w:rPr>
          <w:sz w:val="28"/>
          <w:szCs w:val="28"/>
        </w:rPr>
        <w:t>РАЗДЕЛ IV</w:t>
      </w:r>
    </w:p>
    <w:p w:rsidR="000D07F1" w:rsidRPr="00F07E57" w:rsidRDefault="000D07F1" w:rsidP="001A723F">
      <w:pPr>
        <w:pStyle w:val="21"/>
        <w:shd w:val="clear" w:color="auto" w:fill="auto"/>
        <w:tabs>
          <w:tab w:val="left" w:pos="1276"/>
          <w:tab w:val="left" w:pos="1560"/>
        </w:tabs>
        <w:spacing w:line="240" w:lineRule="auto"/>
        <w:ind w:right="-44" w:firstLine="709"/>
        <w:rPr>
          <w:sz w:val="28"/>
          <w:szCs w:val="28"/>
        </w:rPr>
      </w:pPr>
      <w:r w:rsidRPr="00F07E57">
        <w:rPr>
          <w:sz w:val="28"/>
          <w:szCs w:val="28"/>
        </w:rPr>
        <w:t>Формы контроля за исполнением административного регламента</w:t>
      </w:r>
    </w:p>
    <w:p w:rsidR="000D07F1" w:rsidRPr="00F07E57" w:rsidRDefault="000D07F1" w:rsidP="001A723F">
      <w:pPr>
        <w:pStyle w:val="21"/>
        <w:shd w:val="clear" w:color="auto" w:fill="auto"/>
        <w:tabs>
          <w:tab w:val="left" w:pos="1276"/>
          <w:tab w:val="left" w:pos="1560"/>
        </w:tabs>
        <w:spacing w:line="240" w:lineRule="auto"/>
        <w:ind w:right="-44" w:firstLine="709"/>
        <w:rPr>
          <w:rFonts w:cs="Courier New"/>
          <w:b w:val="0"/>
          <w:bCs w:val="0"/>
          <w:sz w:val="28"/>
          <w:szCs w:val="28"/>
        </w:rPr>
      </w:pPr>
    </w:p>
    <w:p w:rsidR="000D07F1" w:rsidRPr="00F07E57" w:rsidRDefault="000D07F1" w:rsidP="007D4361">
      <w:pPr>
        <w:pStyle w:val="2"/>
        <w:numPr>
          <w:ilvl w:val="1"/>
          <w:numId w:val="23"/>
        </w:numPr>
        <w:shd w:val="clear" w:color="auto" w:fill="auto"/>
        <w:tabs>
          <w:tab w:val="left" w:pos="1276"/>
          <w:tab w:val="left" w:pos="1358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Текущий контроль и последовательность действий, определенных ад</w:t>
      </w:r>
      <w:r w:rsidRPr="00F07E57">
        <w:rPr>
          <w:sz w:val="28"/>
          <w:szCs w:val="28"/>
        </w:rPr>
        <w:softHyphen/>
        <w:t xml:space="preserve">министративными процедурами по предоставлению муниципальной услуги и принятием решений специалистами по предоставлению муниципальной услуги осуществляется </w:t>
      </w:r>
      <w:r>
        <w:rPr>
          <w:sz w:val="28"/>
          <w:szCs w:val="28"/>
        </w:rPr>
        <w:t>начальником общего отдела</w:t>
      </w:r>
      <w:r w:rsidRPr="00DC4749">
        <w:rPr>
          <w:sz w:val="28"/>
          <w:szCs w:val="28"/>
        </w:rPr>
        <w:t xml:space="preserve"> Запорожского сельского поселения Темрюкского района</w:t>
      </w:r>
      <w:r w:rsidRPr="00F07E57">
        <w:rPr>
          <w:sz w:val="28"/>
          <w:szCs w:val="28"/>
        </w:rPr>
        <w:t>.</w:t>
      </w:r>
    </w:p>
    <w:p w:rsidR="000D07F1" w:rsidRPr="00F07E57" w:rsidRDefault="000D07F1" w:rsidP="007D4361">
      <w:pPr>
        <w:pStyle w:val="2"/>
        <w:numPr>
          <w:ilvl w:val="1"/>
          <w:numId w:val="23"/>
        </w:numPr>
        <w:shd w:val="clear" w:color="auto" w:fill="auto"/>
        <w:tabs>
          <w:tab w:val="left" w:pos="1276"/>
          <w:tab w:val="left" w:pos="1358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Ответственность за выполнение действий по приему и регистр</w:t>
      </w:r>
      <w:r>
        <w:rPr>
          <w:sz w:val="28"/>
          <w:szCs w:val="28"/>
        </w:rPr>
        <w:t>ации возлагается на специалиста</w:t>
      </w:r>
      <w:r w:rsidRPr="00F07E57">
        <w:rPr>
          <w:sz w:val="28"/>
          <w:szCs w:val="28"/>
        </w:rPr>
        <w:t xml:space="preserve"> </w:t>
      </w:r>
      <w:r w:rsidRPr="00DC4749">
        <w:rPr>
          <w:sz w:val="28"/>
          <w:szCs w:val="28"/>
        </w:rPr>
        <w:t>администрации Запорожского сельского поселения Темрюкского района</w:t>
      </w:r>
      <w:r w:rsidRPr="00F07E57">
        <w:rPr>
          <w:sz w:val="28"/>
          <w:szCs w:val="28"/>
        </w:rPr>
        <w:t>.</w:t>
      </w:r>
    </w:p>
    <w:p w:rsidR="000D07F1" w:rsidRPr="00F07E57" w:rsidRDefault="000D07F1" w:rsidP="007D4361">
      <w:pPr>
        <w:pStyle w:val="2"/>
        <w:numPr>
          <w:ilvl w:val="1"/>
          <w:numId w:val="23"/>
        </w:numPr>
        <w:shd w:val="clear" w:color="auto" w:fill="auto"/>
        <w:tabs>
          <w:tab w:val="left" w:pos="1276"/>
          <w:tab w:val="left" w:pos="1358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Ответс</w:t>
      </w:r>
      <w:r>
        <w:rPr>
          <w:sz w:val="28"/>
          <w:szCs w:val="28"/>
        </w:rPr>
        <w:t>твенность специалиста</w:t>
      </w:r>
      <w:r w:rsidRPr="00F07E57">
        <w:rPr>
          <w:sz w:val="28"/>
          <w:szCs w:val="28"/>
        </w:rPr>
        <w:t xml:space="preserve"> закрепляется в его должност</w:t>
      </w:r>
      <w:r w:rsidRPr="00F07E57">
        <w:rPr>
          <w:sz w:val="28"/>
          <w:szCs w:val="28"/>
        </w:rPr>
        <w:softHyphen/>
        <w:t>ных инструкциях.</w:t>
      </w:r>
    </w:p>
    <w:p w:rsidR="000D07F1" w:rsidRPr="00F07E57" w:rsidRDefault="000D07F1" w:rsidP="007D4361">
      <w:pPr>
        <w:pStyle w:val="2"/>
        <w:numPr>
          <w:ilvl w:val="1"/>
          <w:numId w:val="23"/>
        </w:numPr>
        <w:shd w:val="clear" w:color="auto" w:fill="auto"/>
        <w:tabs>
          <w:tab w:val="left" w:pos="1276"/>
          <w:tab w:val="left" w:pos="1358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</w:t>
      </w:r>
      <w:r w:rsidRPr="00F07E57">
        <w:rPr>
          <w:sz w:val="28"/>
          <w:szCs w:val="28"/>
        </w:rPr>
        <w:softHyphen/>
        <w:t>ле порядок и формы контроля за полнотой и качеством предоставления муници</w:t>
      </w:r>
      <w:r w:rsidRPr="00F07E57">
        <w:rPr>
          <w:sz w:val="28"/>
          <w:szCs w:val="28"/>
        </w:rPr>
        <w:softHyphen/>
        <w:t>пальной услуги:</w:t>
      </w:r>
    </w:p>
    <w:p w:rsidR="000D07F1" w:rsidRPr="00F07E57" w:rsidRDefault="000D07F1" w:rsidP="007D4361">
      <w:pPr>
        <w:pStyle w:val="2"/>
        <w:numPr>
          <w:ilvl w:val="2"/>
          <w:numId w:val="23"/>
        </w:numPr>
        <w:shd w:val="clear" w:color="auto" w:fill="auto"/>
        <w:tabs>
          <w:tab w:val="left" w:pos="1276"/>
          <w:tab w:val="left" w:pos="1358"/>
          <w:tab w:val="left" w:pos="1497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Контроль за полнотой и качеством предоставления муниципальной услуги включает в себя проведение плановых (в соответствии с утвержденным графиком) и внеплановых проверок.</w:t>
      </w:r>
    </w:p>
    <w:p w:rsidR="000D07F1" w:rsidRPr="00F07E57" w:rsidRDefault="000D07F1" w:rsidP="00DA7E5D">
      <w:pPr>
        <w:pStyle w:val="2"/>
        <w:shd w:val="clear" w:color="auto" w:fill="auto"/>
        <w:tabs>
          <w:tab w:val="left" w:pos="1276"/>
          <w:tab w:val="left" w:pos="1358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Плановые и внеплановые проверки проводятся заместителем главы </w:t>
      </w:r>
      <w:r w:rsidRPr="00DC4749">
        <w:rPr>
          <w:sz w:val="28"/>
          <w:szCs w:val="28"/>
        </w:rPr>
        <w:t>Запорожского сельского поселения Темрюкского района</w:t>
      </w:r>
      <w:r w:rsidRPr="00F07E57">
        <w:rPr>
          <w:sz w:val="28"/>
          <w:szCs w:val="28"/>
        </w:rPr>
        <w:t>.</w:t>
      </w:r>
    </w:p>
    <w:p w:rsidR="000D07F1" w:rsidRPr="00F07E57" w:rsidRDefault="000D07F1" w:rsidP="00DA7E5D">
      <w:pPr>
        <w:pStyle w:val="2"/>
        <w:shd w:val="clear" w:color="auto" w:fill="auto"/>
        <w:tabs>
          <w:tab w:val="left" w:pos="1276"/>
          <w:tab w:val="left" w:pos="1358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Все плановые проверки должны осуществляться регулярно, в течение все</w:t>
      </w:r>
      <w:r w:rsidRPr="00F07E57">
        <w:rPr>
          <w:sz w:val="28"/>
          <w:szCs w:val="28"/>
        </w:rPr>
        <w:softHyphen/>
        <w:t>го периода деятельности по предоставлению муниципальной услуги.</w:t>
      </w:r>
    </w:p>
    <w:p w:rsidR="000D07F1" w:rsidRPr="00F07E57" w:rsidRDefault="000D07F1" w:rsidP="007D4361">
      <w:pPr>
        <w:pStyle w:val="2"/>
        <w:numPr>
          <w:ilvl w:val="2"/>
          <w:numId w:val="23"/>
        </w:numPr>
        <w:shd w:val="clear" w:color="auto" w:fill="auto"/>
        <w:tabs>
          <w:tab w:val="left" w:pos="1276"/>
          <w:tab w:val="left" w:pos="1358"/>
          <w:tab w:val="left" w:pos="1497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По результатам проведенных проверок в случае выявления наруше</w:t>
      </w:r>
      <w:r w:rsidRPr="00F07E57">
        <w:rPr>
          <w:sz w:val="28"/>
          <w:szCs w:val="28"/>
        </w:rPr>
        <w:softHyphen/>
        <w:t>ния порядка предоставления муниципальной услуги, прав заявителей виновные лица привлекаются к ответственности в соответствии с законодательством Рос</w:t>
      </w:r>
      <w:r w:rsidRPr="00F07E57">
        <w:rPr>
          <w:sz w:val="28"/>
          <w:szCs w:val="28"/>
        </w:rPr>
        <w:softHyphen/>
        <w:t>сийской Федерации и принимаются меры по устранению нарушений.</w:t>
      </w:r>
    </w:p>
    <w:p w:rsidR="000D07F1" w:rsidRPr="00F07E57" w:rsidRDefault="000D07F1" w:rsidP="007D4361">
      <w:pPr>
        <w:pStyle w:val="2"/>
        <w:numPr>
          <w:ilvl w:val="1"/>
          <w:numId w:val="23"/>
        </w:numPr>
        <w:shd w:val="clear" w:color="auto" w:fill="auto"/>
        <w:tabs>
          <w:tab w:val="left" w:pos="1276"/>
          <w:tab w:val="left" w:pos="1358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Ответственность должностных лиц, муниципальных служащих за ре</w:t>
      </w:r>
      <w:r w:rsidRPr="00F07E57">
        <w:rPr>
          <w:sz w:val="28"/>
          <w:szCs w:val="28"/>
        </w:rPr>
        <w:softHyphen/>
        <w:t>шения и действия (бездействие), принимаемые (осуществляемые) в ходе предо</w:t>
      </w:r>
      <w:r w:rsidRPr="00F07E57">
        <w:rPr>
          <w:sz w:val="28"/>
          <w:szCs w:val="28"/>
        </w:rPr>
        <w:softHyphen/>
        <w:t>ставления муниципальной услуги:</w:t>
      </w:r>
    </w:p>
    <w:p w:rsidR="000D07F1" w:rsidRPr="00F07E57" w:rsidRDefault="000D07F1" w:rsidP="007D4361">
      <w:pPr>
        <w:pStyle w:val="2"/>
        <w:numPr>
          <w:ilvl w:val="2"/>
          <w:numId w:val="23"/>
        </w:numPr>
        <w:shd w:val="clear" w:color="auto" w:fill="auto"/>
        <w:tabs>
          <w:tab w:val="left" w:pos="1276"/>
          <w:tab w:val="left" w:pos="1358"/>
          <w:tab w:val="left" w:pos="1497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Должностные лица, муниципальные служащие, участвующие в предоставлении муниципальной услуги, несут персональную ответственность за принятие решений и действия (бездействие) при предоставлении муниципаль</w:t>
      </w:r>
      <w:r w:rsidRPr="00F07E57">
        <w:rPr>
          <w:sz w:val="28"/>
          <w:szCs w:val="28"/>
        </w:rPr>
        <w:softHyphen/>
        <w:t>ной услуги.</w:t>
      </w:r>
    </w:p>
    <w:p w:rsidR="000D07F1" w:rsidRPr="00F07E57" w:rsidRDefault="000D07F1" w:rsidP="007D4361">
      <w:pPr>
        <w:pStyle w:val="2"/>
        <w:numPr>
          <w:ilvl w:val="2"/>
          <w:numId w:val="23"/>
        </w:numPr>
        <w:shd w:val="clear" w:color="auto" w:fill="auto"/>
        <w:tabs>
          <w:tab w:val="left" w:pos="1276"/>
          <w:tab w:val="left" w:pos="1358"/>
          <w:tab w:val="left" w:pos="1497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Персональная ответственность устанавливается в должностных ин</w:t>
      </w:r>
      <w:r w:rsidRPr="00F07E57">
        <w:rPr>
          <w:sz w:val="28"/>
          <w:szCs w:val="28"/>
        </w:rPr>
        <w:softHyphen/>
        <w:t>струкциях в соответствии с требованиями законодательства Российской Федера</w:t>
      </w:r>
      <w:r w:rsidRPr="00F07E57">
        <w:rPr>
          <w:sz w:val="28"/>
          <w:szCs w:val="28"/>
        </w:rPr>
        <w:softHyphen/>
        <w:t>ции.</w:t>
      </w:r>
    </w:p>
    <w:p w:rsidR="000D07F1" w:rsidRPr="00F07E57" w:rsidRDefault="000D07F1" w:rsidP="007D4361">
      <w:pPr>
        <w:pStyle w:val="2"/>
        <w:numPr>
          <w:ilvl w:val="1"/>
          <w:numId w:val="23"/>
        </w:numPr>
        <w:shd w:val="clear" w:color="auto" w:fill="auto"/>
        <w:tabs>
          <w:tab w:val="left" w:pos="1276"/>
          <w:tab w:val="left" w:pos="1358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Положения, характеризующие требования к порядку и формам кон</w:t>
      </w:r>
      <w:r w:rsidRPr="00F07E57">
        <w:rPr>
          <w:sz w:val="28"/>
          <w:szCs w:val="28"/>
        </w:rPr>
        <w:softHyphen/>
        <w:t>троля за предоставлением муниципальной услуги, в том числе со стороны граж</w:t>
      </w:r>
      <w:r w:rsidRPr="00F07E57">
        <w:rPr>
          <w:sz w:val="28"/>
          <w:szCs w:val="28"/>
        </w:rPr>
        <w:softHyphen/>
        <w:t>дан, объединений и организаций:</w:t>
      </w:r>
    </w:p>
    <w:p w:rsidR="000D07F1" w:rsidRPr="00F07E57" w:rsidRDefault="000D07F1" w:rsidP="007D4361">
      <w:pPr>
        <w:pStyle w:val="2"/>
        <w:numPr>
          <w:ilvl w:val="2"/>
          <w:numId w:val="23"/>
        </w:numPr>
        <w:shd w:val="clear" w:color="auto" w:fill="auto"/>
        <w:tabs>
          <w:tab w:val="left" w:pos="1276"/>
          <w:tab w:val="left" w:pos="1358"/>
          <w:tab w:val="left" w:pos="1497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Порядок и формы контроля за предоставлением муниципальной услуги должны отвечать требованиям непрерывности и действенности (эффек</w:t>
      </w:r>
      <w:r w:rsidRPr="00F07E57">
        <w:rPr>
          <w:sz w:val="28"/>
          <w:szCs w:val="28"/>
        </w:rPr>
        <w:softHyphen/>
        <w:t>тивности).</w:t>
      </w:r>
    </w:p>
    <w:p w:rsidR="000D07F1" w:rsidRPr="00F07E57" w:rsidRDefault="000D07F1" w:rsidP="007D4361">
      <w:pPr>
        <w:pStyle w:val="2"/>
        <w:numPr>
          <w:ilvl w:val="2"/>
          <w:numId w:val="23"/>
        </w:numPr>
        <w:shd w:val="clear" w:color="auto" w:fill="auto"/>
        <w:tabs>
          <w:tab w:val="left" w:pos="1276"/>
          <w:tab w:val="left" w:pos="1358"/>
          <w:tab w:val="left" w:pos="1497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Граждане,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мерах.</w:t>
      </w:r>
    </w:p>
    <w:p w:rsidR="000D07F1" w:rsidRPr="00F07E57" w:rsidRDefault="000D07F1" w:rsidP="00DA7E5D">
      <w:pPr>
        <w:pStyle w:val="2"/>
        <w:shd w:val="clear" w:color="auto" w:fill="auto"/>
        <w:tabs>
          <w:tab w:val="left" w:pos="1276"/>
          <w:tab w:val="left" w:pos="1358"/>
          <w:tab w:val="left" w:pos="1497"/>
          <w:tab w:val="left" w:pos="1560"/>
        </w:tabs>
        <w:spacing w:after="0" w:line="240" w:lineRule="auto"/>
        <w:ind w:right="-44" w:firstLine="0"/>
        <w:jc w:val="both"/>
        <w:rPr>
          <w:rFonts w:cs="Courier New"/>
          <w:sz w:val="28"/>
          <w:szCs w:val="28"/>
        </w:rPr>
      </w:pPr>
    </w:p>
    <w:p w:rsidR="000D07F1" w:rsidRPr="00F07E57" w:rsidRDefault="000D07F1" w:rsidP="00DA7E5D">
      <w:pPr>
        <w:pStyle w:val="21"/>
        <w:shd w:val="clear" w:color="auto" w:fill="auto"/>
        <w:tabs>
          <w:tab w:val="left" w:pos="1276"/>
          <w:tab w:val="left" w:pos="1560"/>
        </w:tabs>
        <w:spacing w:line="240" w:lineRule="auto"/>
        <w:ind w:right="-44" w:firstLine="709"/>
        <w:jc w:val="center"/>
        <w:rPr>
          <w:sz w:val="28"/>
          <w:szCs w:val="28"/>
        </w:rPr>
      </w:pPr>
      <w:r w:rsidRPr="00F07E57">
        <w:rPr>
          <w:sz w:val="28"/>
          <w:szCs w:val="28"/>
        </w:rPr>
        <w:t>Раздел V</w:t>
      </w:r>
    </w:p>
    <w:p w:rsidR="000D07F1" w:rsidRPr="00F07E57" w:rsidRDefault="000D07F1" w:rsidP="001A723F">
      <w:pPr>
        <w:pStyle w:val="21"/>
        <w:shd w:val="clear" w:color="auto" w:fill="auto"/>
        <w:tabs>
          <w:tab w:val="left" w:pos="1276"/>
          <w:tab w:val="left" w:pos="1560"/>
        </w:tabs>
        <w:spacing w:line="240" w:lineRule="auto"/>
        <w:ind w:right="-44" w:firstLine="709"/>
        <w:jc w:val="center"/>
        <w:rPr>
          <w:sz w:val="28"/>
          <w:szCs w:val="28"/>
        </w:rPr>
      </w:pPr>
      <w:r w:rsidRPr="00F07E57">
        <w:rPr>
          <w:sz w:val="28"/>
          <w:szCs w:val="28"/>
        </w:rPr>
        <w:t>Досудебный (внесудебный) порядок обжалования решений и действий (бездействия) органов, предоставляющих муниципальную услугу, а также их должностных лиц, муниципальных служащих</w:t>
      </w:r>
    </w:p>
    <w:p w:rsidR="000D07F1" w:rsidRPr="00F07E57" w:rsidRDefault="000D07F1" w:rsidP="001A723F">
      <w:pPr>
        <w:pStyle w:val="21"/>
        <w:shd w:val="clear" w:color="auto" w:fill="auto"/>
        <w:tabs>
          <w:tab w:val="left" w:pos="1276"/>
          <w:tab w:val="left" w:pos="1560"/>
        </w:tabs>
        <w:spacing w:line="240" w:lineRule="auto"/>
        <w:ind w:right="-44" w:firstLine="709"/>
        <w:jc w:val="center"/>
        <w:rPr>
          <w:sz w:val="28"/>
          <w:szCs w:val="28"/>
        </w:rPr>
      </w:pPr>
    </w:p>
    <w:p w:rsidR="000D07F1" w:rsidRPr="00F07E57" w:rsidRDefault="000D07F1" w:rsidP="007D4361">
      <w:pPr>
        <w:pStyle w:val="2"/>
        <w:numPr>
          <w:ilvl w:val="0"/>
          <w:numId w:val="9"/>
        </w:numPr>
        <w:shd w:val="clear" w:color="auto" w:fill="auto"/>
        <w:tabs>
          <w:tab w:val="left" w:pos="1276"/>
          <w:tab w:val="left" w:pos="1497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Досудебный (внесудебный) порядок обжалования решений и дей</w:t>
      </w:r>
      <w:r w:rsidRPr="00F07E57">
        <w:rPr>
          <w:sz w:val="28"/>
          <w:szCs w:val="28"/>
        </w:rPr>
        <w:softHyphen/>
        <w:t>ствий (бездействий) органа, предоставляющего муниципальную услугу.</w:t>
      </w:r>
    </w:p>
    <w:p w:rsidR="000D07F1" w:rsidRPr="00F07E57" w:rsidRDefault="000D07F1" w:rsidP="007D4361">
      <w:pPr>
        <w:pStyle w:val="2"/>
        <w:numPr>
          <w:ilvl w:val="0"/>
          <w:numId w:val="9"/>
        </w:numPr>
        <w:shd w:val="clear" w:color="auto" w:fill="auto"/>
        <w:tabs>
          <w:tab w:val="left" w:pos="1276"/>
          <w:tab w:val="left" w:pos="1497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Предмет досудебного (внесудебного) обжалования заявителем решений и действий (бездействий) органа, предоставляющего муниципальную услугу, должностного лица органа, предоставляющего муниципальную услугулибо муниципального служащего.</w:t>
      </w:r>
    </w:p>
    <w:p w:rsidR="000D07F1" w:rsidRPr="00F07E57" w:rsidRDefault="000D07F1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Заявитель имеет право на досудебное (внесудебное) обжалование действий (бездействий) и решений, принятых органом, предоставляющим муниципальную услугу, его должностными лицами, муниципальными служащими в ходе предоставления муниципальной услуги (далее - досудебное (внесудебное) обжалование).</w:t>
      </w:r>
    </w:p>
    <w:p w:rsidR="000D07F1" w:rsidRPr="00F07E57" w:rsidRDefault="000D07F1" w:rsidP="007D4361">
      <w:pPr>
        <w:pStyle w:val="2"/>
        <w:numPr>
          <w:ilvl w:val="0"/>
          <w:numId w:val="9"/>
        </w:numPr>
        <w:shd w:val="clear" w:color="auto" w:fill="auto"/>
        <w:tabs>
          <w:tab w:val="left" w:pos="1276"/>
          <w:tab w:val="left" w:pos="1374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Заявитель может обратиться с жалобой, в том числе, в следующих случаях:</w:t>
      </w:r>
    </w:p>
    <w:p w:rsidR="000D07F1" w:rsidRPr="00F07E57" w:rsidRDefault="000D07F1" w:rsidP="007D4361">
      <w:pPr>
        <w:pStyle w:val="2"/>
        <w:numPr>
          <w:ilvl w:val="0"/>
          <w:numId w:val="10"/>
        </w:numPr>
        <w:shd w:val="clear" w:color="auto" w:fill="auto"/>
        <w:tabs>
          <w:tab w:val="left" w:pos="1276"/>
          <w:tab w:val="left" w:pos="1560"/>
          <w:tab w:val="left" w:pos="1612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Нарушение срока регистрации запроса заявителя о предоставлении муниципальной услуги.</w:t>
      </w:r>
    </w:p>
    <w:p w:rsidR="000D07F1" w:rsidRPr="00F07E57" w:rsidRDefault="000D07F1" w:rsidP="007D4361">
      <w:pPr>
        <w:pStyle w:val="2"/>
        <w:numPr>
          <w:ilvl w:val="0"/>
          <w:numId w:val="10"/>
        </w:numPr>
        <w:shd w:val="clear" w:color="auto" w:fill="auto"/>
        <w:tabs>
          <w:tab w:val="left" w:pos="1276"/>
          <w:tab w:val="left" w:pos="1560"/>
          <w:tab w:val="left" w:pos="1612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Нарушение срока предоставления муниципальной услуги.</w:t>
      </w:r>
    </w:p>
    <w:p w:rsidR="000D07F1" w:rsidRPr="00F07E57" w:rsidRDefault="000D07F1" w:rsidP="007D4361">
      <w:pPr>
        <w:pStyle w:val="2"/>
        <w:numPr>
          <w:ilvl w:val="0"/>
          <w:numId w:val="10"/>
        </w:numPr>
        <w:shd w:val="clear" w:color="auto" w:fill="auto"/>
        <w:tabs>
          <w:tab w:val="left" w:pos="1276"/>
          <w:tab w:val="left" w:pos="1560"/>
          <w:tab w:val="left" w:pos="1794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услуги.</w:t>
      </w:r>
    </w:p>
    <w:p w:rsidR="000D07F1" w:rsidRPr="00F07E57" w:rsidRDefault="000D07F1" w:rsidP="007D4361">
      <w:pPr>
        <w:pStyle w:val="2"/>
        <w:numPr>
          <w:ilvl w:val="0"/>
          <w:numId w:val="10"/>
        </w:numPr>
        <w:shd w:val="clear" w:color="auto" w:fill="auto"/>
        <w:tabs>
          <w:tab w:val="left" w:pos="1276"/>
          <w:tab w:val="left" w:pos="1560"/>
          <w:tab w:val="left" w:pos="1612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Отказ в приеме документов, предоставление которых предусмотре</w:t>
      </w:r>
      <w:r w:rsidRPr="00F07E57">
        <w:rPr>
          <w:sz w:val="28"/>
          <w:szCs w:val="28"/>
        </w:rPr>
        <w:softHyphen/>
        <w:t>но нормативными правовыми актами Российской Федерации, нормативными правовыми актами субъектов Российской Федерации, муниципальными право</w:t>
      </w:r>
      <w:r w:rsidRPr="00F07E57">
        <w:rPr>
          <w:sz w:val="28"/>
          <w:szCs w:val="28"/>
        </w:rPr>
        <w:softHyphen/>
        <w:t>выми актами для предоставления муниципальной услуги, у заявителя.</w:t>
      </w:r>
    </w:p>
    <w:p w:rsidR="000D07F1" w:rsidRPr="00F07E57" w:rsidRDefault="000D07F1" w:rsidP="007D4361">
      <w:pPr>
        <w:pStyle w:val="2"/>
        <w:numPr>
          <w:ilvl w:val="0"/>
          <w:numId w:val="10"/>
        </w:numPr>
        <w:shd w:val="clear" w:color="auto" w:fill="auto"/>
        <w:tabs>
          <w:tab w:val="left" w:pos="1276"/>
          <w:tab w:val="left" w:pos="1560"/>
          <w:tab w:val="left" w:pos="1612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Отказ в предоставлении муниципальной услуги, если основания от</w:t>
      </w:r>
      <w:r w:rsidRPr="00F07E57">
        <w:rPr>
          <w:sz w:val="28"/>
          <w:szCs w:val="28"/>
        </w:rPr>
        <w:softHyphen/>
        <w:t>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</w:t>
      </w:r>
      <w:r w:rsidRPr="00F07E57">
        <w:rPr>
          <w:sz w:val="28"/>
          <w:szCs w:val="28"/>
        </w:rPr>
        <w:softHyphen/>
        <w:t>пальными правовыми актами.</w:t>
      </w:r>
    </w:p>
    <w:p w:rsidR="000D07F1" w:rsidRPr="00F07E57" w:rsidRDefault="000D07F1" w:rsidP="007D4361">
      <w:pPr>
        <w:pStyle w:val="2"/>
        <w:numPr>
          <w:ilvl w:val="0"/>
          <w:numId w:val="10"/>
        </w:numPr>
        <w:shd w:val="clear" w:color="auto" w:fill="auto"/>
        <w:tabs>
          <w:tab w:val="left" w:pos="1276"/>
          <w:tab w:val="left" w:pos="1560"/>
          <w:tab w:val="left" w:pos="1612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</w:t>
      </w:r>
      <w:r w:rsidRPr="00F07E57">
        <w:rPr>
          <w:sz w:val="28"/>
          <w:szCs w:val="28"/>
        </w:rPr>
        <w:softHyphen/>
        <w:t>ской Федерации, нормативными правовыми актами субъектов Российской Фе</w:t>
      </w:r>
      <w:r w:rsidRPr="00F07E57">
        <w:rPr>
          <w:sz w:val="28"/>
          <w:szCs w:val="28"/>
        </w:rPr>
        <w:softHyphen/>
        <w:t>дерации, муниципальными правовыми актами;</w:t>
      </w:r>
    </w:p>
    <w:p w:rsidR="000D07F1" w:rsidRPr="00F07E57" w:rsidRDefault="000D07F1" w:rsidP="007D4361">
      <w:pPr>
        <w:pStyle w:val="2"/>
        <w:numPr>
          <w:ilvl w:val="0"/>
          <w:numId w:val="10"/>
        </w:numPr>
        <w:shd w:val="clear" w:color="auto" w:fill="auto"/>
        <w:tabs>
          <w:tab w:val="left" w:pos="1276"/>
          <w:tab w:val="left" w:pos="1560"/>
          <w:tab w:val="left" w:pos="1794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0D07F1" w:rsidRPr="00F07E57" w:rsidRDefault="000D07F1" w:rsidP="007D4361">
      <w:pPr>
        <w:pStyle w:val="2"/>
        <w:numPr>
          <w:ilvl w:val="0"/>
          <w:numId w:val="11"/>
        </w:numPr>
        <w:shd w:val="clear" w:color="auto" w:fill="auto"/>
        <w:tabs>
          <w:tab w:val="left" w:pos="1276"/>
          <w:tab w:val="left" w:pos="1374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Общие требования к порядку подачи и рассмотрения жалобы:</w:t>
      </w:r>
    </w:p>
    <w:p w:rsidR="000D07F1" w:rsidRPr="00F07E57" w:rsidRDefault="000D07F1" w:rsidP="007D4361">
      <w:pPr>
        <w:pStyle w:val="2"/>
        <w:numPr>
          <w:ilvl w:val="0"/>
          <w:numId w:val="12"/>
        </w:numPr>
        <w:shd w:val="clear" w:color="auto" w:fill="auto"/>
        <w:tabs>
          <w:tab w:val="left" w:pos="1276"/>
          <w:tab w:val="left" w:pos="1560"/>
          <w:tab w:val="left" w:pos="1612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заместителем (заместителями) главы </w:t>
      </w:r>
      <w:r w:rsidRPr="00DC4749">
        <w:rPr>
          <w:sz w:val="28"/>
          <w:szCs w:val="28"/>
        </w:rPr>
        <w:t>Запорожского сельского поселения Темрюкского района</w:t>
      </w:r>
      <w:r w:rsidRPr="00F07E57">
        <w:rPr>
          <w:sz w:val="28"/>
          <w:szCs w:val="28"/>
        </w:rPr>
        <w:t xml:space="preserve"> рассматриваются непосредственно главой </w:t>
      </w:r>
      <w:r w:rsidRPr="00DC4749">
        <w:rPr>
          <w:sz w:val="28"/>
          <w:szCs w:val="28"/>
        </w:rPr>
        <w:t>Запорожского сельского поселения Темрюкского района</w:t>
      </w:r>
      <w:r w:rsidRPr="00F07E57">
        <w:rPr>
          <w:sz w:val="28"/>
          <w:szCs w:val="28"/>
        </w:rPr>
        <w:t>.</w:t>
      </w:r>
    </w:p>
    <w:p w:rsidR="000D07F1" w:rsidRPr="00F07E57" w:rsidRDefault="000D07F1" w:rsidP="007D4361">
      <w:pPr>
        <w:pStyle w:val="2"/>
        <w:numPr>
          <w:ilvl w:val="0"/>
          <w:numId w:val="12"/>
        </w:numPr>
        <w:shd w:val="clear" w:color="auto" w:fill="auto"/>
        <w:tabs>
          <w:tab w:val="left" w:pos="1276"/>
          <w:tab w:val="left" w:pos="1560"/>
          <w:tab w:val="left" w:pos="1794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Жалоба может быть направлена по почте, через МБУ «МФЦ»,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0D07F1" w:rsidRPr="00F07E57" w:rsidRDefault="000D07F1" w:rsidP="007D4361">
      <w:pPr>
        <w:pStyle w:val="2"/>
        <w:numPr>
          <w:ilvl w:val="0"/>
          <w:numId w:val="11"/>
        </w:numPr>
        <w:shd w:val="clear" w:color="auto" w:fill="auto"/>
        <w:tabs>
          <w:tab w:val="left" w:pos="1276"/>
          <w:tab w:val="left" w:pos="1360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Жалоба должна содержать:</w:t>
      </w:r>
    </w:p>
    <w:p w:rsidR="000D07F1" w:rsidRPr="00F07E57" w:rsidRDefault="000D07F1" w:rsidP="007D4361">
      <w:pPr>
        <w:pStyle w:val="2"/>
        <w:numPr>
          <w:ilvl w:val="0"/>
          <w:numId w:val="13"/>
        </w:numPr>
        <w:shd w:val="clear" w:color="auto" w:fill="auto"/>
        <w:tabs>
          <w:tab w:val="left" w:pos="1276"/>
          <w:tab w:val="left" w:pos="1560"/>
          <w:tab w:val="left" w:pos="1638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</w:t>
      </w:r>
      <w:r w:rsidRPr="00F07E57">
        <w:rPr>
          <w:sz w:val="28"/>
          <w:szCs w:val="28"/>
        </w:rPr>
        <w:softHyphen/>
        <w:t>ниципального служащего, решения и действия (бездействие) которых обжалу</w:t>
      </w:r>
      <w:r w:rsidRPr="00F07E57">
        <w:rPr>
          <w:sz w:val="28"/>
          <w:szCs w:val="28"/>
        </w:rPr>
        <w:softHyphen/>
        <w:t>ются.</w:t>
      </w:r>
    </w:p>
    <w:p w:rsidR="000D07F1" w:rsidRPr="00F07E57" w:rsidRDefault="000D07F1" w:rsidP="007D4361">
      <w:pPr>
        <w:pStyle w:val="2"/>
        <w:numPr>
          <w:ilvl w:val="0"/>
          <w:numId w:val="13"/>
        </w:numPr>
        <w:shd w:val="clear" w:color="auto" w:fill="auto"/>
        <w:tabs>
          <w:tab w:val="left" w:pos="1276"/>
          <w:tab w:val="left" w:pos="1560"/>
          <w:tab w:val="left" w:pos="1638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заявителю.</w:t>
      </w:r>
    </w:p>
    <w:p w:rsidR="000D07F1" w:rsidRPr="00F07E57" w:rsidRDefault="000D07F1" w:rsidP="007D4361">
      <w:pPr>
        <w:pStyle w:val="2"/>
        <w:numPr>
          <w:ilvl w:val="0"/>
          <w:numId w:val="13"/>
        </w:numPr>
        <w:shd w:val="clear" w:color="auto" w:fill="auto"/>
        <w:tabs>
          <w:tab w:val="left" w:pos="1276"/>
          <w:tab w:val="left" w:pos="1560"/>
          <w:tab w:val="left" w:pos="1638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0D07F1" w:rsidRPr="00F07E57" w:rsidRDefault="000D07F1" w:rsidP="007D4361">
      <w:pPr>
        <w:pStyle w:val="2"/>
        <w:numPr>
          <w:ilvl w:val="0"/>
          <w:numId w:val="13"/>
        </w:numPr>
        <w:shd w:val="clear" w:color="auto" w:fill="auto"/>
        <w:tabs>
          <w:tab w:val="left" w:pos="1276"/>
          <w:tab w:val="left" w:pos="1560"/>
          <w:tab w:val="left" w:pos="1638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</w:t>
      </w:r>
      <w:r w:rsidRPr="00F07E57">
        <w:rPr>
          <w:sz w:val="28"/>
          <w:szCs w:val="28"/>
        </w:rPr>
        <w:softHyphen/>
        <w:t>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D07F1" w:rsidRPr="00F07E57" w:rsidRDefault="000D07F1" w:rsidP="007D4361">
      <w:pPr>
        <w:pStyle w:val="2"/>
        <w:numPr>
          <w:ilvl w:val="0"/>
          <w:numId w:val="11"/>
        </w:numPr>
        <w:shd w:val="clear" w:color="auto" w:fill="auto"/>
        <w:tabs>
          <w:tab w:val="left" w:pos="1276"/>
          <w:tab w:val="left" w:pos="1560"/>
          <w:tab w:val="left" w:pos="1638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Жалоба, поступившая в орган, предоставляющий муниципальную услугу, подлежит рассмотрению главой </w:t>
      </w:r>
      <w:r w:rsidRPr="00DC4749">
        <w:rPr>
          <w:sz w:val="28"/>
          <w:szCs w:val="28"/>
        </w:rPr>
        <w:t>Запорожского сельского поселения Темрюкского района</w:t>
      </w:r>
      <w:r w:rsidRPr="00F07E57">
        <w:rPr>
          <w:sz w:val="28"/>
          <w:szCs w:val="28"/>
        </w:rPr>
        <w:t xml:space="preserve"> в течение пятнадцати рабочих дней со дня ее регистрации, а в случае обжалования отказа органа, предоставляющего муниципальную услугу, долж</w:t>
      </w:r>
      <w:r w:rsidRPr="00F07E57">
        <w:rPr>
          <w:sz w:val="28"/>
          <w:szCs w:val="28"/>
        </w:rPr>
        <w:softHyphen/>
        <w:t>ностного лица органа, предоставляющего муниципальную услугу, в приеме до</w:t>
      </w:r>
      <w:r w:rsidRPr="00F07E57">
        <w:rPr>
          <w:sz w:val="28"/>
          <w:szCs w:val="28"/>
        </w:rPr>
        <w:softHyphen/>
        <w:t>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0D07F1" w:rsidRPr="00F07E57" w:rsidRDefault="000D07F1" w:rsidP="007D4361">
      <w:pPr>
        <w:pStyle w:val="2"/>
        <w:numPr>
          <w:ilvl w:val="0"/>
          <w:numId w:val="11"/>
        </w:numPr>
        <w:shd w:val="clear" w:color="auto" w:fill="auto"/>
        <w:tabs>
          <w:tab w:val="left" w:pos="1276"/>
          <w:tab w:val="left" w:pos="1560"/>
          <w:tab w:val="left" w:pos="1638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0D07F1" w:rsidRPr="00F07E57" w:rsidRDefault="000D07F1" w:rsidP="007D4361">
      <w:pPr>
        <w:pStyle w:val="2"/>
        <w:numPr>
          <w:ilvl w:val="0"/>
          <w:numId w:val="14"/>
        </w:numPr>
        <w:shd w:val="clear" w:color="auto" w:fill="auto"/>
        <w:tabs>
          <w:tab w:val="left" w:pos="1276"/>
          <w:tab w:val="left" w:pos="1560"/>
          <w:tab w:val="left" w:pos="1762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формах.</w:t>
      </w:r>
    </w:p>
    <w:p w:rsidR="000D07F1" w:rsidRPr="00F07E57" w:rsidRDefault="000D07F1" w:rsidP="007D4361">
      <w:pPr>
        <w:pStyle w:val="2"/>
        <w:numPr>
          <w:ilvl w:val="0"/>
          <w:numId w:val="14"/>
        </w:numPr>
        <w:shd w:val="clear" w:color="auto" w:fill="auto"/>
        <w:tabs>
          <w:tab w:val="left" w:pos="1276"/>
          <w:tab w:val="left" w:pos="1560"/>
          <w:tab w:val="left" w:pos="1762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Отказывает в удовлетворении жалобы.</w:t>
      </w:r>
    </w:p>
    <w:p w:rsidR="000D07F1" w:rsidRPr="00F07E57" w:rsidRDefault="000D07F1" w:rsidP="007D4361">
      <w:pPr>
        <w:pStyle w:val="2"/>
        <w:numPr>
          <w:ilvl w:val="0"/>
          <w:numId w:val="14"/>
        </w:numPr>
        <w:shd w:val="clear" w:color="auto" w:fill="auto"/>
        <w:tabs>
          <w:tab w:val="left" w:pos="1276"/>
          <w:tab w:val="left" w:pos="1560"/>
          <w:tab w:val="left" w:pos="1762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Оставляет жалобу без ответа в следующих случаях:</w:t>
      </w:r>
    </w:p>
    <w:p w:rsidR="000D07F1" w:rsidRPr="00F07E57" w:rsidRDefault="000D07F1" w:rsidP="00FF11D6">
      <w:pPr>
        <w:pStyle w:val="2"/>
        <w:shd w:val="clear" w:color="auto" w:fill="auto"/>
        <w:tabs>
          <w:tab w:val="left" w:pos="1276"/>
          <w:tab w:val="left" w:pos="1560"/>
          <w:tab w:val="left" w:pos="1942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при безосновательности жалобы и прекращении переписки с за</w:t>
      </w:r>
      <w:r w:rsidRPr="00F07E57">
        <w:rPr>
          <w:sz w:val="28"/>
          <w:szCs w:val="28"/>
        </w:rPr>
        <w:softHyphen/>
        <w:t>явителем по вопросу, на который заявителю многократно давались письменные ответы по существу, и при этом в жалобе не приводятся новые доводы или об</w:t>
      </w:r>
      <w:r w:rsidRPr="00F07E57">
        <w:rPr>
          <w:sz w:val="28"/>
          <w:szCs w:val="28"/>
        </w:rPr>
        <w:softHyphen/>
        <w:t>стоятельства.</w:t>
      </w:r>
    </w:p>
    <w:p w:rsidR="000D07F1" w:rsidRPr="00F07E57" w:rsidRDefault="000D07F1" w:rsidP="00FF11D6">
      <w:pPr>
        <w:pStyle w:val="2"/>
        <w:shd w:val="clear" w:color="auto" w:fill="auto"/>
        <w:tabs>
          <w:tab w:val="left" w:pos="1276"/>
          <w:tab w:val="left" w:pos="1560"/>
          <w:tab w:val="left" w:pos="1942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наличие в жалобе нецензурных либо оскорбительных выраже</w:t>
      </w:r>
      <w:r w:rsidRPr="00F07E57">
        <w:rPr>
          <w:sz w:val="28"/>
          <w:szCs w:val="28"/>
        </w:rPr>
        <w:softHyphen/>
        <w:t>ний, угроз жизни, здоровью и имуществу должностного лица, а также членов его семьи.</w:t>
      </w:r>
    </w:p>
    <w:p w:rsidR="000D07F1" w:rsidRPr="00F07E57" w:rsidRDefault="000D07F1" w:rsidP="00FF11D6">
      <w:pPr>
        <w:pStyle w:val="2"/>
        <w:shd w:val="clear" w:color="auto" w:fill="auto"/>
        <w:tabs>
          <w:tab w:val="left" w:pos="1276"/>
          <w:tab w:val="left" w:pos="1560"/>
          <w:tab w:val="left" w:pos="1906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отсутствие возможности прочитать какую-либо часть текста жа</w:t>
      </w:r>
      <w:r w:rsidRPr="00F07E57">
        <w:rPr>
          <w:sz w:val="28"/>
          <w:szCs w:val="28"/>
        </w:rPr>
        <w:softHyphen/>
        <w:t>лобы, фамилию, имя, отчество (при наличии) и (или) почтовый адрес заявителя, указанные в жалобе.</w:t>
      </w:r>
    </w:p>
    <w:p w:rsidR="000D07F1" w:rsidRPr="00F07E57" w:rsidRDefault="000D07F1" w:rsidP="007D4361">
      <w:pPr>
        <w:pStyle w:val="2"/>
        <w:numPr>
          <w:ilvl w:val="0"/>
          <w:numId w:val="11"/>
        </w:numPr>
        <w:shd w:val="clear" w:color="auto" w:fill="auto"/>
        <w:tabs>
          <w:tab w:val="left" w:pos="1276"/>
          <w:tab w:val="left" w:pos="1517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D07F1" w:rsidRPr="00F07E57" w:rsidRDefault="000D07F1" w:rsidP="007D4361">
      <w:pPr>
        <w:pStyle w:val="2"/>
        <w:numPr>
          <w:ilvl w:val="0"/>
          <w:numId w:val="11"/>
        </w:numPr>
        <w:shd w:val="clear" w:color="auto" w:fill="auto"/>
        <w:tabs>
          <w:tab w:val="left" w:pos="1276"/>
          <w:tab w:val="left" w:pos="1517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глава </w:t>
      </w:r>
      <w:r w:rsidRPr="00DC4749">
        <w:rPr>
          <w:sz w:val="28"/>
          <w:szCs w:val="28"/>
        </w:rPr>
        <w:t>Запорожского сельского поселения Темрюкского района</w:t>
      </w:r>
      <w:r w:rsidRPr="00F07E57">
        <w:rPr>
          <w:sz w:val="28"/>
          <w:szCs w:val="28"/>
        </w:rPr>
        <w:t xml:space="preserve"> незамедлительно направляет имеющиеся материалы в органы прокуратуры.</w:t>
      </w:r>
    </w:p>
    <w:p w:rsidR="000D07F1" w:rsidRPr="00F07E57" w:rsidRDefault="000D07F1" w:rsidP="007D4361">
      <w:pPr>
        <w:pStyle w:val="2"/>
        <w:numPr>
          <w:ilvl w:val="0"/>
          <w:numId w:val="11"/>
        </w:numPr>
        <w:shd w:val="clear" w:color="auto" w:fill="auto"/>
        <w:tabs>
          <w:tab w:val="left" w:pos="1276"/>
          <w:tab w:val="left" w:pos="1517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Положения Федерального закона от 27 июля 2010 года №210-ФЗ «Об организации предоставления государственных и муниципальных услуг», устанавливающие порядок рассмотрения жалоб на нарушения прав граждан и организаций при предоставлении государственных услуг, а также положения настоящего регламента не распространяются на отношения, регулируемые Федеральным законом от 2 мая 2006 года № 59-ФЗ «О порядке рассмотрения обращений граждан Российской Федерации».</w:t>
      </w:r>
    </w:p>
    <w:p w:rsidR="000D07F1" w:rsidRPr="00F07E57" w:rsidRDefault="000D07F1" w:rsidP="00DA7E5D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0"/>
        <w:rPr>
          <w:rFonts w:cs="Courier New"/>
          <w:sz w:val="28"/>
          <w:szCs w:val="28"/>
        </w:rPr>
      </w:pPr>
    </w:p>
    <w:p w:rsidR="000D07F1" w:rsidRPr="00F07E57" w:rsidRDefault="000D07F1" w:rsidP="00DA7E5D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0"/>
        <w:rPr>
          <w:rFonts w:cs="Courier New"/>
          <w:sz w:val="28"/>
          <w:szCs w:val="28"/>
        </w:rPr>
      </w:pPr>
    </w:p>
    <w:p w:rsidR="000D07F1" w:rsidRDefault="000D07F1" w:rsidP="008666D3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0"/>
        <w:rPr>
          <w:rFonts w:cs="Courier New"/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DC4749">
        <w:rPr>
          <w:sz w:val="28"/>
          <w:szCs w:val="28"/>
        </w:rPr>
        <w:t xml:space="preserve">Запорожского сельского поселения </w:t>
      </w:r>
    </w:p>
    <w:p w:rsidR="000D07F1" w:rsidRPr="00F07E57" w:rsidRDefault="000D07F1" w:rsidP="008666D3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0"/>
        <w:rPr>
          <w:rFonts w:cs="Courier New"/>
          <w:sz w:val="28"/>
          <w:szCs w:val="28"/>
        </w:rPr>
      </w:pPr>
      <w:r w:rsidRPr="00DC4749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                                                                            Н.Г. Колодина</w:t>
      </w:r>
    </w:p>
    <w:sectPr w:rsidR="000D07F1" w:rsidRPr="00F07E57" w:rsidSect="00753EAC">
      <w:headerReference w:type="even" r:id="rId15"/>
      <w:headerReference w:type="default" r:id="rId16"/>
      <w:pgSz w:w="11909" w:h="16838"/>
      <w:pgMar w:top="1084" w:right="567" w:bottom="851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7F1" w:rsidRDefault="000D07F1">
      <w:r>
        <w:separator/>
      </w:r>
    </w:p>
  </w:endnote>
  <w:endnote w:type="continuationSeparator" w:id="0">
    <w:p w:rsidR="000D07F1" w:rsidRDefault="000D07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7F1" w:rsidRDefault="000D07F1"/>
  </w:footnote>
  <w:footnote w:type="continuationSeparator" w:id="0">
    <w:p w:rsidR="000D07F1" w:rsidRDefault="000D07F1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7F1" w:rsidRDefault="000D07F1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8" o:spid="_x0000_s2049" type="#_x0000_t202" style="position:absolute;margin-left:325.2pt;margin-top:18.35pt;width:11.55pt;height:12.05pt;z-index:-251656192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0D07F1" w:rsidRDefault="000D07F1">
                <w:pPr>
                  <w:pStyle w:val="12"/>
                  <w:shd w:val="clear" w:color="auto" w:fill="auto"/>
                  <w:spacing w:line="240" w:lineRule="auto"/>
                  <w:rPr>
                    <w:rFonts w:cs="Courier New"/>
                  </w:rPr>
                </w:pPr>
                <w:fldSimple w:instr=" PAGE \* MERGEFORMAT ">
                  <w:r w:rsidRPr="00753EAC">
                    <w:rPr>
                      <w:rStyle w:val="a1"/>
                      <w:noProof/>
                    </w:rPr>
                    <w:t>4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7F1" w:rsidRDefault="000D07F1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" o:spid="_x0000_s2050" type="#_x0000_t202" style="position:absolute;margin-left:325.2pt;margin-top:18.35pt;width:11.55pt;height:12.05pt;z-index:-251654144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0D07F1" w:rsidRDefault="000D07F1">
                <w:pPr>
                  <w:pStyle w:val="12"/>
                  <w:shd w:val="clear" w:color="auto" w:fill="auto"/>
                  <w:spacing w:line="240" w:lineRule="auto"/>
                  <w:rPr>
                    <w:rFonts w:cs="Courier New"/>
                  </w:rPr>
                </w:pPr>
                <w:fldSimple w:instr=" PAGE \* MERGEFORMAT ">
                  <w:r w:rsidRPr="00753EAC">
                    <w:rPr>
                      <w:rStyle w:val="a1"/>
                      <w:noProof/>
                    </w:rPr>
                    <w:t>5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A7D50"/>
    <w:multiLevelType w:val="multilevel"/>
    <w:tmpl w:val="70F272B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43347DD"/>
    <w:multiLevelType w:val="multilevel"/>
    <w:tmpl w:val="734A738C"/>
    <w:lvl w:ilvl="0">
      <w:start w:val="1"/>
      <w:numFmt w:val="decimal"/>
      <w:lvlText w:val="5.3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A97C81"/>
    <w:multiLevelType w:val="multilevel"/>
    <w:tmpl w:val="C5EEF008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"/>
      <w:lvlJc w:val="left"/>
      <w:rPr>
        <w:rFonts w:ascii="Symbol" w:hAnsi="Symbol" w:cs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9A43C5"/>
    <w:multiLevelType w:val="multilevel"/>
    <w:tmpl w:val="56B833FA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A42AED"/>
    <w:multiLevelType w:val="multilevel"/>
    <w:tmpl w:val="447E1AB6"/>
    <w:lvl w:ilvl="0">
      <w:start w:val="1"/>
      <w:numFmt w:val="decimal"/>
      <w:lvlText w:val="1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667372"/>
    <w:multiLevelType w:val="multilevel"/>
    <w:tmpl w:val="6C207376"/>
    <w:lvl w:ilvl="0">
      <w:start w:val="2"/>
      <w:numFmt w:val="decimal"/>
      <w:lvlText w:val="%1"/>
      <w:lvlJc w:val="left"/>
      <w:pPr>
        <w:ind w:left="825" w:hanging="825"/>
      </w:pPr>
      <w:rPr>
        <w:rFonts w:hint="default"/>
        <w:color w:val="000000"/>
      </w:rPr>
    </w:lvl>
    <w:lvl w:ilvl="1">
      <w:start w:val="6"/>
      <w:numFmt w:val="decimal"/>
      <w:lvlText w:val="%1.%2"/>
      <w:lvlJc w:val="left"/>
      <w:pPr>
        <w:ind w:left="1061" w:hanging="82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297" w:hanging="825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788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  <w:color w:val="000000"/>
      </w:rPr>
    </w:lvl>
  </w:abstractNum>
  <w:abstractNum w:abstractNumId="6">
    <w:nsid w:val="170C5909"/>
    <w:multiLevelType w:val="multilevel"/>
    <w:tmpl w:val="EA1CD7F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73D24D3"/>
    <w:multiLevelType w:val="multilevel"/>
    <w:tmpl w:val="C5EEF008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"/>
      <w:lvlJc w:val="left"/>
      <w:rPr>
        <w:rFonts w:ascii="Symbol" w:hAnsi="Symbol" w:cs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B95173"/>
    <w:multiLevelType w:val="multilevel"/>
    <w:tmpl w:val="CFFEF6B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DD63EC6"/>
    <w:multiLevelType w:val="multilevel"/>
    <w:tmpl w:val="EE5AA776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0">
    <w:nsid w:val="21DF1023"/>
    <w:multiLevelType w:val="multilevel"/>
    <w:tmpl w:val="7152D26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2473760A"/>
    <w:multiLevelType w:val="multilevel"/>
    <w:tmpl w:val="7B38721E"/>
    <w:lvl w:ilvl="0">
      <w:start w:val="8"/>
      <w:numFmt w:val="decimal"/>
      <w:lvlText w:val="5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D72E6C"/>
    <w:multiLevelType w:val="multilevel"/>
    <w:tmpl w:val="5164031E"/>
    <w:lvl w:ilvl="0">
      <w:numFmt w:val="decimal"/>
      <w:lvlText w:val="13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146150E"/>
    <w:multiLevelType w:val="multilevel"/>
    <w:tmpl w:val="E0968336"/>
    <w:lvl w:ilvl="0">
      <w:start w:val="1"/>
      <w:numFmt w:val="decimal"/>
      <w:lvlText w:val="5.11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9D12D5"/>
    <w:multiLevelType w:val="multilevel"/>
    <w:tmpl w:val="4C40A920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ACB4656"/>
    <w:multiLevelType w:val="multilevel"/>
    <w:tmpl w:val="9848A802"/>
    <w:lvl w:ilvl="0">
      <w:start w:val="1"/>
      <w:numFmt w:val="decimal"/>
      <w:lvlText w:val="%1)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hint="default"/>
      </w:rPr>
    </w:lvl>
    <w:lvl w:ilvl="2">
      <w:numFmt w:val="decimal"/>
      <w:lvlText w:val=""/>
      <w:lvlJc w:val="left"/>
      <w:rPr>
        <w:rFonts w:hint="default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16">
    <w:nsid w:val="3F0C5F28"/>
    <w:multiLevelType w:val="multilevel"/>
    <w:tmpl w:val="89282400"/>
    <w:lvl w:ilvl="0">
      <w:start w:val="1"/>
      <w:numFmt w:val="decimal"/>
      <w:lvlText w:val="5.9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FDC224B"/>
    <w:multiLevelType w:val="multilevel"/>
    <w:tmpl w:val="98209E46"/>
    <w:lvl w:ilvl="0">
      <w:start w:val="1"/>
      <w:numFmt w:val="decimal"/>
      <w:lvlText w:val="5.8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18C668C"/>
    <w:multiLevelType w:val="multilevel"/>
    <w:tmpl w:val="B2A8525C"/>
    <w:lvl w:ilvl="0">
      <w:start w:val="1"/>
      <w:numFmt w:val="decimal"/>
      <w:lvlText w:val="5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3B10059"/>
    <w:multiLevelType w:val="multilevel"/>
    <w:tmpl w:val="E5CE94B0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56C9165F"/>
    <w:multiLevelType w:val="multilevel"/>
    <w:tmpl w:val="C9009C8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56D01F94"/>
    <w:multiLevelType w:val="multilevel"/>
    <w:tmpl w:val="3B86F41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57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56" w:hanging="2160"/>
      </w:pPr>
      <w:rPr>
        <w:rFonts w:hint="default"/>
      </w:rPr>
    </w:lvl>
  </w:abstractNum>
  <w:abstractNum w:abstractNumId="22">
    <w:nsid w:val="61ED13D8"/>
    <w:multiLevelType w:val="multilevel"/>
    <w:tmpl w:val="FE7EBCE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659720A2"/>
    <w:multiLevelType w:val="multilevel"/>
    <w:tmpl w:val="447E1AB6"/>
    <w:lvl w:ilvl="0">
      <w:start w:val="1"/>
      <w:numFmt w:val="decimal"/>
      <w:lvlText w:val="1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8D44FC7"/>
    <w:multiLevelType w:val="multilevel"/>
    <w:tmpl w:val="9394307A"/>
    <w:lvl w:ilvl="0">
      <w:start w:val="1"/>
      <w:numFmt w:val="decimal"/>
      <w:lvlText w:val="2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B4F7A46"/>
    <w:multiLevelType w:val="multilevel"/>
    <w:tmpl w:val="23B66DA0"/>
    <w:lvl w:ilvl="0">
      <w:start w:val="1"/>
      <w:numFmt w:val="decimal"/>
      <w:lvlText w:val="3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CE73BE7"/>
    <w:multiLevelType w:val="multilevel"/>
    <w:tmpl w:val="8A4614F2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0D905CE"/>
    <w:multiLevelType w:val="multilevel"/>
    <w:tmpl w:val="BE8238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0" w:hanging="2160"/>
      </w:pPr>
      <w:rPr>
        <w:rFonts w:hint="default"/>
      </w:rPr>
    </w:lvl>
  </w:abstractNum>
  <w:abstractNum w:abstractNumId="28">
    <w:nsid w:val="71C71FEE"/>
    <w:multiLevelType w:val="multilevel"/>
    <w:tmpl w:val="9848A802"/>
    <w:lvl w:ilvl="0">
      <w:start w:val="1"/>
      <w:numFmt w:val="decimal"/>
      <w:lvlText w:val="%1)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hint="default"/>
      </w:rPr>
    </w:lvl>
    <w:lvl w:ilvl="2">
      <w:numFmt w:val="decimal"/>
      <w:lvlText w:val=""/>
      <w:lvlJc w:val="left"/>
      <w:rPr>
        <w:rFonts w:hint="default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29">
    <w:nsid w:val="727E2906"/>
    <w:multiLevelType w:val="multilevel"/>
    <w:tmpl w:val="2CE006B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>
    <w:nsid w:val="78360687"/>
    <w:multiLevelType w:val="multilevel"/>
    <w:tmpl w:val="C5EEF008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"/>
      <w:lvlJc w:val="left"/>
      <w:rPr>
        <w:rFonts w:ascii="Symbol" w:hAnsi="Symbol" w:cs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A8760A7"/>
    <w:multiLevelType w:val="multilevel"/>
    <w:tmpl w:val="5FAA90FC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C85415E"/>
    <w:multiLevelType w:val="multilevel"/>
    <w:tmpl w:val="8A4614F2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12"/>
  </w:num>
  <w:num w:numId="3">
    <w:abstractNumId w:val="24"/>
  </w:num>
  <w:num w:numId="4">
    <w:abstractNumId w:val="31"/>
  </w:num>
  <w:num w:numId="5">
    <w:abstractNumId w:val="14"/>
  </w:num>
  <w:num w:numId="6">
    <w:abstractNumId w:val="26"/>
  </w:num>
  <w:num w:numId="7">
    <w:abstractNumId w:val="25"/>
  </w:num>
  <w:num w:numId="8">
    <w:abstractNumId w:val="3"/>
  </w:num>
  <w:num w:numId="9">
    <w:abstractNumId w:val="18"/>
  </w:num>
  <w:num w:numId="10">
    <w:abstractNumId w:val="1"/>
  </w:num>
  <w:num w:numId="11">
    <w:abstractNumId w:val="11"/>
  </w:num>
  <w:num w:numId="12">
    <w:abstractNumId w:val="17"/>
  </w:num>
  <w:num w:numId="13">
    <w:abstractNumId w:val="16"/>
  </w:num>
  <w:num w:numId="14">
    <w:abstractNumId w:val="13"/>
  </w:num>
  <w:num w:numId="15">
    <w:abstractNumId w:val="27"/>
  </w:num>
  <w:num w:numId="16">
    <w:abstractNumId w:val="6"/>
  </w:num>
  <w:num w:numId="17">
    <w:abstractNumId w:val="10"/>
  </w:num>
  <w:num w:numId="18">
    <w:abstractNumId w:val="29"/>
  </w:num>
  <w:num w:numId="19">
    <w:abstractNumId w:val="21"/>
  </w:num>
  <w:num w:numId="20">
    <w:abstractNumId w:val="8"/>
  </w:num>
  <w:num w:numId="21">
    <w:abstractNumId w:val="9"/>
  </w:num>
  <w:num w:numId="22">
    <w:abstractNumId w:val="22"/>
  </w:num>
  <w:num w:numId="23">
    <w:abstractNumId w:val="0"/>
  </w:num>
  <w:num w:numId="24">
    <w:abstractNumId w:val="19"/>
  </w:num>
  <w:num w:numId="25">
    <w:abstractNumId w:val="4"/>
  </w:num>
  <w:num w:numId="26">
    <w:abstractNumId w:val="32"/>
  </w:num>
  <w:num w:numId="27">
    <w:abstractNumId w:val="28"/>
  </w:num>
  <w:num w:numId="28">
    <w:abstractNumId w:val="20"/>
  </w:num>
  <w:num w:numId="29">
    <w:abstractNumId w:val="15"/>
  </w:num>
  <w:num w:numId="30">
    <w:abstractNumId w:val="2"/>
  </w:num>
  <w:num w:numId="31">
    <w:abstractNumId w:val="30"/>
  </w:num>
  <w:num w:numId="32">
    <w:abstractNumId w:val="7"/>
  </w:num>
  <w:num w:numId="3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evenAndOddHeaders/>
  <w:drawingGridHorizontalSpacing w:val="181"/>
  <w:drawingGridVerticalSpacing w:val="181"/>
  <w:characterSpacingControl w:val="compressPunctuation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5DF0"/>
    <w:rsid w:val="00007D8D"/>
    <w:rsid w:val="00024068"/>
    <w:rsid w:val="00066D98"/>
    <w:rsid w:val="000D07F1"/>
    <w:rsid w:val="000E136F"/>
    <w:rsid w:val="000E5557"/>
    <w:rsid w:val="00130187"/>
    <w:rsid w:val="001376EB"/>
    <w:rsid w:val="001769F7"/>
    <w:rsid w:val="001A723F"/>
    <w:rsid w:val="00225DF0"/>
    <w:rsid w:val="00291372"/>
    <w:rsid w:val="00291776"/>
    <w:rsid w:val="002B54CC"/>
    <w:rsid w:val="002C008A"/>
    <w:rsid w:val="002E3693"/>
    <w:rsid w:val="00306958"/>
    <w:rsid w:val="003103C2"/>
    <w:rsid w:val="00376852"/>
    <w:rsid w:val="003C3D7E"/>
    <w:rsid w:val="003E2A40"/>
    <w:rsid w:val="00400E87"/>
    <w:rsid w:val="00475BED"/>
    <w:rsid w:val="004C2A63"/>
    <w:rsid w:val="004D2896"/>
    <w:rsid w:val="004F25AC"/>
    <w:rsid w:val="00506301"/>
    <w:rsid w:val="005232E0"/>
    <w:rsid w:val="00545CB6"/>
    <w:rsid w:val="00566338"/>
    <w:rsid w:val="005775B4"/>
    <w:rsid w:val="005815D7"/>
    <w:rsid w:val="0059130A"/>
    <w:rsid w:val="006069DD"/>
    <w:rsid w:val="00637EE8"/>
    <w:rsid w:val="006A538B"/>
    <w:rsid w:val="006D4CFB"/>
    <w:rsid w:val="0074732A"/>
    <w:rsid w:val="00753EAC"/>
    <w:rsid w:val="007B7838"/>
    <w:rsid w:val="007C2C51"/>
    <w:rsid w:val="007D4361"/>
    <w:rsid w:val="007F1028"/>
    <w:rsid w:val="00824AB5"/>
    <w:rsid w:val="008666D3"/>
    <w:rsid w:val="00911062"/>
    <w:rsid w:val="00943D40"/>
    <w:rsid w:val="00975917"/>
    <w:rsid w:val="0098265F"/>
    <w:rsid w:val="009C432D"/>
    <w:rsid w:val="009C6BA8"/>
    <w:rsid w:val="009E1426"/>
    <w:rsid w:val="009F2FBB"/>
    <w:rsid w:val="00A22750"/>
    <w:rsid w:val="00A65DB9"/>
    <w:rsid w:val="00A809DC"/>
    <w:rsid w:val="00AB40C0"/>
    <w:rsid w:val="00AF3596"/>
    <w:rsid w:val="00B04020"/>
    <w:rsid w:val="00B5584D"/>
    <w:rsid w:val="00BA213D"/>
    <w:rsid w:val="00BE0B0F"/>
    <w:rsid w:val="00C5344E"/>
    <w:rsid w:val="00CB48D9"/>
    <w:rsid w:val="00CE171C"/>
    <w:rsid w:val="00D22A56"/>
    <w:rsid w:val="00D95126"/>
    <w:rsid w:val="00DA7E5D"/>
    <w:rsid w:val="00DC4749"/>
    <w:rsid w:val="00E00660"/>
    <w:rsid w:val="00E079F5"/>
    <w:rsid w:val="00EB6C23"/>
    <w:rsid w:val="00EC0518"/>
    <w:rsid w:val="00F07E57"/>
    <w:rsid w:val="00F52180"/>
    <w:rsid w:val="00F55B2F"/>
    <w:rsid w:val="00FF1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518"/>
    <w:pPr>
      <w:widowControl w:val="0"/>
    </w:pPr>
    <w:rPr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C008A"/>
    <w:pPr>
      <w:widowControl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C008A"/>
    <w:rPr>
      <w:rFonts w:ascii="Arial" w:hAnsi="Arial" w:cs="Arial"/>
      <w:b/>
      <w:bCs/>
      <w:color w:val="26282F"/>
    </w:rPr>
  </w:style>
  <w:style w:type="character" w:styleId="Hyperlink">
    <w:name w:val="Hyperlink"/>
    <w:basedOn w:val="DefaultParagraphFont"/>
    <w:uiPriority w:val="99"/>
    <w:rsid w:val="00EC0518"/>
    <w:rPr>
      <w:color w:val="auto"/>
      <w:u w:val="single"/>
    </w:rPr>
  </w:style>
  <w:style w:type="character" w:customStyle="1" w:styleId="Exact">
    <w:name w:val="Основной текст Exact"/>
    <w:basedOn w:val="DefaultParagraphFont"/>
    <w:uiPriority w:val="99"/>
    <w:rsid w:val="00EC0518"/>
    <w:rPr>
      <w:rFonts w:ascii="Times New Roman" w:hAnsi="Times New Roman" w:cs="Times New Roman"/>
      <w:spacing w:val="3"/>
      <w:sz w:val="26"/>
      <w:szCs w:val="26"/>
      <w:u w:val="none"/>
    </w:rPr>
  </w:style>
  <w:style w:type="character" w:customStyle="1" w:styleId="a">
    <w:name w:val="Основной текст_"/>
    <w:basedOn w:val="DefaultParagraphFont"/>
    <w:link w:val="2"/>
    <w:uiPriority w:val="99"/>
    <w:locked/>
    <w:rsid w:val="00EC0518"/>
    <w:rPr>
      <w:rFonts w:ascii="Times New Roman" w:hAnsi="Times New Roman" w:cs="Times New Roman"/>
      <w:sz w:val="27"/>
      <w:szCs w:val="27"/>
      <w:u w:val="none"/>
    </w:rPr>
  </w:style>
  <w:style w:type="character" w:customStyle="1" w:styleId="1">
    <w:name w:val="Заголовок №1_"/>
    <w:basedOn w:val="DefaultParagraphFont"/>
    <w:link w:val="10"/>
    <w:uiPriority w:val="99"/>
    <w:locked/>
    <w:rsid w:val="00EC0518"/>
    <w:rPr>
      <w:rFonts w:ascii="Times New Roman" w:hAnsi="Times New Roman" w:cs="Times New Roman"/>
      <w:b/>
      <w:bCs/>
      <w:sz w:val="27"/>
      <w:szCs w:val="27"/>
      <w:u w:val="none"/>
    </w:rPr>
  </w:style>
  <w:style w:type="character" w:customStyle="1" w:styleId="11">
    <w:name w:val="Основной текст1"/>
    <w:basedOn w:val="a"/>
    <w:uiPriority w:val="99"/>
    <w:rsid w:val="00EC0518"/>
    <w:rPr>
      <w:color w:val="000000"/>
      <w:spacing w:val="0"/>
      <w:w w:val="100"/>
      <w:position w:val="0"/>
      <w:u w:val="single"/>
      <w:lang w:val="en-US"/>
    </w:rPr>
  </w:style>
  <w:style w:type="character" w:customStyle="1" w:styleId="11pt">
    <w:name w:val="Основной текст + 11 pt"/>
    <w:basedOn w:val="a"/>
    <w:uiPriority w:val="99"/>
    <w:rsid w:val="00EC0518"/>
    <w:rPr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12pt">
    <w:name w:val="Основной текст + 12 pt"/>
    <w:basedOn w:val="a"/>
    <w:uiPriority w:val="99"/>
    <w:rsid w:val="00EC0518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ArialNarrow">
    <w:name w:val="Основной текст + Arial Narrow"/>
    <w:aliases w:val="4 pt"/>
    <w:basedOn w:val="a"/>
    <w:uiPriority w:val="99"/>
    <w:rsid w:val="00EC0518"/>
    <w:rPr>
      <w:rFonts w:ascii="Arial Narrow" w:eastAsia="Times New Roman" w:hAnsi="Arial Narrow" w:cs="Arial Narrow"/>
      <w:color w:val="000000"/>
      <w:spacing w:val="0"/>
      <w:w w:val="100"/>
      <w:position w:val="0"/>
      <w:sz w:val="8"/>
      <w:szCs w:val="8"/>
      <w:lang w:val="ru-RU"/>
    </w:rPr>
  </w:style>
  <w:style w:type="character" w:customStyle="1" w:styleId="a0">
    <w:name w:val="Колонтитул_"/>
    <w:basedOn w:val="DefaultParagraphFont"/>
    <w:link w:val="12"/>
    <w:uiPriority w:val="99"/>
    <w:locked/>
    <w:rsid w:val="00EC0518"/>
    <w:rPr>
      <w:rFonts w:ascii="Times New Roman" w:hAnsi="Times New Roman" w:cs="Times New Roman"/>
      <w:spacing w:val="10"/>
      <w:sz w:val="21"/>
      <w:szCs w:val="21"/>
      <w:u w:val="none"/>
    </w:rPr>
  </w:style>
  <w:style w:type="character" w:customStyle="1" w:styleId="a1">
    <w:name w:val="Колонтитул"/>
    <w:basedOn w:val="a0"/>
    <w:uiPriority w:val="99"/>
    <w:rsid w:val="00EC0518"/>
    <w:rPr>
      <w:color w:val="000000"/>
      <w:w w:val="100"/>
      <w:position w:val="0"/>
    </w:rPr>
  </w:style>
  <w:style w:type="character" w:customStyle="1" w:styleId="a2">
    <w:name w:val="Основной текст + Полужирный"/>
    <w:basedOn w:val="a"/>
    <w:uiPriority w:val="99"/>
    <w:rsid w:val="00EC0518"/>
    <w:rPr>
      <w:b/>
      <w:bCs/>
      <w:color w:val="000000"/>
      <w:spacing w:val="0"/>
      <w:w w:val="100"/>
      <w:position w:val="0"/>
      <w:u w:val="single"/>
      <w:lang w:val="en-US"/>
    </w:rPr>
  </w:style>
  <w:style w:type="character" w:customStyle="1" w:styleId="20">
    <w:name w:val="Основной текст (2)_"/>
    <w:basedOn w:val="DefaultParagraphFont"/>
    <w:link w:val="21"/>
    <w:uiPriority w:val="99"/>
    <w:locked/>
    <w:rsid w:val="00EC0518"/>
    <w:rPr>
      <w:rFonts w:ascii="Times New Roman" w:hAnsi="Times New Roman" w:cs="Times New Roman"/>
      <w:b/>
      <w:bCs/>
      <w:sz w:val="27"/>
      <w:szCs w:val="27"/>
      <w:u w:val="none"/>
    </w:rPr>
  </w:style>
  <w:style w:type="character" w:customStyle="1" w:styleId="80">
    <w:name w:val="Основной текст + Масштаб 80%"/>
    <w:basedOn w:val="a"/>
    <w:uiPriority w:val="99"/>
    <w:rsid w:val="00EC0518"/>
    <w:rPr>
      <w:color w:val="000000"/>
      <w:spacing w:val="0"/>
      <w:w w:val="80"/>
      <w:position w:val="0"/>
    </w:rPr>
  </w:style>
  <w:style w:type="character" w:customStyle="1" w:styleId="4">
    <w:name w:val="Основной текст + 4"/>
    <w:aliases w:val="5 pt,Полужирный"/>
    <w:basedOn w:val="a"/>
    <w:uiPriority w:val="99"/>
    <w:rsid w:val="00EC0518"/>
    <w:rPr>
      <w:b/>
      <w:bCs/>
      <w:color w:val="000000"/>
      <w:spacing w:val="0"/>
      <w:w w:val="100"/>
      <w:position w:val="0"/>
      <w:sz w:val="9"/>
      <w:szCs w:val="9"/>
      <w:lang w:val="ru-RU"/>
    </w:rPr>
  </w:style>
  <w:style w:type="character" w:customStyle="1" w:styleId="a3">
    <w:name w:val="Основной текст + Курсив"/>
    <w:basedOn w:val="a"/>
    <w:uiPriority w:val="99"/>
    <w:rsid w:val="00EC0518"/>
    <w:rPr>
      <w:i/>
      <w:iCs/>
      <w:color w:val="000000"/>
      <w:spacing w:val="0"/>
      <w:w w:val="100"/>
      <w:position w:val="0"/>
      <w:lang w:val="ru-RU"/>
    </w:rPr>
  </w:style>
  <w:style w:type="character" w:customStyle="1" w:styleId="210">
    <w:name w:val="Основной текст (2) + 10"/>
    <w:aliases w:val="5 pt1,Курсив"/>
    <w:basedOn w:val="20"/>
    <w:uiPriority w:val="99"/>
    <w:rsid w:val="00EC0518"/>
    <w:rPr>
      <w:i/>
      <w:iCs/>
      <w:color w:val="000000"/>
      <w:spacing w:val="0"/>
      <w:w w:val="100"/>
      <w:position w:val="0"/>
      <w:sz w:val="21"/>
      <w:szCs w:val="21"/>
      <w:lang w:val="ru-RU"/>
    </w:rPr>
  </w:style>
  <w:style w:type="character" w:customStyle="1" w:styleId="2-1pt">
    <w:name w:val="Основной текст (2) + Интервал -1 pt"/>
    <w:basedOn w:val="20"/>
    <w:uiPriority w:val="99"/>
    <w:rsid w:val="00EC0518"/>
    <w:rPr>
      <w:color w:val="000000"/>
      <w:spacing w:val="-30"/>
      <w:w w:val="100"/>
      <w:position w:val="0"/>
      <w:lang w:val="ru-RU"/>
    </w:rPr>
  </w:style>
  <w:style w:type="paragraph" w:customStyle="1" w:styleId="2">
    <w:name w:val="Основной текст2"/>
    <w:basedOn w:val="Normal"/>
    <w:link w:val="a"/>
    <w:uiPriority w:val="99"/>
    <w:rsid w:val="00EC0518"/>
    <w:pPr>
      <w:shd w:val="clear" w:color="auto" w:fill="FFFFFF"/>
      <w:spacing w:after="420" w:line="240" w:lineRule="atLeast"/>
      <w:ind w:hanging="30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Normal"/>
    <w:link w:val="1"/>
    <w:uiPriority w:val="99"/>
    <w:rsid w:val="00EC0518"/>
    <w:pPr>
      <w:shd w:val="clear" w:color="auto" w:fill="FFFFFF"/>
      <w:spacing w:before="240" w:after="24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2">
    <w:name w:val="Колонтитул1"/>
    <w:basedOn w:val="Normal"/>
    <w:link w:val="a0"/>
    <w:uiPriority w:val="99"/>
    <w:rsid w:val="00EC0518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pacing w:val="10"/>
      <w:sz w:val="21"/>
      <w:szCs w:val="21"/>
    </w:rPr>
  </w:style>
  <w:style w:type="paragraph" w:customStyle="1" w:styleId="21">
    <w:name w:val="Основной текст (2)"/>
    <w:basedOn w:val="Normal"/>
    <w:link w:val="20"/>
    <w:uiPriority w:val="99"/>
    <w:rsid w:val="00EC0518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b/>
      <w:bCs/>
      <w:sz w:val="27"/>
      <w:szCs w:val="27"/>
    </w:rPr>
  </w:style>
  <w:style w:type="table" w:styleId="TableGrid">
    <w:name w:val="Table Grid"/>
    <w:basedOn w:val="TableNormal"/>
    <w:uiPriority w:val="99"/>
    <w:rsid w:val="001A72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232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32E0"/>
    <w:rPr>
      <w:rFonts w:ascii="Tahoma" w:hAnsi="Tahoma" w:cs="Tahoma"/>
      <w:color w:val="000000"/>
      <w:sz w:val="16"/>
      <w:szCs w:val="16"/>
    </w:rPr>
  </w:style>
  <w:style w:type="paragraph" w:styleId="Footer">
    <w:name w:val="footer"/>
    <w:basedOn w:val="Normal"/>
    <w:link w:val="FooterChar"/>
    <w:uiPriority w:val="99"/>
    <w:rsid w:val="006A538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A538B"/>
    <w:rPr>
      <w:color w:val="000000"/>
    </w:rPr>
  </w:style>
  <w:style w:type="paragraph" w:styleId="Header">
    <w:name w:val="header"/>
    <w:basedOn w:val="Normal"/>
    <w:link w:val="HeaderChar"/>
    <w:uiPriority w:val="99"/>
    <w:rsid w:val="006A538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A538B"/>
    <w:rPr>
      <w:color w:val="000000"/>
    </w:rPr>
  </w:style>
  <w:style w:type="paragraph" w:customStyle="1" w:styleId="a4">
    <w:name w:val="Заголовок распахивающейся части диалога"/>
    <w:basedOn w:val="Normal"/>
    <w:next w:val="Normal"/>
    <w:uiPriority w:val="99"/>
    <w:rsid w:val="002C008A"/>
    <w:pPr>
      <w:widowControl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paragraph" w:styleId="ListParagraph">
    <w:name w:val="List Paragraph"/>
    <w:basedOn w:val="Normal"/>
    <w:uiPriority w:val="99"/>
    <w:qFormat/>
    <w:rsid w:val="00291776"/>
    <w:pPr>
      <w:ind w:left="720"/>
    </w:pPr>
  </w:style>
  <w:style w:type="paragraph" w:styleId="BodyTextIndent3">
    <w:name w:val="Body Text Indent 3"/>
    <w:basedOn w:val="Normal"/>
    <w:link w:val="BodyTextIndent3Char"/>
    <w:uiPriority w:val="99"/>
    <w:rsid w:val="00400E87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400E87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33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ost.frskuban" TargetMode="External"/><Relationship Id="rId13" Type="http://schemas.openxmlformats.org/officeDocument/2006/relationships/hyperlink" Target="http://www.zaporozhskay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ubbti.r" TargetMode="External"/><Relationship Id="rId12" Type="http://schemas.openxmlformats.org/officeDocument/2006/relationships/hyperlink" Target="http://www.gosuslugi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zaporozhskaya.ru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gosuslug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aporoz_adm@mail.ru" TargetMode="External"/><Relationship Id="rId14" Type="http://schemas.openxmlformats.org/officeDocument/2006/relationships/hyperlink" Target="http://admkra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</TotalTime>
  <Pages>24</Pages>
  <Words>9432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Belosludtseva Nataliya Mikhailovna</dc:creator>
  <cp:keywords/>
  <dc:description/>
  <cp:lastModifiedBy>USER5</cp:lastModifiedBy>
  <cp:revision>4</cp:revision>
  <cp:lastPrinted>2015-05-27T06:03:00Z</cp:lastPrinted>
  <dcterms:created xsi:type="dcterms:W3CDTF">2015-02-07T11:49:00Z</dcterms:created>
  <dcterms:modified xsi:type="dcterms:W3CDTF">2015-05-27T06:03:00Z</dcterms:modified>
</cp:coreProperties>
</file>