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027" w:type="dxa"/>
        <w:tblLook w:val="00A0"/>
      </w:tblPr>
      <w:tblGrid>
        <w:gridCol w:w="5695"/>
      </w:tblGrid>
      <w:tr w:rsidR="007A6540" w:rsidRPr="00184473" w:rsidTr="003815CE">
        <w:trPr>
          <w:trHeight w:val="1080"/>
        </w:trPr>
        <w:tc>
          <w:tcPr>
            <w:tcW w:w="5695" w:type="dxa"/>
          </w:tcPr>
          <w:p w:rsidR="007A6540" w:rsidRPr="00184473" w:rsidRDefault="007A6540" w:rsidP="001C702C">
            <w:pPr>
              <w:jc w:val="center"/>
            </w:pPr>
            <w:r>
              <w:t>ПРИЛОЖЕНИЕ</w:t>
            </w:r>
            <w:r w:rsidRPr="00184473">
              <w:t xml:space="preserve"> № 1</w:t>
            </w:r>
          </w:p>
          <w:p w:rsidR="007A6540" w:rsidRPr="00BB74AC" w:rsidRDefault="007A6540" w:rsidP="00F25D43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184473">
              <w:t xml:space="preserve">к </w:t>
            </w:r>
            <w:r>
              <w:t xml:space="preserve">Положению </w:t>
            </w:r>
            <w:r w:rsidRPr="00BB74AC">
              <w:t xml:space="preserve">о сообщении лицами, замещающими муниципальные должности </w:t>
            </w:r>
          </w:p>
          <w:p w:rsidR="007A6540" w:rsidRPr="00184473" w:rsidRDefault="007A6540" w:rsidP="00F25D43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firstLine="540"/>
              <w:jc w:val="center"/>
            </w:pPr>
            <w:r w:rsidRPr="00BB74AC">
              <w:t xml:space="preserve">и должности муниципальной службы администрации </w:t>
            </w:r>
            <w:r>
              <w:t>Запорожского сельского поселения Темрюкского района</w:t>
            </w:r>
            <w:r w:rsidRPr="00BB74AC">
              <w:t xml:space="preserve">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      </w:r>
            <w:r w:rsidRPr="00184473">
              <w:t xml:space="preserve">           </w:t>
            </w:r>
            <w:r>
              <w:t xml:space="preserve">                               </w:t>
            </w:r>
          </w:p>
        </w:tc>
      </w:tr>
    </w:tbl>
    <w:p w:rsidR="007A6540" w:rsidRDefault="007A6540" w:rsidP="00184473"/>
    <w:tbl>
      <w:tblPr>
        <w:tblW w:w="0" w:type="auto"/>
        <w:jc w:val="right"/>
        <w:tblLayout w:type="fixed"/>
        <w:tblLook w:val="00A0"/>
      </w:tblPr>
      <w:tblGrid>
        <w:gridCol w:w="4856"/>
      </w:tblGrid>
      <w:tr w:rsidR="007A6540">
        <w:trPr>
          <w:trHeight w:val="900"/>
          <w:jc w:val="right"/>
        </w:trPr>
        <w:tc>
          <w:tcPr>
            <w:tcW w:w="4856" w:type="dxa"/>
          </w:tcPr>
          <w:p w:rsidR="007A6540" w:rsidRDefault="007A6540" w:rsidP="00184473"/>
          <w:p w:rsidR="007A6540" w:rsidRPr="00184473" w:rsidRDefault="007A6540" w:rsidP="00184473">
            <w:r>
              <w:t>Главе Запорожского сельского поселения Темрюкского района</w:t>
            </w:r>
          </w:p>
          <w:p w:rsidR="007A6540" w:rsidRDefault="007A6540" w:rsidP="00184473">
            <w:r>
              <w:t>_________________________________</w:t>
            </w:r>
          </w:p>
          <w:p w:rsidR="007A6540" w:rsidRDefault="007A6540" w:rsidP="001C70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инициалы)</w:t>
            </w:r>
          </w:p>
          <w:p w:rsidR="007A6540" w:rsidRDefault="007A6540" w:rsidP="001C702C">
            <w:pPr>
              <w:jc w:val="center"/>
              <w:rPr>
                <w:sz w:val="20"/>
                <w:szCs w:val="20"/>
              </w:rPr>
            </w:pPr>
            <w:r>
              <w:t>от</w:t>
            </w:r>
            <w:r>
              <w:rPr>
                <w:sz w:val="20"/>
                <w:szCs w:val="20"/>
              </w:rPr>
              <w:t xml:space="preserve"> ___________________________________________</w:t>
            </w:r>
          </w:p>
          <w:p w:rsidR="007A6540" w:rsidRDefault="007A6540" w:rsidP="001C70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отчество)</w:t>
            </w:r>
          </w:p>
          <w:p w:rsidR="007A6540" w:rsidRDefault="007A6540" w:rsidP="001C702C">
            <w:pPr>
              <w:rPr>
                <w:sz w:val="20"/>
                <w:szCs w:val="20"/>
              </w:rPr>
            </w:pPr>
            <w:r>
              <w:t>замещающего должность</w:t>
            </w:r>
            <w:r>
              <w:rPr>
                <w:sz w:val="20"/>
                <w:szCs w:val="20"/>
              </w:rPr>
              <w:t>________________</w:t>
            </w:r>
          </w:p>
          <w:p w:rsidR="007A6540" w:rsidRPr="00184473" w:rsidRDefault="007A6540" w:rsidP="001C702C">
            <w:pPr>
              <w:jc w:val="center"/>
            </w:pPr>
            <w:r>
              <w:rPr>
                <w:sz w:val="20"/>
                <w:szCs w:val="20"/>
              </w:rPr>
              <w:t>________________________________________</w:t>
            </w:r>
            <w:r>
              <w:t>____</w:t>
            </w:r>
          </w:p>
          <w:p w:rsidR="007A6540" w:rsidRDefault="007A6540" w:rsidP="001C70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должности муниципальной службы)</w:t>
            </w:r>
          </w:p>
          <w:p w:rsidR="007A6540" w:rsidRDefault="007A6540" w:rsidP="001C702C">
            <w:pPr>
              <w:jc w:val="right"/>
              <w:rPr>
                <w:sz w:val="24"/>
                <w:szCs w:val="24"/>
              </w:rPr>
            </w:pPr>
          </w:p>
        </w:tc>
      </w:tr>
    </w:tbl>
    <w:p w:rsidR="007A6540" w:rsidRDefault="007A6540" w:rsidP="00184473">
      <w:pPr>
        <w:jc w:val="center"/>
      </w:pPr>
    </w:p>
    <w:p w:rsidR="007A6540" w:rsidRPr="00243868" w:rsidRDefault="007A6540" w:rsidP="00F25D4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43868">
        <w:rPr>
          <w:rFonts w:ascii="Times New Roman" w:hAnsi="Times New Roman" w:cs="Times New Roman"/>
          <w:sz w:val="28"/>
          <w:szCs w:val="28"/>
        </w:rPr>
        <w:t>Уведомление о получении подарка</w:t>
      </w:r>
    </w:p>
    <w:p w:rsidR="007A6540" w:rsidRPr="00243868" w:rsidRDefault="007A6540" w:rsidP="00F25D4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438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«____»</w:t>
      </w:r>
      <w:r w:rsidRPr="00243868">
        <w:rPr>
          <w:rFonts w:ascii="Times New Roman" w:hAnsi="Times New Roman" w:cs="Times New Roman"/>
          <w:sz w:val="28"/>
          <w:szCs w:val="28"/>
        </w:rPr>
        <w:t xml:space="preserve"> 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243868">
        <w:rPr>
          <w:rFonts w:ascii="Times New Roman" w:hAnsi="Times New Roman" w:cs="Times New Roman"/>
          <w:sz w:val="28"/>
          <w:szCs w:val="28"/>
        </w:rPr>
        <w:t>_______ 20_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43868">
        <w:rPr>
          <w:rFonts w:ascii="Times New Roman" w:hAnsi="Times New Roman" w:cs="Times New Roman"/>
          <w:sz w:val="28"/>
          <w:szCs w:val="28"/>
        </w:rPr>
        <w:t>_ г.</w:t>
      </w:r>
    </w:p>
    <w:p w:rsidR="007A6540" w:rsidRPr="00243868" w:rsidRDefault="007A6540" w:rsidP="00F25D4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A6540" w:rsidRPr="00243868" w:rsidRDefault="007A6540" w:rsidP="00F25D43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243868">
        <w:rPr>
          <w:rFonts w:ascii="Times New Roman" w:hAnsi="Times New Roman" w:cs="Times New Roman"/>
          <w:sz w:val="28"/>
          <w:szCs w:val="28"/>
        </w:rPr>
        <w:t xml:space="preserve"> Извещаю о получении ________</w:t>
      </w:r>
      <w:r>
        <w:rPr>
          <w:rFonts w:ascii="Times New Roman" w:hAnsi="Times New Roman" w:cs="Times New Roman"/>
          <w:sz w:val="28"/>
          <w:szCs w:val="28"/>
        </w:rPr>
        <w:t xml:space="preserve">_____ </w:t>
      </w:r>
      <w:r w:rsidRPr="00243868">
        <w:rPr>
          <w:rFonts w:ascii="Times New Roman" w:hAnsi="Times New Roman" w:cs="Times New Roman"/>
          <w:sz w:val="28"/>
          <w:szCs w:val="28"/>
        </w:rPr>
        <w:t>подарка(ов) на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7A6540" w:rsidRPr="00F25D43" w:rsidRDefault="007A6540" w:rsidP="00F25D43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(дата получения)</w:t>
      </w:r>
      <w:r w:rsidRPr="002438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Pr="00243868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7A6540" w:rsidRDefault="007A6540" w:rsidP="00F25D4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86BD6">
        <w:rPr>
          <w:rFonts w:ascii="Times New Roman" w:hAnsi="Times New Roman" w:cs="Times New Roman"/>
          <w:sz w:val="16"/>
          <w:szCs w:val="16"/>
        </w:rPr>
        <w:t>(наименование прото</w:t>
      </w:r>
      <w:r>
        <w:rPr>
          <w:rFonts w:ascii="Times New Roman" w:hAnsi="Times New Roman" w:cs="Times New Roman"/>
          <w:sz w:val="16"/>
          <w:szCs w:val="16"/>
        </w:rPr>
        <w:t xml:space="preserve">кольного мероприятия, служебной </w:t>
      </w:r>
      <w:r w:rsidRPr="00986BD6">
        <w:rPr>
          <w:rFonts w:ascii="Times New Roman" w:hAnsi="Times New Roman" w:cs="Times New Roman"/>
          <w:sz w:val="16"/>
          <w:szCs w:val="16"/>
        </w:rPr>
        <w:t>командировки, другого официального мероп</w:t>
      </w:r>
      <w:r>
        <w:rPr>
          <w:rFonts w:ascii="Times New Roman" w:hAnsi="Times New Roman" w:cs="Times New Roman"/>
          <w:sz w:val="16"/>
          <w:szCs w:val="16"/>
        </w:rPr>
        <w:t xml:space="preserve">риятия, место </w:t>
      </w:r>
      <w:r w:rsidRPr="00986BD6">
        <w:rPr>
          <w:rFonts w:ascii="Times New Roman" w:hAnsi="Times New Roman" w:cs="Times New Roman"/>
          <w:sz w:val="16"/>
          <w:szCs w:val="16"/>
        </w:rPr>
        <w:t>и дата проведения)</w:t>
      </w:r>
    </w:p>
    <w:p w:rsidR="007A6540" w:rsidRPr="00F25D43" w:rsidRDefault="007A6540" w:rsidP="00F25D4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A6540" w:rsidRPr="00243868" w:rsidRDefault="007A6540" w:rsidP="00F25D43">
      <w:pPr>
        <w:widowControl w:val="0"/>
        <w:autoSpaceDE w:val="0"/>
        <w:autoSpaceDN w:val="0"/>
        <w:adjustRightInd w:val="0"/>
        <w:jc w:val="both"/>
      </w:pPr>
    </w:p>
    <w:tbl>
      <w:tblPr>
        <w:tblW w:w="9498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26"/>
        <w:gridCol w:w="3421"/>
        <w:gridCol w:w="1881"/>
        <w:gridCol w:w="1770"/>
      </w:tblGrid>
      <w:tr w:rsidR="007A6540" w:rsidRPr="003101AF">
        <w:trPr>
          <w:tblCellSpacing w:w="5" w:type="nil"/>
        </w:trPr>
        <w:tc>
          <w:tcPr>
            <w:tcW w:w="2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40" w:rsidRPr="003101AF" w:rsidRDefault="007A6540" w:rsidP="00EF68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1AF">
              <w:t>Наименование подарка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40" w:rsidRPr="003101AF" w:rsidRDefault="007A6540" w:rsidP="00EF68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1AF">
              <w:t>Характеристика подарка, его описание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40" w:rsidRPr="003101AF" w:rsidRDefault="007A6540" w:rsidP="00EF68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1AF">
              <w:t>Количество предметов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540" w:rsidRPr="003101AF" w:rsidRDefault="007A6540" w:rsidP="00EF68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1AF">
              <w:t xml:space="preserve">Стоимость в рублях </w:t>
            </w:r>
            <w:hyperlink w:anchor="Par128" w:history="1">
              <w:r w:rsidRPr="003101AF">
                <w:t>&lt;*&gt;</w:t>
              </w:r>
            </w:hyperlink>
          </w:p>
        </w:tc>
      </w:tr>
      <w:tr w:rsidR="007A6540" w:rsidRPr="003101AF">
        <w:trPr>
          <w:tblCellSpacing w:w="5" w:type="nil"/>
        </w:trPr>
        <w:tc>
          <w:tcPr>
            <w:tcW w:w="2426" w:type="dxa"/>
            <w:tcBorders>
              <w:top w:val="single" w:sz="4" w:space="0" w:color="auto"/>
            </w:tcBorders>
          </w:tcPr>
          <w:p w:rsidR="007A6540" w:rsidRPr="003101AF" w:rsidRDefault="007A6540" w:rsidP="00EF6854">
            <w:pPr>
              <w:widowControl w:val="0"/>
              <w:autoSpaceDE w:val="0"/>
              <w:autoSpaceDN w:val="0"/>
              <w:adjustRightInd w:val="0"/>
            </w:pPr>
            <w:r w:rsidRPr="003101AF">
              <w:t>1.</w:t>
            </w:r>
          </w:p>
          <w:p w:rsidR="007A6540" w:rsidRPr="003101AF" w:rsidRDefault="007A6540" w:rsidP="00EF6854">
            <w:pPr>
              <w:widowControl w:val="0"/>
              <w:autoSpaceDE w:val="0"/>
              <w:autoSpaceDN w:val="0"/>
              <w:adjustRightInd w:val="0"/>
            </w:pPr>
            <w:r w:rsidRPr="003101AF">
              <w:t>2.</w:t>
            </w:r>
          </w:p>
          <w:p w:rsidR="007A6540" w:rsidRPr="003101AF" w:rsidRDefault="007A6540" w:rsidP="00EF6854">
            <w:pPr>
              <w:widowControl w:val="0"/>
              <w:autoSpaceDE w:val="0"/>
              <w:autoSpaceDN w:val="0"/>
              <w:adjustRightInd w:val="0"/>
            </w:pPr>
            <w:r w:rsidRPr="003101AF">
              <w:t>3.</w:t>
            </w:r>
          </w:p>
          <w:p w:rsidR="007A6540" w:rsidRPr="003101AF" w:rsidRDefault="007A6540" w:rsidP="00EF6854">
            <w:pPr>
              <w:widowControl w:val="0"/>
              <w:autoSpaceDE w:val="0"/>
              <w:autoSpaceDN w:val="0"/>
              <w:adjustRightInd w:val="0"/>
            </w:pPr>
            <w:r w:rsidRPr="003101AF">
              <w:t>Итого</w:t>
            </w:r>
          </w:p>
        </w:tc>
        <w:tc>
          <w:tcPr>
            <w:tcW w:w="3421" w:type="dxa"/>
            <w:tcBorders>
              <w:top w:val="single" w:sz="4" w:space="0" w:color="auto"/>
            </w:tcBorders>
          </w:tcPr>
          <w:p w:rsidR="007A6540" w:rsidRPr="003101AF" w:rsidRDefault="007A6540" w:rsidP="00EF685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81" w:type="dxa"/>
            <w:tcBorders>
              <w:top w:val="single" w:sz="4" w:space="0" w:color="auto"/>
            </w:tcBorders>
          </w:tcPr>
          <w:p w:rsidR="007A6540" w:rsidRPr="003101AF" w:rsidRDefault="007A6540" w:rsidP="00EF685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70" w:type="dxa"/>
            <w:tcBorders>
              <w:top w:val="single" w:sz="4" w:space="0" w:color="auto"/>
            </w:tcBorders>
          </w:tcPr>
          <w:p w:rsidR="007A6540" w:rsidRPr="003101AF" w:rsidRDefault="007A6540" w:rsidP="00EF6854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7A6540" w:rsidRPr="00243868" w:rsidRDefault="007A6540" w:rsidP="00F25D43">
      <w:pPr>
        <w:widowControl w:val="0"/>
        <w:autoSpaceDE w:val="0"/>
        <w:autoSpaceDN w:val="0"/>
        <w:adjustRightInd w:val="0"/>
        <w:jc w:val="both"/>
      </w:pPr>
    </w:p>
    <w:p w:rsidR="007A6540" w:rsidRPr="00243868" w:rsidRDefault="007A6540" w:rsidP="00F25D4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43868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е: ______________________</w:t>
      </w:r>
      <w:r w:rsidRPr="00243868">
        <w:rPr>
          <w:rFonts w:ascii="Times New Roman" w:hAnsi="Times New Roman" w:cs="Times New Roman"/>
          <w:sz w:val="28"/>
          <w:szCs w:val="28"/>
        </w:rPr>
        <w:t>_________________ на _____ листах.</w:t>
      </w:r>
    </w:p>
    <w:p w:rsidR="007A6540" w:rsidRPr="00986BD6" w:rsidRDefault="007A6540" w:rsidP="00F25D43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986BD6">
        <w:rPr>
          <w:rFonts w:ascii="Times New Roman" w:hAnsi="Times New Roman" w:cs="Times New Roman"/>
          <w:sz w:val="16"/>
          <w:szCs w:val="16"/>
        </w:rPr>
        <w:t xml:space="preserve">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</w:t>
      </w:r>
      <w:r w:rsidRPr="00986BD6">
        <w:rPr>
          <w:rFonts w:ascii="Times New Roman" w:hAnsi="Times New Roman" w:cs="Times New Roman"/>
          <w:sz w:val="16"/>
          <w:szCs w:val="16"/>
        </w:rPr>
        <w:t xml:space="preserve">      (наименование документа)</w:t>
      </w:r>
    </w:p>
    <w:p w:rsidR="007A6540" w:rsidRDefault="007A6540" w:rsidP="00F25D4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A6540" w:rsidRDefault="007A6540" w:rsidP="00F25D4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A6540" w:rsidRDefault="007A6540" w:rsidP="00F25D4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A6540" w:rsidRDefault="007A6540" w:rsidP="00F25D4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A6540" w:rsidRDefault="007A6540" w:rsidP="00F25D4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A6540" w:rsidRPr="00243868" w:rsidRDefault="007A6540" w:rsidP="00F25D43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A6540" w:rsidRDefault="007A6540" w:rsidP="00F25D4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A6540" w:rsidRDefault="007A6540" w:rsidP="00F25D4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7A6540" w:rsidRDefault="007A6540" w:rsidP="00F25D4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A6540" w:rsidRPr="00243868" w:rsidRDefault="007A6540" w:rsidP="00F25D4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43868">
        <w:rPr>
          <w:rFonts w:ascii="Times New Roman" w:hAnsi="Times New Roman" w:cs="Times New Roman"/>
          <w:sz w:val="28"/>
          <w:szCs w:val="28"/>
        </w:rPr>
        <w:t>Лицо, представившее</w:t>
      </w:r>
    </w:p>
    <w:p w:rsidR="007A6540" w:rsidRPr="00243868" w:rsidRDefault="007A6540" w:rsidP="00F25D4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43868">
        <w:rPr>
          <w:rFonts w:ascii="Times New Roman" w:hAnsi="Times New Roman" w:cs="Times New Roman"/>
          <w:sz w:val="28"/>
          <w:szCs w:val="28"/>
        </w:rPr>
        <w:t xml:space="preserve">уведомление     </w:t>
      </w:r>
      <w:r>
        <w:rPr>
          <w:rFonts w:ascii="Times New Roman" w:hAnsi="Times New Roman" w:cs="Times New Roman"/>
          <w:sz w:val="28"/>
          <w:szCs w:val="28"/>
        </w:rPr>
        <w:t xml:space="preserve">         __________  ________________</w:t>
      </w:r>
      <w:r w:rsidRPr="0024386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2438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243868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243868">
        <w:rPr>
          <w:rFonts w:ascii="Times New Roman" w:hAnsi="Times New Roman" w:cs="Times New Roman"/>
          <w:sz w:val="28"/>
          <w:szCs w:val="28"/>
        </w:rPr>
        <w:t>___ 20_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43868">
        <w:rPr>
          <w:rFonts w:ascii="Times New Roman" w:hAnsi="Times New Roman" w:cs="Times New Roman"/>
          <w:sz w:val="28"/>
          <w:szCs w:val="28"/>
        </w:rPr>
        <w:t>_ г.</w:t>
      </w:r>
    </w:p>
    <w:p w:rsidR="007A6540" w:rsidRPr="00986BD6" w:rsidRDefault="007A6540" w:rsidP="00F25D43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986BD6">
        <w:rPr>
          <w:rFonts w:ascii="Times New Roman" w:hAnsi="Times New Roman" w:cs="Times New Roman"/>
          <w:sz w:val="16"/>
          <w:szCs w:val="16"/>
        </w:rPr>
        <w:t xml:space="preserve">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</w:t>
      </w:r>
      <w:r w:rsidRPr="00986BD6">
        <w:rPr>
          <w:rFonts w:ascii="Times New Roman" w:hAnsi="Times New Roman" w:cs="Times New Roman"/>
          <w:sz w:val="16"/>
          <w:szCs w:val="16"/>
        </w:rPr>
        <w:t xml:space="preserve">      </w:t>
      </w:r>
      <w:r>
        <w:rPr>
          <w:rFonts w:ascii="Times New Roman" w:hAnsi="Times New Roman" w:cs="Times New Roman"/>
          <w:sz w:val="16"/>
          <w:szCs w:val="16"/>
        </w:rPr>
        <w:t xml:space="preserve">         </w:t>
      </w:r>
      <w:r w:rsidRPr="00986BD6">
        <w:rPr>
          <w:rFonts w:ascii="Times New Roman" w:hAnsi="Times New Roman" w:cs="Times New Roman"/>
          <w:sz w:val="16"/>
          <w:szCs w:val="16"/>
        </w:rPr>
        <w:t xml:space="preserve">  (подпись)  </w:t>
      </w:r>
      <w:r>
        <w:rPr>
          <w:rFonts w:ascii="Times New Roman" w:hAnsi="Times New Roman" w:cs="Times New Roman"/>
          <w:sz w:val="16"/>
          <w:szCs w:val="16"/>
        </w:rPr>
        <w:t xml:space="preserve">                 </w:t>
      </w:r>
      <w:r w:rsidRPr="00986BD6">
        <w:rPr>
          <w:rFonts w:ascii="Times New Roman" w:hAnsi="Times New Roman" w:cs="Times New Roman"/>
          <w:sz w:val="16"/>
          <w:szCs w:val="16"/>
        </w:rPr>
        <w:t xml:space="preserve">  (расшифровка подписи)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(дата)</w:t>
      </w:r>
    </w:p>
    <w:p w:rsidR="007A6540" w:rsidRPr="00243868" w:rsidRDefault="007A6540" w:rsidP="00F25D4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A6540" w:rsidRPr="00243868" w:rsidRDefault="007A6540" w:rsidP="00F25D4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43868">
        <w:rPr>
          <w:rFonts w:ascii="Times New Roman" w:hAnsi="Times New Roman" w:cs="Times New Roman"/>
          <w:sz w:val="28"/>
          <w:szCs w:val="28"/>
        </w:rPr>
        <w:t>Лицо, пр</w:t>
      </w:r>
      <w:r>
        <w:rPr>
          <w:rFonts w:ascii="Times New Roman" w:hAnsi="Times New Roman" w:cs="Times New Roman"/>
          <w:sz w:val="28"/>
          <w:szCs w:val="28"/>
        </w:rPr>
        <w:t>инявшее</w:t>
      </w:r>
    </w:p>
    <w:p w:rsidR="007A6540" w:rsidRPr="00243868" w:rsidRDefault="007A6540" w:rsidP="00F25D4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43868">
        <w:rPr>
          <w:rFonts w:ascii="Times New Roman" w:hAnsi="Times New Roman" w:cs="Times New Roman"/>
          <w:sz w:val="28"/>
          <w:szCs w:val="28"/>
        </w:rPr>
        <w:t xml:space="preserve">уведомление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43868">
        <w:rPr>
          <w:rFonts w:ascii="Times New Roman" w:hAnsi="Times New Roman" w:cs="Times New Roman"/>
          <w:sz w:val="28"/>
          <w:szCs w:val="28"/>
        </w:rPr>
        <w:t xml:space="preserve">  __</w:t>
      </w:r>
      <w:r>
        <w:rPr>
          <w:rFonts w:ascii="Times New Roman" w:hAnsi="Times New Roman" w:cs="Times New Roman"/>
          <w:sz w:val="28"/>
          <w:szCs w:val="28"/>
        </w:rPr>
        <w:t>_______  _______________</w:t>
      </w:r>
      <w:r w:rsidRPr="00243868">
        <w:rPr>
          <w:rFonts w:ascii="Times New Roman" w:hAnsi="Times New Roman" w:cs="Times New Roman"/>
          <w:sz w:val="28"/>
          <w:szCs w:val="28"/>
        </w:rPr>
        <w:t xml:space="preserve">__ 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2438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243868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243868">
        <w:rPr>
          <w:rFonts w:ascii="Times New Roman" w:hAnsi="Times New Roman" w:cs="Times New Roman"/>
          <w:sz w:val="28"/>
          <w:szCs w:val="28"/>
        </w:rPr>
        <w:t>___ 20_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43868">
        <w:rPr>
          <w:rFonts w:ascii="Times New Roman" w:hAnsi="Times New Roman" w:cs="Times New Roman"/>
          <w:sz w:val="28"/>
          <w:szCs w:val="28"/>
        </w:rPr>
        <w:t>_ г.</w:t>
      </w:r>
    </w:p>
    <w:p w:rsidR="007A6540" w:rsidRPr="00986BD6" w:rsidRDefault="007A6540" w:rsidP="00F25D43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986BD6">
        <w:rPr>
          <w:rFonts w:ascii="Times New Roman" w:hAnsi="Times New Roman" w:cs="Times New Roman"/>
          <w:sz w:val="16"/>
          <w:szCs w:val="16"/>
        </w:rPr>
        <w:t xml:space="preserve">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</w:t>
      </w:r>
      <w:r w:rsidRPr="00986BD6">
        <w:rPr>
          <w:rFonts w:ascii="Times New Roman" w:hAnsi="Times New Roman" w:cs="Times New Roman"/>
          <w:sz w:val="16"/>
          <w:szCs w:val="16"/>
        </w:rPr>
        <w:t xml:space="preserve">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986BD6">
        <w:rPr>
          <w:rFonts w:ascii="Times New Roman" w:hAnsi="Times New Roman" w:cs="Times New Roman"/>
          <w:sz w:val="16"/>
          <w:szCs w:val="16"/>
        </w:rPr>
        <w:t xml:space="preserve">   (подпись)  </w:t>
      </w:r>
      <w:r>
        <w:rPr>
          <w:rFonts w:ascii="Times New Roman" w:hAnsi="Times New Roman" w:cs="Times New Roman"/>
          <w:sz w:val="16"/>
          <w:szCs w:val="16"/>
        </w:rPr>
        <w:t xml:space="preserve">                 </w:t>
      </w:r>
      <w:r w:rsidRPr="00986BD6">
        <w:rPr>
          <w:rFonts w:ascii="Times New Roman" w:hAnsi="Times New Roman" w:cs="Times New Roman"/>
          <w:sz w:val="16"/>
          <w:szCs w:val="16"/>
        </w:rPr>
        <w:t xml:space="preserve">  (расшифровка подписи)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(дата)</w:t>
      </w:r>
    </w:p>
    <w:p w:rsidR="007A6540" w:rsidRPr="00243868" w:rsidRDefault="007A6540" w:rsidP="00F25D4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A6540" w:rsidRPr="00243868" w:rsidRDefault="007A6540" w:rsidP="00F25D4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43868">
        <w:rPr>
          <w:rFonts w:ascii="Times New Roman" w:hAnsi="Times New Roman" w:cs="Times New Roman"/>
          <w:sz w:val="28"/>
          <w:szCs w:val="28"/>
        </w:rPr>
        <w:t>Регистрационный номер в журнале рег</w:t>
      </w:r>
      <w:r>
        <w:rPr>
          <w:rFonts w:ascii="Times New Roman" w:hAnsi="Times New Roman" w:cs="Times New Roman"/>
          <w:sz w:val="28"/>
          <w:szCs w:val="28"/>
        </w:rPr>
        <w:t>истрации уведомлений _____</w:t>
      </w:r>
      <w:r w:rsidRPr="00243868">
        <w:rPr>
          <w:rFonts w:ascii="Times New Roman" w:hAnsi="Times New Roman" w:cs="Times New Roman"/>
          <w:sz w:val="28"/>
          <w:szCs w:val="28"/>
        </w:rPr>
        <w:t>________</w:t>
      </w:r>
    </w:p>
    <w:p w:rsidR="007A6540" w:rsidRPr="00243868" w:rsidRDefault="007A6540" w:rsidP="00F25D4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A6540" w:rsidRPr="00243868" w:rsidRDefault="007A6540" w:rsidP="00F25D4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43868">
        <w:rPr>
          <w:rFonts w:ascii="Times New Roman" w:hAnsi="Times New Roman" w:cs="Times New Roman"/>
          <w:sz w:val="28"/>
          <w:szCs w:val="28"/>
        </w:rPr>
        <w:t>"__" _________ 20__ г.</w:t>
      </w:r>
    </w:p>
    <w:p w:rsidR="007A6540" w:rsidRDefault="007A6540" w:rsidP="00184473">
      <w:pPr>
        <w:jc w:val="both"/>
        <w:rPr>
          <w:sz w:val="20"/>
          <w:szCs w:val="20"/>
        </w:rPr>
      </w:pPr>
    </w:p>
    <w:p w:rsidR="007A6540" w:rsidRDefault="007A6540" w:rsidP="00184473">
      <w:pPr>
        <w:jc w:val="both"/>
      </w:pPr>
    </w:p>
    <w:p w:rsidR="007A6540" w:rsidRDefault="007A6540" w:rsidP="00184473">
      <w:pPr>
        <w:jc w:val="both"/>
      </w:pPr>
    </w:p>
    <w:p w:rsidR="007A6540" w:rsidRPr="0058299E" w:rsidRDefault="007A6540" w:rsidP="00184473">
      <w:pPr>
        <w:tabs>
          <w:tab w:val="left" w:pos="7992"/>
        </w:tabs>
        <w:jc w:val="both"/>
      </w:pPr>
      <w:r>
        <w:t>Начальник общего отдела                                                                    А.Ю.Яковлева</w:t>
      </w:r>
    </w:p>
    <w:sectPr w:rsidR="007A6540" w:rsidRPr="0058299E" w:rsidSect="00184473">
      <w:pgSz w:w="11906" w:h="16838"/>
      <w:pgMar w:top="851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3C6F"/>
    <w:rsid w:val="000E1B51"/>
    <w:rsid w:val="00184473"/>
    <w:rsid w:val="001C702C"/>
    <w:rsid w:val="00243868"/>
    <w:rsid w:val="00286134"/>
    <w:rsid w:val="003101AF"/>
    <w:rsid w:val="003815CE"/>
    <w:rsid w:val="003E3C6F"/>
    <w:rsid w:val="003E4245"/>
    <w:rsid w:val="0043081E"/>
    <w:rsid w:val="0058299E"/>
    <w:rsid w:val="007A6540"/>
    <w:rsid w:val="00986BD6"/>
    <w:rsid w:val="009B406C"/>
    <w:rsid w:val="00A5334C"/>
    <w:rsid w:val="00BB74AC"/>
    <w:rsid w:val="00D01060"/>
    <w:rsid w:val="00DF219A"/>
    <w:rsid w:val="00E211A2"/>
    <w:rsid w:val="00E61189"/>
    <w:rsid w:val="00EF6854"/>
    <w:rsid w:val="00F25D43"/>
    <w:rsid w:val="00FF3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473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25D4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2</Pages>
  <Words>350</Words>
  <Characters>2000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USER5</cp:lastModifiedBy>
  <cp:revision>7</cp:revision>
  <cp:lastPrinted>2014-05-26T06:18:00Z</cp:lastPrinted>
  <dcterms:created xsi:type="dcterms:W3CDTF">2014-03-10T08:11:00Z</dcterms:created>
  <dcterms:modified xsi:type="dcterms:W3CDTF">2014-05-26T06:18:00Z</dcterms:modified>
</cp:coreProperties>
</file>