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106" w:type="dxa"/>
        <w:tblLook w:val="0000"/>
      </w:tblPr>
      <w:tblGrid>
        <w:gridCol w:w="9828"/>
      </w:tblGrid>
      <w:tr w:rsidR="00B21368">
        <w:trPr>
          <w:trHeight w:val="3418"/>
        </w:trPr>
        <w:tc>
          <w:tcPr>
            <w:tcW w:w="9828" w:type="dxa"/>
          </w:tcPr>
          <w:p w:rsidR="00B21368" w:rsidRPr="00600EE6" w:rsidRDefault="00B21368" w:rsidP="007419F3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B21368" w:rsidRDefault="00B21368" w:rsidP="007419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ЗАПОРОЖСКОГО СЕЛЬСКОГО ПОСЕЛЕНИЯ</w:t>
            </w:r>
          </w:p>
          <w:p w:rsidR="00B21368" w:rsidRDefault="00B21368" w:rsidP="007419F3">
            <w:pPr>
              <w:tabs>
                <w:tab w:val="left" w:pos="28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ТЕМРЮКСКОГО РАЙОНА</w:t>
            </w:r>
          </w:p>
          <w:p w:rsidR="00B21368" w:rsidRPr="00600EE6" w:rsidRDefault="00B21368" w:rsidP="007419F3">
            <w:pPr>
              <w:pStyle w:val="Heading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B21368" w:rsidRDefault="00B21368" w:rsidP="007419F3">
            <w:pPr>
              <w:tabs>
                <w:tab w:val="left" w:pos="540"/>
              </w:tabs>
              <w:ind w:right="-365"/>
              <w:rPr>
                <w:sz w:val="24"/>
                <w:szCs w:val="24"/>
              </w:rPr>
            </w:pPr>
          </w:p>
          <w:p w:rsidR="00B21368" w:rsidRDefault="00B21368" w:rsidP="007419F3">
            <w:pPr>
              <w:tabs>
                <w:tab w:val="left" w:pos="540"/>
              </w:tabs>
              <w:ind w:right="-365"/>
              <w:rPr>
                <w:i/>
                <w:iCs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371D49">
              <w:rPr>
                <w:b/>
                <w:bCs/>
              </w:rPr>
              <w:t xml:space="preserve">от </w:t>
            </w:r>
            <w:r w:rsidRPr="002A4873">
              <w:rPr>
                <w:b/>
                <w:bCs/>
              </w:rPr>
              <w:t xml:space="preserve">      </w:t>
            </w:r>
            <w:r w:rsidRPr="007419F3">
              <w:rPr>
                <w:i/>
                <w:iCs/>
              </w:rPr>
              <w:t>31.07.2014</w:t>
            </w:r>
            <w:bookmarkStart w:id="1" w:name="_GoBack"/>
            <w:bookmarkEnd w:id="1"/>
            <w:r w:rsidRPr="002A4873">
              <w:rPr>
                <w:i/>
                <w:iCs/>
              </w:rPr>
              <w:t xml:space="preserve">                    </w:t>
            </w:r>
            <w:r w:rsidRPr="00F45753"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 xml:space="preserve">        </w:t>
            </w:r>
            <w:r w:rsidRPr="00F45753">
              <w:rPr>
                <w:b/>
                <w:bCs/>
              </w:rPr>
              <w:t>№</w:t>
            </w:r>
            <w:r w:rsidRPr="002A487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</w:t>
            </w:r>
            <w:r w:rsidRPr="002A4873">
              <w:rPr>
                <w:b/>
                <w:bCs/>
              </w:rPr>
              <w:t xml:space="preserve">  </w:t>
            </w:r>
            <w:r w:rsidRPr="007419F3">
              <w:rPr>
                <w:i/>
                <w:iCs/>
              </w:rPr>
              <w:t>180</w:t>
            </w:r>
            <w:r>
              <w:rPr>
                <w:i/>
                <w:iCs/>
              </w:rPr>
              <w:t xml:space="preserve">           </w:t>
            </w:r>
            <w:r w:rsidRPr="002A4873">
              <w:rPr>
                <w:i/>
                <w:iCs/>
              </w:rPr>
              <w:t xml:space="preserve">      </w:t>
            </w:r>
          </w:p>
          <w:p w:rsidR="00B21368" w:rsidRDefault="00B21368" w:rsidP="007419F3">
            <w:pPr>
              <w:tabs>
                <w:tab w:val="left" w:pos="540"/>
              </w:tabs>
              <w:ind w:right="-108"/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026" style="position:absolute;left:0;text-align:left;z-index:251658240" from="342pt,2.25pt" to="441pt,2.25pt"/>
              </w:pict>
            </w:r>
            <w:r>
              <w:rPr>
                <w:noProof/>
              </w:rPr>
              <w:pict>
                <v:line id="_x0000_s1027" style="position:absolute;left:0;text-align:left;z-index:251659264" from="54pt,2.25pt" to="153pt,2.25pt"/>
              </w:pict>
            </w:r>
            <w:r>
              <w:rPr>
                <w:sz w:val="24"/>
                <w:szCs w:val="24"/>
              </w:rPr>
              <w:t>ст-ца Запорожская</w:t>
            </w:r>
          </w:p>
        </w:tc>
      </w:tr>
    </w:tbl>
    <w:p w:rsidR="00B21368" w:rsidRDefault="00B21368" w:rsidP="00700F62">
      <w:pPr>
        <w:tabs>
          <w:tab w:val="left" w:pos="540"/>
          <w:tab w:val="left" w:pos="8460"/>
          <w:tab w:val="left" w:pos="8640"/>
        </w:tabs>
        <w:ind w:left="-540" w:right="-81"/>
        <w:rPr>
          <w:i/>
          <w:iCs/>
        </w:rPr>
      </w:pPr>
      <w:r w:rsidRPr="002A4873">
        <w:rPr>
          <w:i/>
          <w:iCs/>
        </w:rPr>
        <w:t xml:space="preserve">                                           </w:t>
      </w:r>
    </w:p>
    <w:p w:rsidR="00B21368" w:rsidRPr="00F45753" w:rsidRDefault="00B21368" w:rsidP="00700F62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</w:rPr>
      </w:pPr>
      <w:r w:rsidRPr="002A4873">
        <w:rPr>
          <w:i/>
          <w:iCs/>
        </w:rPr>
        <w:t xml:space="preserve">      </w:t>
      </w:r>
      <w:r w:rsidRPr="002A4873">
        <w:rPr>
          <w:i/>
          <w:iCs/>
          <w:u w:val="single"/>
        </w:rPr>
        <w:t xml:space="preserve">        </w:t>
      </w:r>
    </w:p>
    <w:p w:rsidR="00B21368" w:rsidRDefault="00B21368" w:rsidP="00FC6187">
      <w:pPr>
        <w:tabs>
          <w:tab w:val="left" w:pos="540"/>
        </w:tabs>
        <w:ind w:right="-365"/>
        <w:rPr>
          <w:b/>
          <w:bCs/>
        </w:rPr>
      </w:pPr>
    </w:p>
    <w:p w:rsidR="00B21368" w:rsidRPr="00CC6B6A" w:rsidRDefault="00B21368" w:rsidP="00700F62">
      <w:pPr>
        <w:jc w:val="center"/>
        <w:rPr>
          <w:sz w:val="4"/>
          <w:szCs w:val="4"/>
        </w:rPr>
      </w:pPr>
    </w:p>
    <w:p w:rsidR="00B21368" w:rsidRDefault="00B21368" w:rsidP="00FC6187">
      <w:pPr>
        <w:ind w:right="-365"/>
        <w:jc w:val="center"/>
        <w:rPr>
          <w:b/>
          <w:bCs/>
        </w:rPr>
      </w:pPr>
      <w:r>
        <w:rPr>
          <w:b/>
          <w:bCs/>
        </w:rPr>
        <w:t xml:space="preserve">О подготовке проекта планировки с проектом межевания земельного участка для малоэтажной коттеджной застройки с элементами курортной инфраструктуры  в поселке Гаркуша Темрюкского района </w:t>
      </w:r>
    </w:p>
    <w:p w:rsidR="00B21368" w:rsidRPr="00453E56" w:rsidRDefault="00B21368" w:rsidP="00FC6187">
      <w:pPr>
        <w:ind w:right="-365"/>
        <w:jc w:val="center"/>
        <w:rPr>
          <w:b/>
          <w:bCs/>
        </w:rPr>
      </w:pPr>
      <w:r>
        <w:rPr>
          <w:b/>
          <w:bCs/>
        </w:rPr>
        <w:t>Краснодарского края</w:t>
      </w:r>
    </w:p>
    <w:p w:rsidR="00B21368" w:rsidRDefault="00B21368" w:rsidP="006940A3">
      <w:pPr>
        <w:ind w:right="-365"/>
        <w:jc w:val="center"/>
        <w:rPr>
          <w:b/>
          <w:bCs/>
        </w:rPr>
      </w:pPr>
    </w:p>
    <w:p w:rsidR="00B21368" w:rsidRDefault="00B21368" w:rsidP="006940A3">
      <w:pPr>
        <w:ind w:right="-365"/>
        <w:jc w:val="center"/>
        <w:rPr>
          <w:b/>
          <w:bCs/>
        </w:rPr>
      </w:pPr>
    </w:p>
    <w:p w:rsidR="00B21368" w:rsidRPr="00453E56" w:rsidRDefault="00B21368" w:rsidP="006940A3">
      <w:pPr>
        <w:ind w:right="-365"/>
        <w:jc w:val="center"/>
        <w:rPr>
          <w:b/>
          <w:bCs/>
        </w:rPr>
      </w:pPr>
    </w:p>
    <w:p w:rsidR="00B21368" w:rsidRDefault="00B21368" w:rsidP="00FC6187">
      <w:pPr>
        <w:ind w:right="-365" w:firstLine="900"/>
        <w:jc w:val="both"/>
      </w:pPr>
      <w:r>
        <w:t>В соответствии со статьями 42,45,46 Градостроительного кодекса Российской Федерации, Закона Российской Федерации от 06 октября 2003года №131-ФЗ «Об общих принципах организации местного самоуправления в Российской Федерации», Уставом Запорожского сельского поселения Темрюкского района, Правилами землепользования и застройки Запорожского сельского поселения Темрюкского района, в целях формирования земельных участков для строительства  мини-гостиниц, кемпингов, гостевых домов, шале, бунгало в зоне объектов курортно- рекреационного назначения «Р-2» поселка Гаркуша на земельном участке площадью 30000 квадратных метров, с кадастровым номером 23:30:0103012:57, п о с т а н о в л я ю :</w:t>
      </w:r>
    </w:p>
    <w:p w:rsidR="00B21368" w:rsidRPr="006940A3" w:rsidRDefault="00B21368" w:rsidP="00FC6187">
      <w:pPr>
        <w:ind w:right="-365" w:firstLine="900"/>
        <w:jc w:val="both"/>
      </w:pPr>
      <w:r w:rsidRPr="00F94DFA">
        <w:t>1.</w:t>
      </w:r>
      <w:r>
        <w:t xml:space="preserve"> </w:t>
      </w:r>
      <w:r w:rsidRPr="00F94DFA">
        <w:t>Подготовить проект планировки с проектом межевания</w:t>
      </w:r>
      <w:r>
        <w:t xml:space="preserve"> </w:t>
      </w:r>
      <w:r w:rsidRPr="006940A3">
        <w:t xml:space="preserve">земельного участка </w:t>
      </w:r>
      <w:r>
        <w:t xml:space="preserve">площадью 30000 квадратных метров, с кадастровым номером 23:30:0103012:57 для </w:t>
      </w:r>
      <w:r w:rsidRPr="006940A3">
        <w:t xml:space="preserve">малоэтажной коттеджной застройки с элементами курортной инфраструктуры </w:t>
      </w:r>
      <w:r>
        <w:t xml:space="preserve">в зоне объектов курортно-рекреационного назначения «Р-2» </w:t>
      </w:r>
      <w:r w:rsidRPr="006940A3">
        <w:t xml:space="preserve"> в поселке Гаркуша Темрюкского района Краснодарского края</w:t>
      </w:r>
      <w:r>
        <w:t>.</w:t>
      </w:r>
      <w:r w:rsidRPr="006940A3">
        <w:t xml:space="preserve"> </w:t>
      </w:r>
    </w:p>
    <w:p w:rsidR="00B21368" w:rsidRPr="006940A3" w:rsidRDefault="00B21368" w:rsidP="00FC6187">
      <w:pPr>
        <w:ind w:right="-365" w:firstLine="900"/>
        <w:jc w:val="both"/>
      </w:pPr>
      <w:r>
        <w:t xml:space="preserve">2. Начальнику отдела по вопросам архитектуры и градостроительства и земельным отношениям администрации Запорожского сельского поселения Темрюкского района А.В.Вовк осуществить техническое сопровождение при разработке </w:t>
      </w:r>
      <w:r w:rsidRPr="007D2D30">
        <w:t xml:space="preserve"> </w:t>
      </w:r>
      <w:r w:rsidRPr="00F94DFA">
        <w:t xml:space="preserve">проекта планировки с проектом межевания </w:t>
      </w:r>
      <w:r>
        <w:t xml:space="preserve">для </w:t>
      </w:r>
      <w:r w:rsidRPr="006940A3">
        <w:t xml:space="preserve">малоэтажной коттеджной застройки с элементами курортной инфраструктуры </w:t>
      </w:r>
      <w:r>
        <w:t xml:space="preserve">в зоне объектов курортно-рекреационного назначения «Р-2» </w:t>
      </w:r>
      <w:r w:rsidRPr="006940A3">
        <w:t xml:space="preserve"> в поселке Гаркуша Темрюкского района Краснодарского края </w:t>
      </w:r>
      <w:r>
        <w:t>в рамках своей компетенции.</w:t>
      </w:r>
    </w:p>
    <w:p w:rsidR="00B21368" w:rsidRDefault="00B21368" w:rsidP="00FC6187">
      <w:pPr>
        <w:ind w:right="-365" w:firstLine="900"/>
        <w:jc w:val="both"/>
      </w:pPr>
      <w:r>
        <w:t>3. Опубликовать  настоящее постановление в районной газете «Тамань» и разместить на официальном сайте поселения в сети «Интернет».</w:t>
      </w:r>
    </w:p>
    <w:p w:rsidR="00B21368" w:rsidRDefault="00B21368" w:rsidP="00FC6187">
      <w:pPr>
        <w:ind w:right="-365" w:firstLine="900"/>
        <w:jc w:val="both"/>
      </w:pPr>
    </w:p>
    <w:p w:rsidR="00B21368" w:rsidRDefault="00B21368" w:rsidP="00096CAB">
      <w:pPr>
        <w:ind w:right="-365" w:firstLine="900"/>
        <w:jc w:val="center"/>
      </w:pPr>
      <w:r>
        <w:t>2</w:t>
      </w:r>
    </w:p>
    <w:p w:rsidR="00B21368" w:rsidRDefault="00B21368" w:rsidP="00096CAB">
      <w:pPr>
        <w:ind w:right="-365" w:firstLine="900"/>
        <w:jc w:val="center"/>
      </w:pPr>
    </w:p>
    <w:p w:rsidR="00B21368" w:rsidRDefault="00B21368" w:rsidP="00FC6187">
      <w:pPr>
        <w:ind w:right="-365" w:firstLine="900"/>
        <w:jc w:val="both"/>
      </w:pPr>
      <w:r>
        <w:t>4. Контроль за выполнением настоящего постановления оставляю за собой.</w:t>
      </w:r>
    </w:p>
    <w:p w:rsidR="00B21368" w:rsidRDefault="00B21368" w:rsidP="00FC6187">
      <w:pPr>
        <w:ind w:right="-365" w:firstLine="900"/>
        <w:jc w:val="both"/>
      </w:pPr>
      <w:r>
        <w:t>5. Постановление вступает в силу со дня его опубликования.</w:t>
      </w:r>
    </w:p>
    <w:p w:rsidR="00B21368" w:rsidRDefault="00B21368" w:rsidP="006940A3">
      <w:pPr>
        <w:ind w:right="-365"/>
        <w:jc w:val="both"/>
      </w:pPr>
    </w:p>
    <w:p w:rsidR="00B21368" w:rsidRDefault="00B21368" w:rsidP="006940A3">
      <w:pPr>
        <w:ind w:right="-365"/>
        <w:jc w:val="both"/>
      </w:pPr>
    </w:p>
    <w:p w:rsidR="00B21368" w:rsidRPr="00F94DFA" w:rsidRDefault="00B21368" w:rsidP="006940A3">
      <w:pPr>
        <w:ind w:right="-365"/>
        <w:jc w:val="both"/>
      </w:pPr>
    </w:p>
    <w:p w:rsidR="00B21368" w:rsidRDefault="00B21368" w:rsidP="006940A3">
      <w:pPr>
        <w:ind w:right="-365"/>
        <w:jc w:val="both"/>
      </w:pPr>
      <w:r>
        <w:t>Исполняющий обязанности главы</w:t>
      </w:r>
    </w:p>
    <w:p w:rsidR="00B21368" w:rsidRPr="00F94DFA" w:rsidRDefault="00B21368" w:rsidP="006940A3">
      <w:pPr>
        <w:ind w:right="-365"/>
        <w:jc w:val="both"/>
      </w:pPr>
      <w:r>
        <w:t>Запорожского сельского поселения</w:t>
      </w:r>
    </w:p>
    <w:p w:rsidR="00B21368" w:rsidRPr="002A464A" w:rsidRDefault="00B21368" w:rsidP="006940A3">
      <w:pPr>
        <w:ind w:right="-365"/>
        <w:jc w:val="both"/>
      </w:pPr>
      <w:r>
        <w:t>Темрюкского района</w:t>
      </w:r>
      <w:r>
        <w:tab/>
      </w:r>
      <w:r>
        <w:tab/>
      </w:r>
      <w:r>
        <w:tab/>
        <w:t xml:space="preserve">           </w:t>
      </w:r>
      <w:r>
        <w:rPr>
          <w:i/>
          <w:iCs/>
        </w:rPr>
        <w:t xml:space="preserve">                             </w:t>
      </w:r>
      <w:r>
        <w:tab/>
        <w:t xml:space="preserve">            Н.Г. Колодина</w:t>
      </w:r>
    </w:p>
    <w:p w:rsidR="00B21368" w:rsidRPr="002A464A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6940A3">
      <w:pPr>
        <w:ind w:right="-365"/>
      </w:pPr>
    </w:p>
    <w:p w:rsidR="00B21368" w:rsidRDefault="00B21368" w:rsidP="00DA780F">
      <w:pPr>
        <w:jc w:val="center"/>
        <w:rPr>
          <w:b/>
          <w:bCs/>
        </w:rPr>
      </w:pPr>
    </w:p>
    <w:p w:rsidR="00B21368" w:rsidRDefault="00B21368" w:rsidP="00DA780F">
      <w:pPr>
        <w:jc w:val="center"/>
        <w:rPr>
          <w:b/>
          <w:bCs/>
        </w:rPr>
      </w:pPr>
    </w:p>
    <w:p w:rsidR="00B21368" w:rsidRDefault="00B21368" w:rsidP="00DA780F">
      <w:pPr>
        <w:jc w:val="center"/>
        <w:rPr>
          <w:b/>
          <w:bCs/>
        </w:rPr>
      </w:pPr>
    </w:p>
    <w:sectPr w:rsidR="00B21368" w:rsidSect="00DA780F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B4254"/>
    <w:multiLevelType w:val="hybridMultilevel"/>
    <w:tmpl w:val="84AAE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E0FC3"/>
    <w:multiLevelType w:val="hybridMultilevel"/>
    <w:tmpl w:val="C4E40C86"/>
    <w:lvl w:ilvl="0" w:tplc="64E8A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F62"/>
    <w:rsid w:val="00047B49"/>
    <w:rsid w:val="00070D10"/>
    <w:rsid w:val="00080501"/>
    <w:rsid w:val="00096CAB"/>
    <w:rsid w:val="001150A9"/>
    <w:rsid w:val="001F2941"/>
    <w:rsid w:val="00201803"/>
    <w:rsid w:val="0020579E"/>
    <w:rsid w:val="00233BFA"/>
    <w:rsid w:val="002A464A"/>
    <w:rsid w:val="002A4873"/>
    <w:rsid w:val="00371D49"/>
    <w:rsid w:val="00453E56"/>
    <w:rsid w:val="004D09EA"/>
    <w:rsid w:val="004F3D35"/>
    <w:rsid w:val="00507D71"/>
    <w:rsid w:val="00600EE6"/>
    <w:rsid w:val="006476AC"/>
    <w:rsid w:val="006566EA"/>
    <w:rsid w:val="0066152A"/>
    <w:rsid w:val="006940A3"/>
    <w:rsid w:val="006F77C6"/>
    <w:rsid w:val="00700F62"/>
    <w:rsid w:val="00724AB8"/>
    <w:rsid w:val="007419F3"/>
    <w:rsid w:val="007C753A"/>
    <w:rsid w:val="007D2D30"/>
    <w:rsid w:val="00861979"/>
    <w:rsid w:val="008653FF"/>
    <w:rsid w:val="008B0FA8"/>
    <w:rsid w:val="00AC3101"/>
    <w:rsid w:val="00AE1DEF"/>
    <w:rsid w:val="00B21368"/>
    <w:rsid w:val="00B62597"/>
    <w:rsid w:val="00BE022A"/>
    <w:rsid w:val="00BF1CA8"/>
    <w:rsid w:val="00C12E42"/>
    <w:rsid w:val="00C879FD"/>
    <w:rsid w:val="00CC6B6A"/>
    <w:rsid w:val="00CD0192"/>
    <w:rsid w:val="00D462F1"/>
    <w:rsid w:val="00D84241"/>
    <w:rsid w:val="00D96016"/>
    <w:rsid w:val="00DA780F"/>
    <w:rsid w:val="00DC7D05"/>
    <w:rsid w:val="00DF5AE6"/>
    <w:rsid w:val="00E10213"/>
    <w:rsid w:val="00EA727D"/>
    <w:rsid w:val="00ED6AFF"/>
    <w:rsid w:val="00ED766C"/>
    <w:rsid w:val="00F31EFC"/>
    <w:rsid w:val="00F45753"/>
    <w:rsid w:val="00F94DFA"/>
    <w:rsid w:val="00FA7182"/>
    <w:rsid w:val="00FB6BDB"/>
    <w:rsid w:val="00FC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F62"/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0F62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00F62"/>
    <w:rPr>
      <w:rFonts w:ascii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ListParagraph">
    <w:name w:val="List Paragraph"/>
    <w:basedOn w:val="Normal"/>
    <w:uiPriority w:val="99"/>
    <w:qFormat/>
    <w:rsid w:val="00700F6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00F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0F62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7C753A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3</Pages>
  <Words>365</Words>
  <Characters>2084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zumo</cp:lastModifiedBy>
  <cp:revision>9</cp:revision>
  <cp:lastPrinted>2014-08-01T12:16:00Z</cp:lastPrinted>
  <dcterms:created xsi:type="dcterms:W3CDTF">2013-01-11T10:48:00Z</dcterms:created>
  <dcterms:modified xsi:type="dcterms:W3CDTF">2014-08-21T07:05:00Z</dcterms:modified>
</cp:coreProperties>
</file>