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"/>
        <w:tblW w:w="0" w:type="auto"/>
        <w:tblLook w:val="0000"/>
      </w:tblPr>
      <w:tblGrid>
        <w:gridCol w:w="9900"/>
      </w:tblGrid>
      <w:tr w:rsidR="00B824C9">
        <w:trPr>
          <w:trHeight w:val="3415"/>
        </w:trPr>
        <w:tc>
          <w:tcPr>
            <w:tcW w:w="9900" w:type="dxa"/>
          </w:tcPr>
          <w:p w:rsidR="00B824C9" w:rsidRDefault="00B824C9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 w:rsidRPr="00560199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5.5pt;height:62.25pt;visibility:visible">
                  <v:imagedata r:id="rId7" o:title=""/>
                </v:shape>
              </w:pict>
            </w:r>
          </w:p>
          <w:p w:rsidR="00B824C9" w:rsidRPr="00600EE6" w:rsidRDefault="00B824C9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B824C9" w:rsidRPr="00437067" w:rsidRDefault="00B824C9" w:rsidP="00437067">
            <w:pPr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B824C9" w:rsidRPr="00437067" w:rsidRDefault="00B824C9" w:rsidP="00437067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B824C9" w:rsidRPr="00600EE6" w:rsidRDefault="00B824C9" w:rsidP="00437067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B824C9" w:rsidRPr="00F45753" w:rsidRDefault="00B824C9" w:rsidP="00437067">
            <w:pPr>
              <w:jc w:val="center"/>
            </w:pPr>
          </w:p>
          <w:p w:rsidR="00B824C9" w:rsidRPr="0088497F" w:rsidRDefault="00B824C9" w:rsidP="00437067">
            <w:pPr>
              <w:tabs>
                <w:tab w:val="left" w:pos="540"/>
              </w:tabs>
              <w:ind w:right="-36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29.03.2016</w:t>
            </w:r>
            <w:r w:rsidRPr="00437067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</w:rPr>
              <w:t xml:space="preserve">                                      </w:t>
            </w:r>
            <w:r w:rsidRPr="002A4873">
              <w:rPr>
                <w:i/>
                <w:iCs/>
              </w:rPr>
              <w:t xml:space="preserve">             </w:t>
            </w:r>
            <w:r w:rsidRPr="00F4575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 </w:t>
            </w:r>
            <w:r>
              <w:rPr>
                <w:i/>
                <w:iCs/>
              </w:rPr>
              <w:t xml:space="preserve">    74    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B824C9" w:rsidRPr="00704DBF" w:rsidRDefault="00B824C9" w:rsidP="00437067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</w:t>
            </w:r>
            <w:r>
              <w:rPr>
                <w:noProof/>
              </w:rPr>
              <w:pict>
                <v:line id="_x0000_s1026" style="position:absolute;left:0;text-align:left;z-index:251658240;mso-position-horizontal-relative:text;mso-position-vertical-relative:text" from="342pt,2.25pt" to="441pt,2.25pt"/>
              </w:pict>
            </w:r>
            <w:r>
              <w:rPr>
                <w:noProof/>
              </w:rPr>
              <w:pict>
                <v:line id="_x0000_s1027" style="position:absolute;left:0;text-align:left;z-index:251657216;mso-position-horizontal-relative:text;mso-position-vertical-relative:text" from="54pt,2.25pt" to="153pt,2.25pt"/>
              </w:pict>
            </w:r>
            <w:r>
              <w:t>ст-ца Запорожская</w:t>
            </w:r>
          </w:p>
        </w:tc>
      </w:tr>
    </w:tbl>
    <w:p w:rsidR="00B824C9" w:rsidRDefault="00B824C9" w:rsidP="009A7A5C"/>
    <w:p w:rsidR="00B824C9" w:rsidRDefault="00B824C9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</w:p>
    <w:p w:rsidR="00B824C9" w:rsidRDefault="00B824C9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24C9" w:rsidRDefault="00B824C9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О квалификационных требованиях для замещения должностей </w:t>
      </w:r>
    </w:p>
    <w:p w:rsidR="00B824C9" w:rsidRDefault="00B824C9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32D">
        <w:rPr>
          <w:rFonts w:ascii="Times New Roman" w:hAnsi="Times New Roman" w:cs="Times New Roman"/>
          <w:b/>
          <w:bCs/>
          <w:sz w:val="28"/>
          <w:szCs w:val="28"/>
        </w:rPr>
        <w:t>муниц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ипальной 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службы 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Запорожского сельского </w:t>
      </w:r>
    </w:p>
    <w:p w:rsidR="00B824C9" w:rsidRPr="003D432D" w:rsidRDefault="00B824C9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bookmarkEnd w:id="1"/>
    <w:p w:rsidR="00B824C9" w:rsidRDefault="00B824C9" w:rsidP="003D432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824C9" w:rsidRDefault="00B824C9" w:rsidP="003D432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824C9" w:rsidRPr="003D432D" w:rsidRDefault="00B824C9" w:rsidP="003D432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824C9" w:rsidRPr="0043655A" w:rsidRDefault="00B824C9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протеста прокуратуры Темрюкского района от 5 мая 2014 года № 7-02/3652, а так же р</w:t>
      </w:r>
      <w:r w:rsidRPr="003D432D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sz w:val="28"/>
          <w:szCs w:val="28"/>
        </w:rPr>
        <w:t>пунктом 3 статьи 6 Федерального закона от 25 декабря 2008 года № 273-ФЗ «О противодействии коррупции», закона Краснодарского края от 3 мая 2012 года № 2490-КЗ «О типовых квалификационных требованиях</w:t>
      </w:r>
      <w:r w:rsidRPr="004B3B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замещения должностей муниципальной службы в Краснодарском крае»</w:t>
      </w:r>
      <w:hyperlink r:id="rId8" w:history="1">
        <w:r>
          <w:rPr>
            <w:rStyle w:val="a"/>
            <w:rFonts w:ascii="Times New Roman" w:hAnsi="Times New Roman" w:cs="Times New Roman"/>
            <w:sz w:val="28"/>
            <w:szCs w:val="28"/>
          </w:rPr>
          <w:t>, с</w:t>
        </w:r>
        <w:r w:rsidRPr="003D432D">
          <w:rPr>
            <w:rStyle w:val="a"/>
            <w:rFonts w:ascii="Times New Roman" w:hAnsi="Times New Roman" w:cs="Times New Roman"/>
            <w:sz w:val="28"/>
            <w:szCs w:val="28"/>
          </w:rPr>
          <w:t>татьёй 9</w:t>
        </w:r>
      </w:hyperlink>
      <w:r w:rsidRPr="003D432D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>
        <w:rPr>
          <w:rFonts w:ascii="Times New Roman" w:hAnsi="Times New Roman" w:cs="Times New Roman"/>
          <w:sz w:val="28"/>
          <w:szCs w:val="28"/>
        </w:rPr>
        <w:t xml:space="preserve">о закона от  2 марта </w:t>
      </w:r>
      <w:r w:rsidRPr="003D432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года  </w:t>
      </w:r>
      <w:r w:rsidRPr="003D432D">
        <w:rPr>
          <w:rFonts w:ascii="Times New Roman" w:hAnsi="Times New Roman" w:cs="Times New Roman"/>
          <w:sz w:val="28"/>
          <w:szCs w:val="28"/>
        </w:rPr>
        <w:t xml:space="preserve">№ 25-ФЗ «О муниципальной службе в Российской Федерации», законами Краснодарского </w:t>
      </w:r>
      <w:r w:rsidRPr="0043655A">
        <w:rPr>
          <w:rFonts w:ascii="Times New Roman" w:hAnsi="Times New Roman" w:cs="Times New Roman"/>
          <w:sz w:val="28"/>
          <w:szCs w:val="28"/>
        </w:rPr>
        <w:t xml:space="preserve">края </w:t>
      </w:r>
      <w:hyperlink r:id="rId9" w:history="1"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от 8 июня 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2007</w:t>
        </w:r>
        <w:r w:rsidRPr="0043655A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года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 xml:space="preserve"> № 1244-КЗ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 </w:t>
      </w:r>
      <w:hyperlink r:id="rId10" w:history="1"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от 8 июня 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2007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года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 xml:space="preserve"> № 1243-КЗ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>крае»,   п о с т а н о в л я ю:</w:t>
      </w:r>
    </w:p>
    <w:p w:rsidR="00B824C9" w:rsidRPr="0043655A" w:rsidRDefault="00B824C9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 w:rsidRPr="0043655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1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квалификационные требования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к лицам, замещающим </w:t>
      </w:r>
      <w:hyperlink r:id="rId12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должности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w:anchor="sub_1000" w:history="1">
        <w:r w:rsidRPr="00825201">
          <w:rPr>
            <w:rStyle w:val="a"/>
            <w:rFonts w:ascii="Times New Roman" w:hAnsi="Times New Roman" w:cs="Times New Roman"/>
            <w:sz w:val="28"/>
            <w:szCs w:val="28"/>
          </w:rPr>
          <w:t>приложениям № 1 - </w:t>
        </w:r>
      </w:hyperlink>
      <w:r w:rsidRPr="00825201">
        <w:rPr>
          <w:rFonts w:ascii="Times New Roman" w:hAnsi="Times New Roman" w:cs="Times New Roman"/>
          <w:sz w:val="28"/>
          <w:szCs w:val="28"/>
        </w:rPr>
        <w:t>4.</w:t>
      </w:r>
    </w:p>
    <w:p w:rsidR="00B824C9" w:rsidRPr="0043655A" w:rsidRDefault="00B824C9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43655A">
        <w:rPr>
          <w:rFonts w:ascii="Times New Roman" w:hAnsi="Times New Roman" w:cs="Times New Roman"/>
          <w:sz w:val="28"/>
          <w:szCs w:val="28"/>
        </w:rPr>
        <w:t xml:space="preserve">2. Уровень профессионального образования лиц, замещающих должности муниципальной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>, должен быть подтверждён дипломом установленного образца, выданным учебным заведением, имеющим государственную аккредитацию.</w:t>
      </w:r>
    </w:p>
    <w:p w:rsidR="00B824C9" w:rsidRPr="0043655A" w:rsidRDefault="00B824C9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"/>
      <w:bookmarkEnd w:id="3"/>
      <w:r w:rsidRPr="0043655A">
        <w:rPr>
          <w:rFonts w:ascii="Times New Roman" w:hAnsi="Times New Roman" w:cs="Times New Roman"/>
          <w:sz w:val="28"/>
          <w:szCs w:val="28"/>
        </w:rPr>
        <w:t>3. Для замещения должностей муниципальной службы определяются следующие квалификационные требования к уровню профессионального образования:</w:t>
      </w:r>
    </w:p>
    <w:p w:rsidR="00B824C9" w:rsidRPr="0043655A" w:rsidRDefault="00B824C9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bookmarkEnd w:id="4"/>
      <w:r>
        <w:rPr>
          <w:rFonts w:ascii="Times New Roman" w:hAnsi="Times New Roman" w:cs="Times New Roman"/>
          <w:sz w:val="28"/>
          <w:szCs w:val="28"/>
        </w:rPr>
        <w:t>1)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655A">
        <w:rPr>
          <w:rFonts w:ascii="Times New Roman" w:hAnsi="Times New Roman" w:cs="Times New Roman"/>
          <w:sz w:val="28"/>
          <w:szCs w:val="28"/>
        </w:rPr>
        <w:t xml:space="preserve">о </w:t>
      </w:r>
      <w:hyperlink r:id="rId13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высшим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главным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ведущим должностям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- высшее профессиональное образование по профилю деятельности отраслевого (функционального) структурного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или по профилю замещаемой должности;</w:t>
      </w:r>
    </w:p>
    <w:p w:rsidR="00B824C9" w:rsidRPr="0043655A" w:rsidRDefault="00B824C9" w:rsidP="00AA7E4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>
        <w:rPr>
          <w:rFonts w:ascii="Times New Roman" w:hAnsi="Times New Roman" w:cs="Times New Roman"/>
          <w:sz w:val="28"/>
          <w:szCs w:val="28"/>
        </w:rPr>
        <w:t>2)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655A">
        <w:rPr>
          <w:rFonts w:ascii="Times New Roman" w:hAnsi="Times New Roman" w:cs="Times New Roman"/>
          <w:sz w:val="28"/>
          <w:szCs w:val="28"/>
        </w:rPr>
        <w:t xml:space="preserve">о </w:t>
      </w:r>
      <w:hyperlink r:id="rId16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старшим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младшим должностям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- высшее или среднее профессиональное образование по профилю замещаемой должности.</w:t>
      </w:r>
    </w:p>
    <w:p w:rsidR="00B824C9" w:rsidRPr="0043655A" w:rsidRDefault="00B824C9" w:rsidP="00AA7E4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4"/>
      <w:bookmarkEnd w:id="6"/>
      <w:r w:rsidRPr="0043655A">
        <w:rPr>
          <w:rFonts w:ascii="Times New Roman" w:hAnsi="Times New Roman" w:cs="Times New Roman"/>
          <w:sz w:val="28"/>
          <w:szCs w:val="28"/>
        </w:rPr>
        <w:t>4. Требования к направлению и квалификации профессионального образования по должностям муниципальной службы устанавливаются с учётом функций, исполняемых по конкретным должностям муниципальной службы.</w:t>
      </w:r>
    </w:p>
    <w:p w:rsidR="00B824C9" w:rsidRDefault="00B824C9" w:rsidP="00AA7E4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5"/>
      <w:bookmarkEnd w:id="7"/>
      <w:r w:rsidRPr="0043655A">
        <w:rPr>
          <w:rFonts w:ascii="Times New Roman" w:hAnsi="Times New Roman" w:cs="Times New Roman"/>
          <w:sz w:val="28"/>
          <w:szCs w:val="28"/>
        </w:rPr>
        <w:t xml:space="preserve">5. Для замещения должностей муниципальной службы устанавливаются следующие квалификационные требования к </w:t>
      </w:r>
      <w:hyperlink r:id="rId18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стажу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(государственной службы) или стажу (опыту) работы по специальности:</w:t>
      </w:r>
    </w:p>
    <w:p w:rsidR="00B824C9" w:rsidRPr="00FD4F74" w:rsidRDefault="00B824C9" w:rsidP="00FD4F74">
      <w:pPr>
        <w:ind w:firstLine="708"/>
        <w:jc w:val="both"/>
        <w:rPr>
          <w:sz w:val="28"/>
          <w:szCs w:val="28"/>
        </w:rPr>
      </w:pPr>
      <w:bookmarkStart w:id="9" w:name="sub_51"/>
      <w:bookmarkEnd w:id="8"/>
      <w:r>
        <w:rPr>
          <w:sz w:val="28"/>
          <w:szCs w:val="28"/>
        </w:rPr>
        <w:t>1)</w:t>
      </w:r>
      <w:r w:rsidRPr="00FD4F7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D4F74">
        <w:rPr>
          <w:sz w:val="28"/>
          <w:szCs w:val="28"/>
        </w:rPr>
        <w:t>ля лиц, замещающих должности муниципальной службы высшей группы - минимальный стаж муниципальной службы (государственной службы) от трех до пяти лет или стаж (опыт) работы по спе</w:t>
      </w:r>
      <w:r>
        <w:rPr>
          <w:sz w:val="28"/>
          <w:szCs w:val="28"/>
        </w:rPr>
        <w:t>циальности не менее четырёх лет;</w:t>
      </w:r>
    </w:p>
    <w:p w:rsidR="00B824C9" w:rsidRPr="00FD4F74" w:rsidRDefault="00B824C9" w:rsidP="00FD4F7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52"/>
      <w:bookmarkEnd w:id="9"/>
      <w:r>
        <w:rPr>
          <w:rFonts w:ascii="Times New Roman" w:hAnsi="Times New Roman" w:cs="Times New Roman"/>
          <w:sz w:val="28"/>
          <w:szCs w:val="28"/>
        </w:rPr>
        <w:t>2)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 xml:space="preserve">ля лиц, замещающих должности муниципальной службы главной группы - минимальный стаж муниципальной службы (государственной службы) от двух до четырёх лет или стаж (опыт) работы по </w:t>
      </w:r>
      <w:r>
        <w:rPr>
          <w:rFonts w:ascii="Times New Roman" w:hAnsi="Times New Roman" w:cs="Times New Roman"/>
          <w:sz w:val="28"/>
          <w:szCs w:val="28"/>
        </w:rPr>
        <w:t>специальности не менее трёх лет;</w:t>
      </w:r>
    </w:p>
    <w:p w:rsidR="00B824C9" w:rsidRPr="00FD4F74" w:rsidRDefault="00B824C9" w:rsidP="00FD4F7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53"/>
      <w:bookmarkEnd w:id="10"/>
      <w:r>
        <w:rPr>
          <w:rFonts w:ascii="Times New Roman" w:hAnsi="Times New Roman" w:cs="Times New Roman"/>
          <w:sz w:val="28"/>
          <w:szCs w:val="28"/>
        </w:rPr>
        <w:t>3)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 xml:space="preserve">ля лиц, замещающих должности муниципальной службы ведущей группы - минимальный стаж муниципальной службы (государственной службы) от одного года до трёх лет или стаж (опыт) работы по </w:t>
      </w:r>
      <w:r>
        <w:rPr>
          <w:rFonts w:ascii="Times New Roman" w:hAnsi="Times New Roman" w:cs="Times New Roman"/>
          <w:sz w:val="28"/>
          <w:szCs w:val="28"/>
        </w:rPr>
        <w:t>специальности не менее двух лет;</w:t>
      </w:r>
    </w:p>
    <w:p w:rsidR="00B824C9" w:rsidRPr="0043655A" w:rsidRDefault="00B824C9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54"/>
      <w:bookmarkEnd w:id="11"/>
      <w:r>
        <w:rPr>
          <w:rFonts w:ascii="Times New Roman" w:hAnsi="Times New Roman" w:cs="Times New Roman"/>
          <w:sz w:val="28"/>
          <w:szCs w:val="28"/>
        </w:rPr>
        <w:t>4)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>ля лиц, замещающих должности муниципальной службы старшей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- требования к стажу (опыту) работы по специальности не предъявляют</w:t>
      </w:r>
      <w:r>
        <w:rPr>
          <w:rFonts w:ascii="Times New Roman" w:hAnsi="Times New Roman" w:cs="Times New Roman"/>
          <w:sz w:val="28"/>
          <w:szCs w:val="28"/>
        </w:rPr>
        <w:t>ся;</w:t>
      </w:r>
    </w:p>
    <w:p w:rsidR="00B824C9" w:rsidRPr="0043655A" w:rsidRDefault="00B824C9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55"/>
      <w:bookmarkEnd w:id="12"/>
      <w:r>
        <w:rPr>
          <w:rFonts w:ascii="Times New Roman" w:hAnsi="Times New Roman" w:cs="Times New Roman"/>
          <w:sz w:val="28"/>
          <w:szCs w:val="28"/>
        </w:rPr>
        <w:t>5) д</w:t>
      </w:r>
      <w:r w:rsidRPr="00C47006">
        <w:rPr>
          <w:rFonts w:ascii="Times New Roman" w:hAnsi="Times New Roman" w:cs="Times New Roman"/>
          <w:sz w:val="28"/>
          <w:szCs w:val="28"/>
        </w:rPr>
        <w:t>ля лиц, замещающих должности муниципальной службы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младшей группы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- требования к стажу (опыту) работы по специальности не предъявляют</w:t>
      </w:r>
      <w:r>
        <w:rPr>
          <w:rFonts w:ascii="Times New Roman" w:hAnsi="Times New Roman" w:cs="Times New Roman"/>
          <w:sz w:val="28"/>
          <w:szCs w:val="28"/>
        </w:rPr>
        <w:t>ся.</w:t>
      </w:r>
    </w:p>
    <w:p w:rsidR="00B824C9" w:rsidRPr="0043655A" w:rsidRDefault="00B824C9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6"/>
      <w:bookmarkEnd w:id="13"/>
      <w:r w:rsidRPr="0043655A">
        <w:rPr>
          <w:rFonts w:ascii="Times New Roman" w:hAnsi="Times New Roman" w:cs="Times New Roman"/>
          <w:sz w:val="28"/>
          <w:szCs w:val="28"/>
        </w:rPr>
        <w:t>6. Квалификационные требования к стажу муниципальной службы или стажу (опыту) работы по специальности при поступлении на муниципальную службу для замещения должностей муниципальной службы по ведущей группе должностей муниципальной службы не предъявляются к выпускнику очной формы обучения образовательного учреждения высшего профессионального образования в случае:</w:t>
      </w:r>
    </w:p>
    <w:p w:rsidR="00B824C9" w:rsidRPr="0043655A" w:rsidRDefault="00B824C9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61"/>
      <w:bookmarkEnd w:id="14"/>
      <w:r>
        <w:rPr>
          <w:rFonts w:ascii="Times New Roman" w:hAnsi="Times New Roman" w:cs="Times New Roman"/>
          <w:sz w:val="28"/>
          <w:szCs w:val="28"/>
        </w:rPr>
        <w:t>1) з</w:t>
      </w:r>
      <w:r w:rsidRPr="0043655A">
        <w:rPr>
          <w:rFonts w:ascii="Times New Roman" w:hAnsi="Times New Roman" w:cs="Times New Roman"/>
          <w:sz w:val="28"/>
          <w:szCs w:val="28"/>
        </w:rPr>
        <w:t xml:space="preserve">аключения между ним и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договора на обучение за счёт средств местного бюджета и при поступлении на муниципальную службу в срок, установленный договором на обучение. </w:t>
      </w:r>
    </w:p>
    <w:p w:rsidR="00B824C9" w:rsidRPr="0043655A" w:rsidRDefault="00B824C9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62"/>
      <w:bookmarkEnd w:id="15"/>
      <w:r>
        <w:rPr>
          <w:rFonts w:ascii="Times New Roman" w:hAnsi="Times New Roman" w:cs="Times New Roman"/>
          <w:sz w:val="28"/>
          <w:szCs w:val="28"/>
        </w:rPr>
        <w:t>2) з</w:t>
      </w:r>
      <w:r w:rsidRPr="0043655A">
        <w:rPr>
          <w:rFonts w:ascii="Times New Roman" w:hAnsi="Times New Roman" w:cs="Times New Roman"/>
          <w:sz w:val="28"/>
          <w:szCs w:val="28"/>
        </w:rPr>
        <w:t xml:space="preserve">аключения договора между ним и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о прохождении практики (стажировки) в течение всего периода обучения.</w:t>
      </w:r>
    </w:p>
    <w:p w:rsidR="00B824C9" w:rsidRPr="0043655A" w:rsidRDefault="00B824C9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63"/>
      <w:bookmarkEnd w:id="16"/>
      <w:r>
        <w:rPr>
          <w:rFonts w:ascii="Times New Roman" w:hAnsi="Times New Roman" w:cs="Times New Roman"/>
          <w:sz w:val="28"/>
          <w:szCs w:val="28"/>
        </w:rPr>
        <w:t>3) о</w:t>
      </w:r>
      <w:r w:rsidRPr="0043655A">
        <w:rPr>
          <w:rFonts w:ascii="Times New Roman" w:hAnsi="Times New Roman" w:cs="Times New Roman"/>
          <w:sz w:val="28"/>
          <w:szCs w:val="28"/>
        </w:rPr>
        <w:t xml:space="preserve">существления им полномочий депутата законодательного (представительного) органа государственной власти Краснодарского края или полномочий депутата 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>.</w:t>
      </w:r>
    </w:p>
    <w:p w:rsidR="00B824C9" w:rsidRPr="003D432D" w:rsidRDefault="00B824C9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7"/>
      <w:bookmarkEnd w:id="17"/>
      <w:r w:rsidRPr="0043655A">
        <w:rPr>
          <w:rFonts w:ascii="Times New Roman" w:hAnsi="Times New Roman" w:cs="Times New Roman"/>
          <w:sz w:val="28"/>
          <w:szCs w:val="28"/>
        </w:rPr>
        <w:t xml:space="preserve">7. Квалификационные требования к минимальному стажу муниципальной службы (государственной службы), к стажу (опыту) работы по специальности </w:t>
      </w:r>
      <w:r w:rsidRPr="003D432D">
        <w:rPr>
          <w:rFonts w:ascii="Times New Roman" w:hAnsi="Times New Roman" w:cs="Times New Roman"/>
          <w:sz w:val="28"/>
          <w:szCs w:val="28"/>
        </w:rPr>
        <w:t>включаются в должностную инструкцию муниципального служащего.</w:t>
      </w:r>
    </w:p>
    <w:p w:rsidR="00B824C9" w:rsidRPr="00C15C3D" w:rsidRDefault="00B824C9" w:rsidP="00DC66A3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2"/>
      <w:bookmarkEnd w:id="18"/>
      <w:r>
        <w:rPr>
          <w:rFonts w:ascii="Times New Roman" w:hAnsi="Times New Roman" w:cs="Times New Roman"/>
          <w:sz w:val="28"/>
          <w:szCs w:val="28"/>
        </w:rPr>
        <w:t>8</w:t>
      </w:r>
      <w:r w:rsidRPr="003D432D">
        <w:rPr>
          <w:rFonts w:ascii="Times New Roman" w:hAnsi="Times New Roman" w:cs="Times New Roman"/>
          <w:sz w:val="28"/>
          <w:szCs w:val="28"/>
        </w:rPr>
        <w:t xml:space="preserve">. Квалификационные требования к специальным профессиональным знаниям и навыкам, необходимым для исполнения должностных обязанностей, устанавливаются по каждому </w:t>
      </w:r>
      <w:r>
        <w:rPr>
          <w:rFonts w:ascii="Times New Roman" w:hAnsi="Times New Roman" w:cs="Times New Roman"/>
          <w:sz w:val="28"/>
          <w:szCs w:val="28"/>
        </w:rPr>
        <w:t xml:space="preserve">структурному подразделению администрации Запорожского сельского поселения Темрюкского района </w:t>
      </w:r>
      <w:r w:rsidRPr="003D432D">
        <w:rPr>
          <w:rFonts w:ascii="Times New Roman" w:hAnsi="Times New Roman" w:cs="Times New Roman"/>
          <w:sz w:val="28"/>
          <w:szCs w:val="28"/>
        </w:rPr>
        <w:t xml:space="preserve">с учётом его задач и функций и </w:t>
      </w:r>
      <w:r w:rsidRPr="00C15C3D">
        <w:rPr>
          <w:rFonts w:ascii="Times New Roman" w:hAnsi="Times New Roman" w:cs="Times New Roman"/>
          <w:sz w:val="28"/>
          <w:szCs w:val="28"/>
        </w:rPr>
        <w:t>включаются в должностную инструкцию муниципального служащего.</w:t>
      </w:r>
    </w:p>
    <w:p w:rsidR="00B824C9" w:rsidRPr="00C15C3D" w:rsidRDefault="00B824C9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3"/>
      <w:bookmarkEnd w:id="19"/>
      <w:r w:rsidRPr="00C15C3D">
        <w:rPr>
          <w:rFonts w:ascii="Times New Roman" w:hAnsi="Times New Roman" w:cs="Times New Roman"/>
          <w:sz w:val="28"/>
          <w:szCs w:val="28"/>
        </w:rPr>
        <w:t xml:space="preserve">9. Специальные профессиональные знания подтверждаются документом государственного образца о высшем или среднем профессиональном образовании по направлениям подготовки (специальностям), соответствующим направлениям деятельности структурного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. В случае если специальные профессиональные знания, подтверждённые документом государственного образца о высшем или среднем профессиональном образовании, не соответствуют направлениям деятельности структурного подразделения, учитывается документ государственного образца о профессиональной переподготовке по соответствующим направлениям деятельности структурного подразделения.</w:t>
      </w:r>
    </w:p>
    <w:p w:rsidR="00B824C9" w:rsidRPr="00C15C3D" w:rsidRDefault="00B824C9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7"/>
      <w:r w:rsidRPr="00C15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15C3D">
        <w:rPr>
          <w:rFonts w:ascii="Times New Roman" w:hAnsi="Times New Roman" w:cs="Times New Roman"/>
          <w:sz w:val="28"/>
          <w:szCs w:val="28"/>
        </w:rPr>
        <w:t>. Квалификационные требования, предусмотренные настоящим постановлением, использовать при:</w:t>
      </w:r>
    </w:p>
    <w:bookmarkEnd w:id="21"/>
    <w:p w:rsidR="00B824C9" w:rsidRPr="00C15C3D" w:rsidRDefault="00B824C9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C15C3D">
        <w:rPr>
          <w:rFonts w:ascii="Times New Roman" w:hAnsi="Times New Roman" w:cs="Times New Roman"/>
          <w:sz w:val="28"/>
          <w:szCs w:val="28"/>
        </w:rPr>
        <w:t xml:space="preserve">оступлении граждан на муниципальную службу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B824C9" w:rsidRPr="00C15C3D" w:rsidRDefault="00B824C9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</w:t>
      </w:r>
      <w:r w:rsidRPr="00C15C3D">
        <w:rPr>
          <w:rFonts w:ascii="Times New Roman" w:hAnsi="Times New Roman" w:cs="Times New Roman"/>
          <w:sz w:val="28"/>
          <w:szCs w:val="28"/>
        </w:rPr>
        <w:t xml:space="preserve">азначении на должность в порядке перевода муниципальных служащих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B824C9" w:rsidRPr="00C15C3D" w:rsidRDefault="00B824C9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</w:t>
      </w:r>
      <w:r w:rsidRPr="00C15C3D">
        <w:rPr>
          <w:rFonts w:ascii="Times New Roman" w:hAnsi="Times New Roman" w:cs="Times New Roman"/>
          <w:sz w:val="28"/>
          <w:szCs w:val="28"/>
        </w:rPr>
        <w:t xml:space="preserve">азработке должностных инструкций лиц,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B824C9" w:rsidRPr="00C15C3D" w:rsidRDefault="00B824C9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</w:t>
      </w:r>
      <w:r w:rsidRPr="00C15C3D">
        <w:rPr>
          <w:rFonts w:ascii="Times New Roman" w:hAnsi="Times New Roman" w:cs="Times New Roman"/>
          <w:sz w:val="28"/>
          <w:szCs w:val="28"/>
        </w:rPr>
        <w:t xml:space="preserve">рганизации и обеспечении выполнения лицами, замещающими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B824C9" w:rsidRPr="006E6C4A" w:rsidRDefault="00B824C9" w:rsidP="006E6C4A">
      <w:pPr>
        <w:pStyle w:val="NoSpacing"/>
        <w:ind w:firstLine="708"/>
        <w:jc w:val="both"/>
      </w:pPr>
      <w:bookmarkStart w:id="22" w:name="sub_18"/>
      <w:r w:rsidRPr="00C15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5C3D">
        <w:rPr>
          <w:rFonts w:ascii="Times New Roman" w:hAnsi="Times New Roman" w:cs="Times New Roman"/>
          <w:sz w:val="28"/>
          <w:szCs w:val="28"/>
        </w:rPr>
        <w:t>.</w:t>
      </w:r>
      <w:r w:rsidRPr="006E6C4A">
        <w:t xml:space="preserve"> </w:t>
      </w:r>
      <w:r w:rsidRPr="006E6C4A">
        <w:rPr>
          <w:rFonts w:ascii="Times New Roman" w:hAnsi="Times New Roman" w:cs="Times New Roman"/>
          <w:sz w:val="28"/>
          <w:szCs w:val="28"/>
        </w:rPr>
        <w:t>Для осуществления профилактики коррупции</w:t>
      </w:r>
      <w:r>
        <w:t xml:space="preserve"> </w:t>
      </w:r>
      <w:r w:rsidRPr="005D0CF1">
        <w:rPr>
          <w:rFonts w:ascii="Times New Roman" w:hAnsi="Times New Roman" w:cs="Times New Roman"/>
          <w:sz w:val="28"/>
          <w:szCs w:val="28"/>
        </w:rPr>
        <w:t>применяются меры по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6C4A">
        <w:rPr>
          <w:rFonts w:ascii="Times New Roman" w:hAnsi="Times New Roman" w:cs="Times New Roman"/>
          <w:sz w:val="28"/>
          <w:szCs w:val="28"/>
        </w:rPr>
        <w:t>редъявле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6E6C4A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государственной или муниципальной службы, а также проверка в установленном порядке сведений, представляемых указанными гражданами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4C9" w:rsidRPr="00C15C3D" w:rsidRDefault="00B824C9" w:rsidP="006E6C4A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C15C3D">
        <w:rPr>
          <w:rFonts w:ascii="Times New Roman" w:hAnsi="Times New Roman" w:cs="Times New Roman"/>
          <w:sz w:val="28"/>
          <w:szCs w:val="28"/>
        </w:rPr>
        <w:t xml:space="preserve"> Указанные квалификационные требования применяются в случае, если иное не предусмотрено федеральными законами, постановлениями Правительства Российской Федерации, правовыми актами органов государственной власти Краснодарского края.</w:t>
      </w:r>
    </w:p>
    <w:bookmarkEnd w:id="22"/>
    <w:p w:rsidR="00B824C9" w:rsidRPr="00C15C3D" w:rsidRDefault="00B824C9" w:rsidP="009E0639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Признать утратившим силу постановление администрации Запорожского сельского поселения Темрюкского района от 15 мая 2014 года № 118 «О квалификационных требованиях для замещения должностей муниципальной службы в администрации Запорожского сельского поселения Темрюкского района», постановление администрации Запорожского сельского поселения Темрюкского района от 9 сентября 2015 года № 407 «О внесении изменений в постановление администрации Запорожского сельского поселения Темрюкского района от 15 мая 2014 года № 118 «О квалификационных требованиях для замещения должностей муниципальной службы в администрации Запорожского сельского поселения Темрюкского района», постановление администрации Запорожского сельского поселения Темрюкского района от 2 декабря 2015 года № 573 «О внесении изменений в постановление администрации Запорожского сельского поселения Темрюкского района от 15 мая 2014 года № 118 «О квалификационных требованиях для замещения должностей муниципальной службы в администрации Запорожского сельского поселения Темрюкского района».</w:t>
      </w:r>
    </w:p>
    <w:bookmarkEnd w:id="20"/>
    <w:p w:rsidR="00B824C9" w:rsidRPr="008546B2" w:rsidRDefault="00B824C9" w:rsidP="00C15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color w:val="000000"/>
          <w:sz w:val="28"/>
          <w:szCs w:val="28"/>
        </w:rPr>
        <w:t>Обнародовать</w:t>
      </w:r>
      <w:r w:rsidRPr="008546B2">
        <w:rPr>
          <w:color w:val="000000"/>
          <w:sz w:val="28"/>
          <w:szCs w:val="28"/>
        </w:rPr>
        <w:t xml:space="preserve"> настоящее  постановление в </w:t>
      </w:r>
      <w:r>
        <w:rPr>
          <w:sz w:val="28"/>
          <w:szCs w:val="28"/>
        </w:rPr>
        <w:t>установленном порядке</w:t>
      </w:r>
      <w:r w:rsidRPr="008546B2">
        <w:rPr>
          <w:sz w:val="28"/>
          <w:szCs w:val="28"/>
        </w:rPr>
        <w:t>.</w:t>
      </w:r>
    </w:p>
    <w:p w:rsidR="00B824C9" w:rsidRPr="008546B2" w:rsidRDefault="00B824C9" w:rsidP="00C15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8546B2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r>
        <w:rPr>
          <w:sz w:val="28"/>
          <w:szCs w:val="28"/>
        </w:rPr>
        <w:t>Запорожского сельского поселения Темрюкского района О.П.Макарову</w:t>
      </w:r>
      <w:r w:rsidRPr="008546B2">
        <w:rPr>
          <w:sz w:val="28"/>
          <w:szCs w:val="28"/>
        </w:rPr>
        <w:t>.</w:t>
      </w:r>
    </w:p>
    <w:p w:rsidR="00B824C9" w:rsidRPr="006864A2" w:rsidRDefault="00B824C9" w:rsidP="006864A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6864A2">
        <w:rPr>
          <w:sz w:val="28"/>
          <w:szCs w:val="28"/>
        </w:rPr>
        <w:t>Постановление вступает</w:t>
      </w:r>
      <w:r>
        <w:rPr>
          <w:sz w:val="28"/>
          <w:szCs w:val="28"/>
        </w:rPr>
        <w:t xml:space="preserve"> в силу со дня его обнародования</w:t>
      </w:r>
      <w:r w:rsidRPr="006864A2">
        <w:rPr>
          <w:sz w:val="28"/>
          <w:szCs w:val="28"/>
        </w:rPr>
        <w:t>.</w:t>
      </w:r>
    </w:p>
    <w:p w:rsidR="00B824C9" w:rsidRDefault="00B824C9" w:rsidP="003D432D">
      <w:pPr>
        <w:jc w:val="both"/>
      </w:pPr>
    </w:p>
    <w:p w:rsidR="00B824C9" w:rsidRDefault="00B824C9" w:rsidP="003D432D">
      <w:pPr>
        <w:jc w:val="both"/>
      </w:pPr>
    </w:p>
    <w:p w:rsidR="00B824C9" w:rsidRDefault="00B824C9" w:rsidP="003D432D">
      <w:pPr>
        <w:jc w:val="both"/>
      </w:pPr>
    </w:p>
    <w:p w:rsidR="00B824C9" w:rsidRDefault="00B824C9" w:rsidP="009E0639">
      <w:pPr>
        <w:tabs>
          <w:tab w:val="left" w:pos="7644"/>
        </w:tabs>
        <w:jc w:val="both"/>
        <w:rPr>
          <w:sz w:val="28"/>
          <w:szCs w:val="28"/>
        </w:rPr>
      </w:pPr>
      <w:r w:rsidRPr="009E06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B824C9" w:rsidRPr="009E0639" w:rsidRDefault="00B824C9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Н.Г. Колодина </w:t>
      </w:r>
    </w:p>
    <w:sectPr w:rsidR="00B824C9" w:rsidRPr="009E0639" w:rsidSect="00437067">
      <w:headerReference w:type="default" r:id="rId19"/>
      <w:pgSz w:w="11906" w:h="16838"/>
      <w:pgMar w:top="360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4C9" w:rsidRDefault="00B824C9" w:rsidP="00C15C3D">
      <w:r>
        <w:separator/>
      </w:r>
    </w:p>
  </w:endnote>
  <w:endnote w:type="continuationSeparator" w:id="0">
    <w:p w:rsidR="00B824C9" w:rsidRDefault="00B824C9" w:rsidP="00C15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4C9" w:rsidRDefault="00B824C9" w:rsidP="00C15C3D">
      <w:r>
        <w:separator/>
      </w:r>
    </w:p>
  </w:footnote>
  <w:footnote w:type="continuationSeparator" w:id="0">
    <w:p w:rsidR="00B824C9" w:rsidRDefault="00B824C9" w:rsidP="00C15C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4C9" w:rsidRDefault="00B824C9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B824C9" w:rsidRDefault="00B824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0B3E"/>
    <w:multiLevelType w:val="hybridMultilevel"/>
    <w:tmpl w:val="5E7E6A6A"/>
    <w:lvl w:ilvl="0" w:tplc="72443332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C2E"/>
    <w:rsid w:val="00081AA0"/>
    <w:rsid w:val="000A233C"/>
    <w:rsid w:val="000F383C"/>
    <w:rsid w:val="000F4B72"/>
    <w:rsid w:val="00122ED7"/>
    <w:rsid w:val="001C4E6F"/>
    <w:rsid w:val="001F62B1"/>
    <w:rsid w:val="002425A3"/>
    <w:rsid w:val="00245237"/>
    <w:rsid w:val="0029081B"/>
    <w:rsid w:val="002A3C8D"/>
    <w:rsid w:val="002A4873"/>
    <w:rsid w:val="003142C6"/>
    <w:rsid w:val="00341FB4"/>
    <w:rsid w:val="00371D49"/>
    <w:rsid w:val="00396917"/>
    <w:rsid w:val="003C38AF"/>
    <w:rsid w:val="003D432D"/>
    <w:rsid w:val="003E72B9"/>
    <w:rsid w:val="0043655A"/>
    <w:rsid w:val="00437067"/>
    <w:rsid w:val="00454E90"/>
    <w:rsid w:val="004B3B69"/>
    <w:rsid w:val="004C4864"/>
    <w:rsid w:val="004F654B"/>
    <w:rsid w:val="00503ED7"/>
    <w:rsid w:val="00560199"/>
    <w:rsid w:val="00561470"/>
    <w:rsid w:val="0057366C"/>
    <w:rsid w:val="00574CD8"/>
    <w:rsid w:val="005775A5"/>
    <w:rsid w:val="005D0CF1"/>
    <w:rsid w:val="005D711C"/>
    <w:rsid w:val="00600EE6"/>
    <w:rsid w:val="00624C2E"/>
    <w:rsid w:val="00651BE4"/>
    <w:rsid w:val="00651D6A"/>
    <w:rsid w:val="006864A2"/>
    <w:rsid w:val="006D3A0F"/>
    <w:rsid w:val="006E6C4A"/>
    <w:rsid w:val="006E7466"/>
    <w:rsid w:val="006F7ABD"/>
    <w:rsid w:val="00704DBF"/>
    <w:rsid w:val="007076B8"/>
    <w:rsid w:val="00737636"/>
    <w:rsid w:val="00762838"/>
    <w:rsid w:val="0078080D"/>
    <w:rsid w:val="00780D9F"/>
    <w:rsid w:val="008201ED"/>
    <w:rsid w:val="00825201"/>
    <w:rsid w:val="008259C9"/>
    <w:rsid w:val="008546B2"/>
    <w:rsid w:val="0088497F"/>
    <w:rsid w:val="008A2A88"/>
    <w:rsid w:val="009A7A5C"/>
    <w:rsid w:val="009E0639"/>
    <w:rsid w:val="00A02C1A"/>
    <w:rsid w:val="00A409C9"/>
    <w:rsid w:val="00AA7E4A"/>
    <w:rsid w:val="00AE4110"/>
    <w:rsid w:val="00B824C9"/>
    <w:rsid w:val="00BF2478"/>
    <w:rsid w:val="00C15C3D"/>
    <w:rsid w:val="00C47006"/>
    <w:rsid w:val="00D10D38"/>
    <w:rsid w:val="00DC66A3"/>
    <w:rsid w:val="00DE3636"/>
    <w:rsid w:val="00DF19CC"/>
    <w:rsid w:val="00DF337A"/>
    <w:rsid w:val="00DF49A1"/>
    <w:rsid w:val="00E61189"/>
    <w:rsid w:val="00E62AB2"/>
    <w:rsid w:val="00F36B3B"/>
    <w:rsid w:val="00F45753"/>
    <w:rsid w:val="00F96777"/>
    <w:rsid w:val="00FD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C3D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37067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601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">
    <w:name w:val="Гипертекстовая ссылка"/>
    <w:basedOn w:val="DefaultParagraphFont"/>
    <w:uiPriority w:val="99"/>
    <w:rsid w:val="003D432D"/>
    <w:rPr>
      <w:color w:val="auto"/>
      <w:sz w:val="26"/>
      <w:szCs w:val="26"/>
    </w:rPr>
  </w:style>
  <w:style w:type="paragraph" w:customStyle="1" w:styleId="a0">
    <w:name w:val="Комментарий"/>
    <w:basedOn w:val="Normal"/>
    <w:next w:val="Normal"/>
    <w:uiPriority w:val="99"/>
    <w:rsid w:val="003D432D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3D432D"/>
    <w:pPr>
      <w:spacing w:before="0"/>
    </w:pPr>
    <w:rPr>
      <w:i/>
      <w:iCs/>
    </w:rPr>
  </w:style>
  <w:style w:type="paragraph" w:styleId="NoSpacing">
    <w:name w:val="No Spacing"/>
    <w:uiPriority w:val="99"/>
    <w:qFormat/>
    <w:rsid w:val="003D432D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5C3D"/>
  </w:style>
  <w:style w:type="paragraph" w:styleId="Footer">
    <w:name w:val="footer"/>
    <w:basedOn w:val="Normal"/>
    <w:link w:val="FooterChar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5C3D"/>
  </w:style>
  <w:style w:type="paragraph" w:styleId="ListParagraph">
    <w:name w:val="List Paragraph"/>
    <w:basedOn w:val="Normal"/>
    <w:uiPriority w:val="99"/>
    <w:qFormat/>
    <w:rsid w:val="00C15C3D"/>
    <w:pPr>
      <w:ind w:left="720"/>
    </w:pPr>
  </w:style>
  <w:style w:type="paragraph" w:customStyle="1" w:styleId="a2">
    <w:name w:val="Внимание"/>
    <w:basedOn w:val="Normal"/>
    <w:next w:val="Normal"/>
    <w:uiPriority w:val="99"/>
    <w:rsid w:val="00FD4F74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9" TargetMode="External"/><Relationship Id="rId13" Type="http://schemas.openxmlformats.org/officeDocument/2006/relationships/hyperlink" Target="garantF1://23841243.30301" TargetMode="External"/><Relationship Id="rId18" Type="http://schemas.openxmlformats.org/officeDocument/2006/relationships/hyperlink" Target="garantF1://23841244.23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garantF1://23841244.4" TargetMode="External"/><Relationship Id="rId17" Type="http://schemas.openxmlformats.org/officeDocument/2006/relationships/hyperlink" Target="garantF1://23841243.30305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3841243.3030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41244.7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23841243.30303" TargetMode="External"/><Relationship Id="rId10" Type="http://schemas.openxmlformats.org/officeDocument/2006/relationships/hyperlink" Target="garantF1://23841243.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23841244.0" TargetMode="External"/><Relationship Id="rId14" Type="http://schemas.openxmlformats.org/officeDocument/2006/relationships/hyperlink" Target="garantF1://23841243.303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356</TotalTime>
  <Pages>4</Pages>
  <Words>1356</Words>
  <Characters>7734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15</cp:revision>
  <cp:lastPrinted>2014-05-15T04:22:00Z</cp:lastPrinted>
  <dcterms:created xsi:type="dcterms:W3CDTF">2013-10-23T06:53:00Z</dcterms:created>
  <dcterms:modified xsi:type="dcterms:W3CDTF">2016-03-29T06:09:00Z</dcterms:modified>
</cp:coreProperties>
</file>