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00"/>
      </w:tblPr>
      <w:tblGrid>
        <w:gridCol w:w="4979"/>
        <w:gridCol w:w="4956"/>
      </w:tblGrid>
      <w:tr w:rsidR="00D86D20" w:rsidTr="001877BE">
        <w:trPr>
          <w:trHeight w:val="1802"/>
        </w:trPr>
        <w:tc>
          <w:tcPr>
            <w:tcW w:w="5148" w:type="dxa"/>
          </w:tcPr>
          <w:p w:rsidR="00D86D20" w:rsidRDefault="00D86D20" w:rsidP="00E14970">
            <w:pPr>
              <w:jc w:val="center"/>
            </w:pPr>
          </w:p>
        </w:tc>
        <w:tc>
          <w:tcPr>
            <w:tcW w:w="5040" w:type="dxa"/>
          </w:tcPr>
          <w:p w:rsidR="00D86D20" w:rsidRDefault="00D86D20" w:rsidP="00345391">
            <w:pPr>
              <w:ind w:left="4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86D20" w:rsidRDefault="00D86D20" w:rsidP="00345391">
            <w:pPr>
              <w:ind w:left="432"/>
              <w:jc w:val="center"/>
              <w:rPr>
                <w:sz w:val="28"/>
                <w:szCs w:val="28"/>
              </w:rPr>
            </w:pPr>
          </w:p>
          <w:p w:rsidR="00D86D20" w:rsidRDefault="00D86D20" w:rsidP="00345391">
            <w:pPr>
              <w:ind w:left="4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D86D20" w:rsidRDefault="00D86D20" w:rsidP="00345391">
            <w:pPr>
              <w:ind w:left="4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D86D20" w:rsidRDefault="00D86D20" w:rsidP="00345391">
            <w:pPr>
              <w:ind w:left="4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D86D20" w:rsidRDefault="00D86D20" w:rsidP="00345391">
            <w:pPr>
              <w:ind w:left="4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345391">
              <w:rPr>
                <w:i/>
                <w:iCs/>
                <w:sz w:val="28"/>
                <w:szCs w:val="28"/>
                <w:u w:val="single"/>
              </w:rPr>
              <w:t>15.05.2014</w:t>
            </w:r>
            <w:r>
              <w:rPr>
                <w:sz w:val="28"/>
                <w:szCs w:val="28"/>
              </w:rPr>
              <w:t xml:space="preserve"> № </w:t>
            </w:r>
            <w:r w:rsidRPr="00345391">
              <w:rPr>
                <w:i/>
                <w:iCs/>
                <w:sz w:val="28"/>
                <w:szCs w:val="28"/>
                <w:u w:val="single"/>
              </w:rPr>
              <w:t>124</w:t>
            </w:r>
          </w:p>
        </w:tc>
      </w:tr>
    </w:tbl>
    <w:p w:rsidR="00D86D20" w:rsidRDefault="00D86D20" w:rsidP="00A44A0A">
      <w:pPr>
        <w:jc w:val="center"/>
        <w:rPr>
          <w:b/>
          <w:bCs/>
          <w:sz w:val="28"/>
          <w:szCs w:val="28"/>
        </w:rPr>
      </w:pPr>
    </w:p>
    <w:p w:rsidR="00D86D20" w:rsidRDefault="00D86D20" w:rsidP="00DF0E8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4A0A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86D20" w:rsidRPr="00574545" w:rsidRDefault="00D86D20" w:rsidP="00574545">
      <w:pPr>
        <w:jc w:val="center"/>
        <w:rPr>
          <w:sz w:val="28"/>
          <w:szCs w:val="28"/>
        </w:rPr>
      </w:pPr>
      <w:r w:rsidRPr="00DF0E8E">
        <w:rPr>
          <w:sz w:val="28"/>
          <w:szCs w:val="28"/>
        </w:rPr>
        <w:t>должностей муниципальной службы</w:t>
      </w:r>
      <w:r>
        <w:rPr>
          <w:sz w:val="28"/>
          <w:szCs w:val="28"/>
        </w:rPr>
        <w:t xml:space="preserve"> </w:t>
      </w:r>
      <w:r w:rsidRPr="00DF0E8E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DF0E8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F0E8E">
        <w:rPr>
          <w:sz w:val="28"/>
          <w:szCs w:val="28"/>
        </w:rPr>
        <w:t xml:space="preserve">замещение которых связано </w:t>
      </w:r>
    </w:p>
    <w:p w:rsidR="00D86D20" w:rsidRPr="00DF0E8E" w:rsidRDefault="00D86D20" w:rsidP="00DF0E8E">
      <w:pPr>
        <w:jc w:val="center"/>
        <w:rPr>
          <w:sz w:val="28"/>
          <w:szCs w:val="28"/>
        </w:rPr>
      </w:pPr>
      <w:r w:rsidRPr="00DF0E8E">
        <w:rPr>
          <w:sz w:val="28"/>
          <w:szCs w:val="28"/>
        </w:rPr>
        <w:t>с коррупционными рисками</w:t>
      </w:r>
      <w:bookmarkStart w:id="0" w:name="_GoBack"/>
      <w:bookmarkEnd w:id="0"/>
    </w:p>
    <w:p w:rsidR="00D86D20" w:rsidRPr="00A44A0A" w:rsidRDefault="00D86D20" w:rsidP="00A44A0A">
      <w:pPr>
        <w:rPr>
          <w:sz w:val="28"/>
          <w:szCs w:val="28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843"/>
        <w:gridCol w:w="6276"/>
      </w:tblGrid>
      <w:tr w:rsidR="00D86D20" w:rsidRPr="00A44A0A" w:rsidTr="00054FC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20" w:rsidRPr="00D84D41" w:rsidRDefault="00D86D20" w:rsidP="00054FC4">
            <w:pPr>
              <w:pStyle w:val="a0"/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D4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84D41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20" w:rsidRPr="00D84D41" w:rsidRDefault="00D86D20" w:rsidP="00A44A0A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D41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D20" w:rsidRPr="00D84D41" w:rsidRDefault="00D86D20" w:rsidP="00E14970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D41">
              <w:rPr>
                <w:rFonts w:ascii="Times New Roman" w:hAnsi="Times New Roman" w:cs="Times New Roman"/>
                <w:sz w:val="28"/>
                <w:szCs w:val="28"/>
              </w:rPr>
              <w:t>Перечень должностей, в наибольшей степени подверженных риску коррупции</w:t>
            </w:r>
          </w:p>
        </w:tc>
      </w:tr>
      <w:tr w:rsidR="00D86D20" w:rsidRPr="00A44A0A" w:rsidTr="00054FC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20" w:rsidRPr="00D84D41" w:rsidRDefault="00D86D20" w:rsidP="00054FC4">
            <w:pPr>
              <w:pStyle w:val="a0"/>
              <w:tabs>
                <w:tab w:val="left" w:pos="180"/>
                <w:tab w:val="left" w:pos="3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D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20" w:rsidRPr="00D84D41" w:rsidRDefault="00D86D20" w:rsidP="00E14970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D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D20" w:rsidRPr="00D84D41" w:rsidRDefault="00D86D20" w:rsidP="00E14970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4D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86D20" w:rsidRPr="00A44A0A" w:rsidTr="00054FC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20" w:rsidRPr="00D84D41" w:rsidRDefault="00D86D20" w:rsidP="00054FC4">
            <w:pPr>
              <w:pStyle w:val="a0"/>
              <w:numPr>
                <w:ilvl w:val="0"/>
                <w:numId w:val="4"/>
              </w:numPr>
              <w:tabs>
                <w:tab w:val="left" w:pos="34"/>
                <w:tab w:val="left" w:pos="180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20" w:rsidRPr="00D84D41" w:rsidRDefault="00D86D20" w:rsidP="00A44A0A">
            <w:pPr>
              <w:pStyle w:val="a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84D41">
              <w:rPr>
                <w:rFonts w:ascii="Times New Roman" w:hAnsi="Times New Roman" w:cs="Times New Roman"/>
                <w:sz w:val="28"/>
                <w:szCs w:val="28"/>
              </w:rPr>
              <w:t>Руководители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D20" w:rsidRPr="00574545" w:rsidRDefault="00D86D20" w:rsidP="00574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E61085">
              <w:rPr>
                <w:sz w:val="28"/>
                <w:szCs w:val="28"/>
              </w:rPr>
              <w:t xml:space="preserve">аместитель главы </w:t>
            </w:r>
            <w:r>
              <w:rPr>
                <w:sz w:val="28"/>
                <w:szCs w:val="28"/>
              </w:rPr>
              <w:t>Запорожского сельского поселения Темрюкского района;</w:t>
            </w:r>
          </w:p>
          <w:p w:rsidR="00D86D20" w:rsidRPr="00A44A0A" w:rsidRDefault="00D86D20" w:rsidP="00A44A0A"/>
        </w:tc>
      </w:tr>
      <w:tr w:rsidR="00D86D20" w:rsidRPr="00A44A0A" w:rsidTr="00054FC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20" w:rsidRPr="00D84D41" w:rsidRDefault="00D86D20" w:rsidP="00054FC4">
            <w:pPr>
              <w:pStyle w:val="a0"/>
              <w:numPr>
                <w:ilvl w:val="0"/>
                <w:numId w:val="4"/>
              </w:numPr>
              <w:tabs>
                <w:tab w:val="left" w:pos="34"/>
                <w:tab w:val="left" w:pos="180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20" w:rsidRPr="00D84D41" w:rsidRDefault="00D86D20" w:rsidP="00A44A0A">
            <w:pPr>
              <w:pStyle w:val="a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D20" w:rsidRPr="00D84D41" w:rsidRDefault="00D86D20" w:rsidP="00A44A0A">
            <w:pPr>
              <w:pStyle w:val="a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84D41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</w:tr>
      <w:tr w:rsidR="00D86D20" w:rsidRPr="00A44A0A" w:rsidTr="00054FC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20" w:rsidRPr="00D84D41" w:rsidRDefault="00D86D20" w:rsidP="00054FC4">
            <w:pPr>
              <w:pStyle w:val="a0"/>
              <w:numPr>
                <w:ilvl w:val="0"/>
                <w:numId w:val="4"/>
              </w:numPr>
              <w:tabs>
                <w:tab w:val="left" w:pos="34"/>
                <w:tab w:val="left" w:pos="180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20" w:rsidRPr="00D84D41" w:rsidRDefault="00D86D20" w:rsidP="00A44A0A">
            <w:pPr>
              <w:pStyle w:val="a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84D41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вопросам архитектуры, градостроительства и земельных отношений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D20" w:rsidRPr="00D84D41" w:rsidRDefault="00D86D20" w:rsidP="00A44A0A">
            <w:pPr>
              <w:pStyle w:val="a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84D41">
              <w:rPr>
                <w:rFonts w:ascii="Times New Roman" w:hAnsi="Times New Roman" w:cs="Times New Roman"/>
                <w:sz w:val="28"/>
                <w:szCs w:val="28"/>
              </w:rPr>
              <w:t>Начальник отдела;</w:t>
            </w:r>
          </w:p>
          <w:p w:rsidR="00D86D20" w:rsidRDefault="00D86D20" w:rsidP="00A44A0A">
            <w:pPr>
              <w:rPr>
                <w:sz w:val="28"/>
                <w:szCs w:val="28"/>
              </w:rPr>
            </w:pPr>
          </w:p>
          <w:p w:rsidR="00D86D20" w:rsidRDefault="00D86D20" w:rsidP="00A44A0A">
            <w:pPr>
              <w:rPr>
                <w:sz w:val="28"/>
                <w:szCs w:val="28"/>
              </w:rPr>
            </w:pPr>
          </w:p>
          <w:p w:rsidR="00D86D20" w:rsidRDefault="00D86D20" w:rsidP="00A44A0A">
            <w:pPr>
              <w:rPr>
                <w:sz w:val="28"/>
                <w:szCs w:val="28"/>
              </w:rPr>
            </w:pPr>
          </w:p>
          <w:p w:rsidR="00D86D20" w:rsidRDefault="00D86D20" w:rsidP="00A44A0A">
            <w:pPr>
              <w:rPr>
                <w:sz w:val="28"/>
                <w:szCs w:val="28"/>
              </w:rPr>
            </w:pPr>
          </w:p>
          <w:p w:rsidR="00D86D20" w:rsidRPr="00A44A0A" w:rsidRDefault="00D86D20" w:rsidP="00A44A0A">
            <w:pPr>
              <w:rPr>
                <w:sz w:val="28"/>
                <w:szCs w:val="28"/>
              </w:rPr>
            </w:pPr>
          </w:p>
        </w:tc>
      </w:tr>
      <w:tr w:rsidR="00D86D20" w:rsidRPr="00A44A0A" w:rsidTr="00054FC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20" w:rsidRPr="00D84D41" w:rsidRDefault="00D86D20" w:rsidP="00054FC4">
            <w:pPr>
              <w:pStyle w:val="a0"/>
              <w:numPr>
                <w:ilvl w:val="0"/>
                <w:numId w:val="4"/>
              </w:numPr>
              <w:tabs>
                <w:tab w:val="left" w:pos="34"/>
                <w:tab w:val="left" w:pos="180"/>
              </w:tabs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20" w:rsidRPr="00D84D41" w:rsidRDefault="00D86D20" w:rsidP="00A44A0A">
            <w:pPr>
              <w:pStyle w:val="a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D20" w:rsidRPr="008353FC" w:rsidRDefault="00D86D20" w:rsidP="008353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отдела;</w:t>
            </w:r>
            <w:r w:rsidRPr="008353FC">
              <w:rPr>
                <w:sz w:val="28"/>
                <w:szCs w:val="28"/>
              </w:rPr>
              <w:t xml:space="preserve"> </w:t>
            </w:r>
          </w:p>
          <w:p w:rsidR="00D86D20" w:rsidRPr="008353FC" w:rsidRDefault="00D86D20" w:rsidP="008353FC"/>
        </w:tc>
      </w:tr>
    </w:tbl>
    <w:p w:rsidR="00D86D20" w:rsidRDefault="00D86D20"/>
    <w:p w:rsidR="00D86D20" w:rsidRDefault="00D86D20"/>
    <w:p w:rsidR="00D86D20" w:rsidRDefault="00D86D20"/>
    <w:p w:rsidR="00D86D20" w:rsidRPr="004959AA" w:rsidRDefault="00D86D20">
      <w:pPr>
        <w:rPr>
          <w:sz w:val="28"/>
          <w:szCs w:val="28"/>
        </w:rPr>
      </w:pPr>
      <w:r w:rsidRPr="004959AA">
        <w:rPr>
          <w:sz w:val="28"/>
          <w:szCs w:val="28"/>
        </w:rPr>
        <w:t xml:space="preserve">Глава Запорожского сельского поселения </w:t>
      </w:r>
    </w:p>
    <w:p w:rsidR="00D86D20" w:rsidRPr="004959AA" w:rsidRDefault="00D86D20">
      <w:pPr>
        <w:rPr>
          <w:sz w:val="28"/>
          <w:szCs w:val="28"/>
        </w:rPr>
      </w:pPr>
      <w:r w:rsidRPr="004959AA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 А.Г.Толстокорый</w:t>
      </w:r>
    </w:p>
    <w:sectPr w:rsidR="00D86D20" w:rsidRPr="004959AA" w:rsidSect="00054FC4">
      <w:headerReference w:type="default" r:id="rId7"/>
      <w:pgSz w:w="11906" w:h="16838"/>
      <w:pgMar w:top="1134" w:right="567" w:bottom="567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D20" w:rsidRDefault="00D86D20">
      <w:r>
        <w:separator/>
      </w:r>
    </w:p>
  </w:endnote>
  <w:endnote w:type="continuationSeparator" w:id="0">
    <w:p w:rsidR="00D86D20" w:rsidRDefault="00D86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D20" w:rsidRDefault="00D86D20">
      <w:r>
        <w:separator/>
      </w:r>
    </w:p>
  </w:footnote>
  <w:footnote w:type="continuationSeparator" w:id="0">
    <w:p w:rsidR="00D86D20" w:rsidRDefault="00D86D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D20" w:rsidRDefault="00D86D20" w:rsidP="00C64F5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D86D20" w:rsidRDefault="00D86D2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2F58"/>
    <w:multiLevelType w:val="hybridMultilevel"/>
    <w:tmpl w:val="98F6A582"/>
    <w:lvl w:ilvl="0" w:tplc="BD8AF074">
      <w:start w:val="1"/>
      <w:numFmt w:val="decimal"/>
      <w:lvlText w:val="%1."/>
      <w:lvlJc w:val="center"/>
      <w:pPr>
        <w:tabs>
          <w:tab w:val="num" w:pos="851"/>
        </w:tabs>
        <w:ind w:left="567" w:hanging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E5930"/>
    <w:multiLevelType w:val="hybridMultilevel"/>
    <w:tmpl w:val="4BAA1A22"/>
    <w:lvl w:ilvl="0" w:tplc="565C64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EA41C5"/>
    <w:multiLevelType w:val="hybridMultilevel"/>
    <w:tmpl w:val="B01E00D8"/>
    <w:lvl w:ilvl="0" w:tplc="0419001B">
      <w:start w:val="1"/>
      <w:numFmt w:val="lowerRoman"/>
      <w:lvlText w:val="%1."/>
      <w:lvlJc w:val="right"/>
      <w:pPr>
        <w:tabs>
          <w:tab w:val="num" w:pos="851"/>
        </w:tabs>
        <w:ind w:left="567" w:hanging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F8339B"/>
    <w:multiLevelType w:val="hybridMultilevel"/>
    <w:tmpl w:val="1842F90E"/>
    <w:lvl w:ilvl="0" w:tplc="BD8AF07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624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F8A"/>
    <w:rsid w:val="0003284F"/>
    <w:rsid w:val="00054FC4"/>
    <w:rsid w:val="000A05AB"/>
    <w:rsid w:val="000B3939"/>
    <w:rsid w:val="001277A2"/>
    <w:rsid w:val="0014548E"/>
    <w:rsid w:val="001877BE"/>
    <w:rsid w:val="001F46C1"/>
    <w:rsid w:val="00304ECB"/>
    <w:rsid w:val="00316818"/>
    <w:rsid w:val="00345391"/>
    <w:rsid w:val="00403478"/>
    <w:rsid w:val="004959AA"/>
    <w:rsid w:val="00530A41"/>
    <w:rsid w:val="00574545"/>
    <w:rsid w:val="007B3B2C"/>
    <w:rsid w:val="007E05F4"/>
    <w:rsid w:val="00806369"/>
    <w:rsid w:val="008207A7"/>
    <w:rsid w:val="008353FC"/>
    <w:rsid w:val="008A2B86"/>
    <w:rsid w:val="008F7599"/>
    <w:rsid w:val="00A44A0A"/>
    <w:rsid w:val="00AA361D"/>
    <w:rsid w:val="00B85921"/>
    <w:rsid w:val="00B96BA0"/>
    <w:rsid w:val="00C30653"/>
    <w:rsid w:val="00C42F8A"/>
    <w:rsid w:val="00C64F5C"/>
    <w:rsid w:val="00D72773"/>
    <w:rsid w:val="00D84D41"/>
    <w:rsid w:val="00D86D20"/>
    <w:rsid w:val="00DF0785"/>
    <w:rsid w:val="00DF0E8E"/>
    <w:rsid w:val="00E14970"/>
    <w:rsid w:val="00E61085"/>
    <w:rsid w:val="00E61189"/>
    <w:rsid w:val="00E95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A0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4A0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44A0A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A44A0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44A0A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A44A0A"/>
  </w:style>
  <w:style w:type="character" w:customStyle="1" w:styleId="a">
    <w:name w:val="Гипертекстовая ссылка"/>
    <w:basedOn w:val="DefaultParagraphFont"/>
    <w:uiPriority w:val="99"/>
    <w:rsid w:val="00A44A0A"/>
    <w:rPr>
      <w:color w:val="auto"/>
    </w:rPr>
  </w:style>
  <w:style w:type="paragraph" w:customStyle="1" w:styleId="a0">
    <w:name w:val="Нормальный (таблица)"/>
    <w:basedOn w:val="Normal"/>
    <w:next w:val="Normal"/>
    <w:uiPriority w:val="99"/>
    <w:rsid w:val="00A44A0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ListParagraph">
    <w:name w:val="List Paragraph"/>
    <w:basedOn w:val="Normal"/>
    <w:uiPriority w:val="99"/>
    <w:qFormat/>
    <w:rsid w:val="008F7599"/>
    <w:pPr>
      <w:ind w:left="720"/>
    </w:pPr>
  </w:style>
  <w:style w:type="paragraph" w:styleId="NoSpacing">
    <w:name w:val="No Spacing"/>
    <w:uiPriority w:val="99"/>
    <w:qFormat/>
    <w:rsid w:val="00DF0E8E"/>
    <w:rPr>
      <w:rFonts w:cs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F0E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E8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48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</TotalTime>
  <Pages>1</Pages>
  <Words>122</Words>
  <Characters>696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USER5</cp:lastModifiedBy>
  <cp:revision>5</cp:revision>
  <cp:lastPrinted>2014-05-16T11:28:00Z</cp:lastPrinted>
  <dcterms:created xsi:type="dcterms:W3CDTF">2014-03-21T10:01:00Z</dcterms:created>
  <dcterms:modified xsi:type="dcterms:W3CDTF">2014-05-16T11:28:00Z</dcterms:modified>
</cp:coreProperties>
</file>