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DBB" w:rsidRPr="0075604D" w:rsidRDefault="00E52DBB" w:rsidP="0075604D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0759B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0759BE">
        <w:rPr>
          <w:rFonts w:ascii="Times New Roman" w:hAnsi="Times New Roman" w:cs="Times New Roman"/>
          <w:sz w:val="28"/>
          <w:szCs w:val="28"/>
        </w:rPr>
        <w:t>рограмме</w:t>
      </w:r>
    </w:p>
    <w:p w:rsidR="00E52DBB" w:rsidRDefault="00E52DBB" w:rsidP="007560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«О</w:t>
      </w:r>
      <w:r w:rsidRPr="00E42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подготовке градостроительной   </w:t>
      </w:r>
    </w:p>
    <w:p w:rsidR="00E52DBB" w:rsidRDefault="00E52DBB" w:rsidP="007560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и землеустроительной документации  </w:t>
      </w:r>
    </w:p>
    <w:p w:rsidR="00E52DBB" w:rsidRDefault="00E52DBB" w:rsidP="007560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на территории Запорожского сельского             </w:t>
      </w:r>
    </w:p>
    <w:p w:rsidR="00E52DBB" w:rsidRDefault="00E52DBB" w:rsidP="007560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поселения Темрюкского района» </w:t>
      </w:r>
    </w:p>
    <w:p w:rsidR="00E52DBB" w:rsidRDefault="00E52DBB" w:rsidP="007560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на  2015 год </w:t>
      </w:r>
    </w:p>
    <w:p w:rsidR="00E52DBB" w:rsidRDefault="00E52DBB" w:rsidP="0075604D">
      <w:pPr>
        <w:ind w:left="54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E52DBB" w:rsidRDefault="00E52DBB" w:rsidP="007560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52DBB" w:rsidRDefault="00E52DBB" w:rsidP="00383710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BA3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</w:t>
      </w:r>
      <w:r w:rsidRPr="00657BA3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E52DBB" w:rsidRPr="00383710" w:rsidRDefault="00E52DBB" w:rsidP="00383710">
      <w:pPr>
        <w:tabs>
          <w:tab w:val="left" w:pos="90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E42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подготовке  градостроительной     и землеустроительной документации  </w:t>
      </w:r>
    </w:p>
    <w:p w:rsidR="00E52DBB" w:rsidRDefault="00E52DBB" w:rsidP="001B3E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Запорожского сельского поселения </w:t>
      </w:r>
    </w:p>
    <w:p w:rsidR="00E52DBB" w:rsidRDefault="00E52DBB" w:rsidP="001B3E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района» на 2015 год»</w:t>
      </w:r>
    </w:p>
    <w:p w:rsidR="00E52DBB" w:rsidRPr="00657BA3" w:rsidRDefault="00E52DBB" w:rsidP="0075604D">
      <w:pPr>
        <w:tabs>
          <w:tab w:val="left" w:pos="9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E52DBB" w:rsidRDefault="00E52DBB" w:rsidP="004359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52DBB" w:rsidRPr="00525A1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N</w:t>
            </w:r>
            <w:r w:rsidRPr="00525A1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FD078A" w:rsidRDefault="00E52DBB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D078A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FD078A">
                <w:rPr>
                  <w:rStyle w:val="a0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DBB" w:rsidRPr="00525A13" w:rsidRDefault="00E52DBB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E52DBB" w:rsidRPr="00525A1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C20A1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C20A1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C20A1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C20A1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DBB" w:rsidRPr="00525A13" w:rsidRDefault="00E52DBB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Pr="00525A13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E52DBB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DBB" w:rsidRPr="00525A13" w:rsidRDefault="00E52DBB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52DBB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306CE1" w:rsidRDefault="00E52DBB" w:rsidP="003C1EC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DBB" w:rsidRPr="004A2C61" w:rsidRDefault="00E52DBB" w:rsidP="00852B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06CE1"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О подготовке </w:t>
            </w:r>
            <w:r w:rsidRPr="00306CE1">
              <w:rPr>
                <w:rFonts w:ascii="Times New Roman" w:hAnsi="Times New Roman" w:cs="Times New Roman"/>
                <w:b/>
                <w:bCs/>
              </w:rPr>
              <w:t>градостроительной и землеустроительной докуме</w:t>
            </w:r>
            <w:r>
              <w:rPr>
                <w:rFonts w:ascii="Times New Roman" w:hAnsi="Times New Roman" w:cs="Times New Roman"/>
                <w:b/>
                <w:bCs/>
              </w:rPr>
              <w:t>нтации на территории Запорожского</w:t>
            </w:r>
            <w:r w:rsidRPr="00306CE1">
              <w:rPr>
                <w:rFonts w:ascii="Times New Roman" w:hAnsi="Times New Roman" w:cs="Times New Roman"/>
                <w:b/>
                <w:bCs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E52DBB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Default="00E52DBB" w:rsidP="003C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7F009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A2C61">
              <w:rPr>
                <w:rFonts w:ascii="Times New Roman" w:hAnsi="Times New Roman" w:cs="Times New Roman"/>
              </w:rPr>
              <w:t>несение изменений в генеральный план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7F00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7F00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DBB" w:rsidRPr="00525A13" w:rsidRDefault="00E52DBB" w:rsidP="00852B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A2C61">
              <w:rPr>
                <w:rFonts w:ascii="Times New Roman" w:hAnsi="Times New Roman" w:cs="Times New Roman"/>
              </w:rPr>
              <w:t>1</w:t>
            </w:r>
          </w:p>
        </w:tc>
      </w:tr>
      <w:tr w:rsidR="00E52DBB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Default="00E52DBB" w:rsidP="003C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7F009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A2C61">
              <w:rPr>
                <w:rFonts w:ascii="Times New Roman" w:hAnsi="Times New Roman" w:cs="Times New Roman"/>
              </w:rPr>
              <w:t xml:space="preserve">несение изменений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4A2C61">
              <w:rPr>
                <w:rFonts w:ascii="Times New Roman" w:hAnsi="Times New Roman" w:cs="Times New Roman"/>
              </w:rPr>
              <w:t>правила землепользования и застройки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7F00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BB" w:rsidRPr="00525A13" w:rsidRDefault="00E52DBB" w:rsidP="007F00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DBB" w:rsidRPr="00525A13" w:rsidRDefault="00E52DBB" w:rsidP="00852B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A2C61">
              <w:rPr>
                <w:rFonts w:ascii="Times New Roman" w:hAnsi="Times New Roman" w:cs="Times New Roman"/>
              </w:rPr>
              <w:t>1</w:t>
            </w:r>
          </w:p>
        </w:tc>
      </w:tr>
    </w:tbl>
    <w:p w:rsidR="00E52DBB" w:rsidRDefault="00E52DBB" w:rsidP="004359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DBB" w:rsidRDefault="00E52DBB" w:rsidP="004359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E52DBB" w:rsidRDefault="00E52DBB" w:rsidP="002532D7">
      <w:pPr>
        <w:pStyle w:val="BodyText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вопросам</w:t>
      </w:r>
    </w:p>
    <w:p w:rsidR="00E52DBB" w:rsidRDefault="00E52DBB" w:rsidP="002532D7">
      <w:pPr>
        <w:pStyle w:val="BodyText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архитектуры, градостроительства </w:t>
      </w:r>
    </w:p>
    <w:p w:rsidR="00E52DBB" w:rsidRPr="00B017E7" w:rsidRDefault="00E52DBB" w:rsidP="002532D7">
      <w:pPr>
        <w:pStyle w:val="BodyText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земельных отношений                                                                             А.В. Вовк</w:t>
      </w:r>
    </w:p>
    <w:sectPr w:rsidR="00E52DBB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DBB" w:rsidRDefault="00E52DBB">
      <w:r>
        <w:separator/>
      </w:r>
    </w:p>
  </w:endnote>
  <w:endnote w:type="continuationSeparator" w:id="0">
    <w:p w:rsidR="00E52DBB" w:rsidRDefault="00E52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DBB" w:rsidRDefault="00E52DBB">
      <w:r>
        <w:separator/>
      </w:r>
    </w:p>
  </w:footnote>
  <w:footnote w:type="continuationSeparator" w:id="0">
    <w:p w:rsidR="00E52DBB" w:rsidRDefault="00E52D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DBB" w:rsidRDefault="00E52DB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52DBB" w:rsidRDefault="00E52D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32622"/>
    <w:rsid w:val="00051395"/>
    <w:rsid w:val="0006685C"/>
    <w:rsid w:val="000759BE"/>
    <w:rsid w:val="00083DC5"/>
    <w:rsid w:val="00097125"/>
    <w:rsid w:val="000C13B0"/>
    <w:rsid w:val="000E625F"/>
    <w:rsid w:val="000E75E6"/>
    <w:rsid w:val="000E7DEB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B3EBB"/>
    <w:rsid w:val="001D5403"/>
    <w:rsid w:val="001E134E"/>
    <w:rsid w:val="00203A4F"/>
    <w:rsid w:val="00207A02"/>
    <w:rsid w:val="002532D7"/>
    <w:rsid w:val="002569A3"/>
    <w:rsid w:val="002613D3"/>
    <w:rsid w:val="00293367"/>
    <w:rsid w:val="0029386C"/>
    <w:rsid w:val="002A5030"/>
    <w:rsid w:val="002D0706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83710"/>
    <w:rsid w:val="003B2794"/>
    <w:rsid w:val="003C1ECB"/>
    <w:rsid w:val="003D53E5"/>
    <w:rsid w:val="003D7EFE"/>
    <w:rsid w:val="003E0EDA"/>
    <w:rsid w:val="00402439"/>
    <w:rsid w:val="00413351"/>
    <w:rsid w:val="00432F82"/>
    <w:rsid w:val="00434466"/>
    <w:rsid w:val="0043595F"/>
    <w:rsid w:val="004432CD"/>
    <w:rsid w:val="004725AA"/>
    <w:rsid w:val="00483098"/>
    <w:rsid w:val="004A2C61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57BA3"/>
    <w:rsid w:val="00665D47"/>
    <w:rsid w:val="00677AB3"/>
    <w:rsid w:val="007020E4"/>
    <w:rsid w:val="00703C6F"/>
    <w:rsid w:val="0075604D"/>
    <w:rsid w:val="00761E82"/>
    <w:rsid w:val="007769A7"/>
    <w:rsid w:val="00791DE4"/>
    <w:rsid w:val="007A6384"/>
    <w:rsid w:val="007F009D"/>
    <w:rsid w:val="00820110"/>
    <w:rsid w:val="008245E6"/>
    <w:rsid w:val="00830C34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156D9"/>
    <w:rsid w:val="00944798"/>
    <w:rsid w:val="00947ED6"/>
    <w:rsid w:val="009561E5"/>
    <w:rsid w:val="00957A20"/>
    <w:rsid w:val="0097073D"/>
    <w:rsid w:val="00987B0F"/>
    <w:rsid w:val="009D26B5"/>
    <w:rsid w:val="009D4504"/>
    <w:rsid w:val="009D6288"/>
    <w:rsid w:val="009E3D0B"/>
    <w:rsid w:val="009E657C"/>
    <w:rsid w:val="00A02454"/>
    <w:rsid w:val="00A1695C"/>
    <w:rsid w:val="00A36A1F"/>
    <w:rsid w:val="00A3740B"/>
    <w:rsid w:val="00A646A6"/>
    <w:rsid w:val="00A87FA6"/>
    <w:rsid w:val="00AB33E8"/>
    <w:rsid w:val="00B017E7"/>
    <w:rsid w:val="00B0559A"/>
    <w:rsid w:val="00B06BE3"/>
    <w:rsid w:val="00B61B60"/>
    <w:rsid w:val="00B6664D"/>
    <w:rsid w:val="00B73D0F"/>
    <w:rsid w:val="00B76DE8"/>
    <w:rsid w:val="00B8732B"/>
    <w:rsid w:val="00BE6E99"/>
    <w:rsid w:val="00C20A12"/>
    <w:rsid w:val="00C30BB7"/>
    <w:rsid w:val="00C35519"/>
    <w:rsid w:val="00C3705A"/>
    <w:rsid w:val="00C602BF"/>
    <w:rsid w:val="00CB296B"/>
    <w:rsid w:val="00CB4542"/>
    <w:rsid w:val="00CB61F0"/>
    <w:rsid w:val="00D20D24"/>
    <w:rsid w:val="00D22CF8"/>
    <w:rsid w:val="00D33AD3"/>
    <w:rsid w:val="00D43877"/>
    <w:rsid w:val="00D64B68"/>
    <w:rsid w:val="00D66F2D"/>
    <w:rsid w:val="00D77749"/>
    <w:rsid w:val="00D808E2"/>
    <w:rsid w:val="00D950F0"/>
    <w:rsid w:val="00DA0A23"/>
    <w:rsid w:val="00DC12F9"/>
    <w:rsid w:val="00DE02F8"/>
    <w:rsid w:val="00E159BA"/>
    <w:rsid w:val="00E26412"/>
    <w:rsid w:val="00E3322D"/>
    <w:rsid w:val="00E420C1"/>
    <w:rsid w:val="00E43EB1"/>
    <w:rsid w:val="00E52DBB"/>
    <w:rsid w:val="00E82D20"/>
    <w:rsid w:val="00E86F36"/>
    <w:rsid w:val="00E87D6B"/>
    <w:rsid w:val="00EA7C72"/>
    <w:rsid w:val="00EC3760"/>
    <w:rsid w:val="00EE2A69"/>
    <w:rsid w:val="00EE372C"/>
    <w:rsid w:val="00F27F5A"/>
    <w:rsid w:val="00F374C5"/>
    <w:rsid w:val="00F4148A"/>
    <w:rsid w:val="00FA15A8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15A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A15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A15A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A15A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FA15A8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17D1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FA15A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FA15A8"/>
  </w:style>
  <w:style w:type="paragraph" w:styleId="BodyTextIndent3">
    <w:name w:val="Body Text Indent 3"/>
    <w:basedOn w:val="Normal"/>
    <w:link w:val="BodyTextIndent3Char"/>
    <w:uiPriority w:val="99"/>
    <w:rsid w:val="00FA15A8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FA15A8"/>
    <w:pPr>
      <w:jc w:val="both"/>
    </w:pPr>
  </w:style>
  <w:style w:type="paragraph" w:customStyle="1" w:styleId="BodyTextIndent31">
    <w:name w:val="Body Text Indent 31"/>
    <w:basedOn w:val="Normal"/>
    <w:uiPriority w:val="99"/>
    <w:rsid w:val="00FA15A8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0">
    <w:name w:val="Гипертекстовая ссылка"/>
    <w:basedOn w:val="a"/>
    <w:uiPriority w:val="99"/>
    <w:rsid w:val="000E625F"/>
    <w:rPr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417D1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2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2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2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2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2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2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2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223</Words>
  <Characters>1277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USER5</cp:lastModifiedBy>
  <cp:revision>10</cp:revision>
  <cp:lastPrinted>2015-04-23T08:09:00Z</cp:lastPrinted>
  <dcterms:created xsi:type="dcterms:W3CDTF">2014-11-12T06:13:00Z</dcterms:created>
  <dcterms:modified xsi:type="dcterms:W3CDTF">2015-04-28T14:34:00Z</dcterms:modified>
</cp:coreProperties>
</file>