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Ind w:w="-106" w:type="dxa"/>
        <w:tblLook w:val="0000"/>
      </w:tblPr>
      <w:tblGrid>
        <w:gridCol w:w="9853"/>
      </w:tblGrid>
      <w:tr w:rsidR="006D56E6">
        <w:trPr>
          <w:trHeight w:val="3403"/>
        </w:trPr>
        <w:tc>
          <w:tcPr>
            <w:tcW w:w="9853" w:type="dxa"/>
          </w:tcPr>
          <w:p w:rsidR="006D56E6" w:rsidRPr="00355A35" w:rsidRDefault="006D56E6" w:rsidP="00355A35">
            <w:pPr>
              <w:jc w:val="center"/>
              <w:rPr>
                <w:rFonts w:ascii="Times New Roman" w:hAnsi="Times New Roman" w:cs="Times New Roman"/>
              </w:rPr>
            </w:pPr>
            <w:r w:rsidRPr="00195E62">
              <w:rPr>
                <w:rFonts w:ascii="Times New Roman" w:hAnsi="Times New Roman" w:cs="Times New Roman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" style="width:56.25pt;height:62.25pt;visibility:visible">
                  <v:imagedata r:id="rId5" o:title=""/>
                </v:shape>
              </w:pict>
            </w:r>
          </w:p>
          <w:p w:rsidR="006D56E6" w:rsidRPr="00355A35" w:rsidRDefault="006D56E6" w:rsidP="00355A35">
            <w:pPr>
              <w:jc w:val="center"/>
              <w:rPr>
                <w:rFonts w:ascii="Times New Roman" w:hAnsi="Times New Roman" w:cs="Times New Roman"/>
              </w:rPr>
            </w:pPr>
          </w:p>
          <w:p w:rsidR="006D56E6" w:rsidRPr="00355A35" w:rsidRDefault="006D56E6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5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ЗАПОРОЖСКОГО  СЕЛЬСКОГО ПОСЕЛЕНИЯ</w:t>
            </w:r>
          </w:p>
          <w:p w:rsidR="006D56E6" w:rsidRPr="00355A35" w:rsidRDefault="006D56E6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55A3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6D56E6" w:rsidRPr="00355A35" w:rsidRDefault="006D56E6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6D56E6" w:rsidRPr="00355A35" w:rsidRDefault="006D56E6" w:rsidP="00355A35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355A3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ПОСТАНОВЛЕНИЕ</w:t>
            </w:r>
          </w:p>
          <w:p w:rsidR="006D56E6" w:rsidRPr="00355A35" w:rsidRDefault="006D56E6" w:rsidP="00355A35">
            <w:pPr>
              <w:jc w:val="center"/>
              <w:rPr>
                <w:rFonts w:ascii="Times New Roman" w:hAnsi="Times New Roman" w:cs="Times New Roman"/>
              </w:rPr>
            </w:pPr>
            <w:r w:rsidRPr="00355A35">
              <w:rPr>
                <w:rFonts w:ascii="Times New Roman" w:hAnsi="Times New Roman" w:cs="Times New Roman"/>
              </w:rPr>
              <w:t>от____</w:t>
            </w:r>
            <w:r w:rsidRPr="008A6B84">
              <w:rPr>
                <w:rFonts w:ascii="Times New Roman" w:hAnsi="Times New Roman" w:cs="Times New Roman"/>
                <w:u w:val="single"/>
              </w:rPr>
              <w:t>27.08.2013</w:t>
            </w:r>
            <w:r w:rsidRPr="00355A35">
              <w:rPr>
                <w:rFonts w:ascii="Times New Roman" w:hAnsi="Times New Roman" w:cs="Times New Roman"/>
              </w:rPr>
              <w:t>____                                                                          №__</w:t>
            </w:r>
            <w:r w:rsidRPr="008A6B84">
              <w:rPr>
                <w:rFonts w:ascii="Times New Roman" w:hAnsi="Times New Roman" w:cs="Times New Roman"/>
                <w:u w:val="single"/>
              </w:rPr>
              <w:t>364</w:t>
            </w:r>
            <w:r w:rsidRPr="00355A35">
              <w:rPr>
                <w:rFonts w:ascii="Times New Roman" w:hAnsi="Times New Roman" w:cs="Times New Roman"/>
              </w:rPr>
              <w:t>______</w:t>
            </w:r>
          </w:p>
          <w:p w:rsidR="006D56E6" w:rsidRPr="00FE788D" w:rsidRDefault="006D56E6" w:rsidP="00FE788D">
            <w:pPr>
              <w:jc w:val="center"/>
              <w:rPr>
                <w:rFonts w:ascii="Times New Roman" w:hAnsi="Times New Roman" w:cs="Times New Roman"/>
              </w:rPr>
            </w:pPr>
            <w:r w:rsidRPr="00FE788D">
              <w:rPr>
                <w:rFonts w:ascii="Times New Roman" w:hAnsi="Times New Roman" w:cs="Times New Roman"/>
              </w:rPr>
              <w:t>ст-ца Запорожская</w:t>
            </w:r>
          </w:p>
        </w:tc>
      </w:tr>
    </w:tbl>
    <w:p w:rsidR="006D56E6" w:rsidRDefault="006D56E6" w:rsidP="00FE788D"/>
    <w:p w:rsidR="006D56E6" w:rsidRPr="006E5952" w:rsidRDefault="006D56E6" w:rsidP="00231929">
      <w:pPr>
        <w:jc w:val="center"/>
      </w:pPr>
    </w:p>
    <w:p w:rsidR="006D56E6" w:rsidRDefault="006D56E6" w:rsidP="00C16026">
      <w:pPr>
        <w:jc w:val="center"/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отмене постановления администрации Запорожского сельского поселения Темрюкского района  </w:t>
      </w:r>
      <w:r w:rsidRPr="002C4329">
        <w:rPr>
          <w:rFonts w:ascii="Times New Roman" w:hAnsi="Times New Roman" w:cs="Times New Roman"/>
          <w:b/>
          <w:bCs/>
          <w:sz w:val="28"/>
          <w:szCs w:val="28"/>
        </w:rPr>
        <w:t>от 16 мая 2013 года № 159 «</w:t>
      </w:r>
      <w:hyperlink r:id="rId6" w:history="1">
        <w:r w:rsidRPr="002C4329">
          <w:rPr>
            <w:rStyle w:val="Hyperlink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t>Об утверждении порядка организации сбора ртутьсодержащих ламп и информирование юридических, физических лиц, индивидуальных</w:t>
        </w:r>
        <w:r w:rsidRPr="002C4329">
          <w:rPr>
            <w:rStyle w:val="Hyperlink"/>
            <w:rFonts w:ascii="Times New Roman" w:hAnsi="Times New Roman"/>
            <w:b/>
            <w:bCs/>
            <w:color w:val="auto"/>
            <w:sz w:val="28"/>
            <w:szCs w:val="28"/>
            <w:u w:val="none"/>
          </w:rPr>
          <w:br/>
          <w:t>предпринимателей о порядке такого сбора на территории Запорожского сельского поселения Темрюкского района</w:t>
        </w:r>
      </w:hyperlink>
      <w:r w:rsidRPr="002C4329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>, постановления администрации Запорожского сельского поселения Темрюкского района от 21 июня 2013 года № 241 «О внесении изменений в постановление администрации Запорожского сельского поселения Темрюкского района от 16 мая 2013 года № 159 «</w:t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instrText>HYPERLINK "garantF1://31411067.0"</w:instrText>
      </w:r>
      <w:r w:rsidRPr="008A6B84">
        <w:rPr>
          <w:rFonts w:ascii="Times New Roman" w:hAnsi="Times New Roman" w:cs="Times New Roman"/>
          <w:b/>
          <w:bCs/>
          <w:sz w:val="28"/>
          <w:szCs w:val="28"/>
        </w:rPr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Об утверждении порядка организ</w:t>
      </w:r>
      <w:r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 xml:space="preserve">ации сбора ртутьсодержащих ламп </w:t>
      </w: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и информирование юридических,</w:t>
      </w:r>
      <w:r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 xml:space="preserve"> физических лиц, индивидуальных </w:t>
      </w: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предпринимателей о порядке такого сбора на террит</w:t>
      </w:r>
      <w:r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ории</w:t>
      </w:r>
    </w:p>
    <w:p w:rsidR="006D56E6" w:rsidRDefault="006D56E6" w:rsidP="00C16026">
      <w:pPr>
        <w:jc w:val="center"/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</w:pP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Запорожского сельского поселения Темрюкского района</w:t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>», постановления администрации Запорожского сельского поселения Темрюкского района от 8 августа 2013 года № 275 «О внесении изменений в постановление администрации Запорожского сельского поселения Темрюкского района от 16 мая 2013 года № 159 «</w:t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fldChar w:fldCharType="begin"/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instrText>HYPERLINK "garantF1://31411067.0"</w:instrText>
      </w:r>
      <w:r w:rsidRPr="008A6B84">
        <w:rPr>
          <w:rFonts w:ascii="Times New Roman" w:hAnsi="Times New Roman" w:cs="Times New Roman"/>
          <w:b/>
          <w:bCs/>
          <w:sz w:val="28"/>
          <w:szCs w:val="28"/>
        </w:rPr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fldChar w:fldCharType="separate"/>
      </w: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Об утверждении порядка организ</w:t>
      </w:r>
      <w:r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 xml:space="preserve">ации сбора ртутьсодержащих ламп </w:t>
      </w: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и информирование юридических,</w:t>
      </w:r>
      <w:r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 xml:space="preserve"> физических лиц, индивидуальных </w:t>
      </w: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предпринимателей о порядке такого сбора на террит</w:t>
      </w:r>
      <w:r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ории</w:t>
      </w:r>
    </w:p>
    <w:p w:rsidR="006D56E6" w:rsidRPr="002C4329" w:rsidRDefault="006D56E6" w:rsidP="00C160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5952">
        <w:rPr>
          <w:rStyle w:val="Hyperlink"/>
          <w:rFonts w:ascii="Times New Roman" w:hAnsi="Times New Roman"/>
          <w:b/>
          <w:bCs/>
          <w:color w:val="auto"/>
          <w:sz w:val="28"/>
          <w:szCs w:val="28"/>
          <w:u w:val="none"/>
        </w:rPr>
        <w:t>Запорожского сельского поселения Темрюкского района</w:t>
      </w:r>
      <w:r w:rsidRPr="006E5952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6D56E6" w:rsidRDefault="006D56E6" w:rsidP="006E5952"/>
    <w:p w:rsidR="006D56E6" w:rsidRPr="006E5952" w:rsidRDefault="006D56E6" w:rsidP="006E5952"/>
    <w:p w:rsidR="006D56E6" w:rsidRDefault="006D56E6" w:rsidP="00D208D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экспертное заключение  департамента внутренней политики администрации Краснодарского края управления по взаимодействию с органами местного самоуправления от 18 июля 2013 года № 34.01-10693/13-04 </w:t>
      </w:r>
      <w:r w:rsidRPr="00FA7D06">
        <w:rPr>
          <w:rFonts w:ascii="Times New Roman" w:hAnsi="Times New Roman" w:cs="Times New Roman"/>
          <w:spacing w:val="40"/>
          <w:sz w:val="28"/>
          <w:szCs w:val="28"/>
        </w:rPr>
        <w:t>постановляю</w:t>
      </w:r>
      <w:r w:rsidRPr="00C754D5">
        <w:rPr>
          <w:rFonts w:ascii="Times New Roman" w:hAnsi="Times New Roman" w:cs="Times New Roman"/>
          <w:sz w:val="28"/>
          <w:szCs w:val="28"/>
        </w:rPr>
        <w:t>:</w:t>
      </w:r>
    </w:p>
    <w:p w:rsidR="006D56E6" w:rsidRDefault="006D56E6" w:rsidP="00D208D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93F4E">
        <w:rPr>
          <w:rFonts w:ascii="Times New Roman" w:hAnsi="Times New Roman" w:cs="Times New Roman"/>
          <w:sz w:val="28"/>
          <w:szCs w:val="28"/>
        </w:rPr>
        <w:t>Постановление администрации Запорожского сельского поселения Темрюкского района  от 16 мая 2013 года № 159 «</w:t>
      </w:r>
      <w:hyperlink r:id="rId7" w:history="1">
        <w:r w:rsidRPr="00793F4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Об утверждении порядка организации сбора ртутьсодержащих ламп и информирование юридических, физических лиц, индивидуа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льных </w:t>
        </w:r>
        <w:r w:rsidRPr="00793F4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предпринимателей о порядке такого сбора на территории Запорожского сельского поселения Темрюкского района</w:t>
        </w:r>
      </w:hyperlink>
      <w:r w:rsidRPr="00793F4E">
        <w:rPr>
          <w:rFonts w:ascii="Times New Roman" w:hAnsi="Times New Roman" w:cs="Times New Roman"/>
          <w:sz w:val="28"/>
          <w:szCs w:val="28"/>
        </w:rPr>
        <w:t>», постановление администрации Запорожского сельского поселения Темрюкского района от 21 июня 2013 года № 241 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793F4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93F4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93F4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апорожского        сельского        поселения </w:t>
      </w:r>
    </w:p>
    <w:p w:rsidR="006D56E6" w:rsidRDefault="006D56E6" w:rsidP="00D208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6D56E6" w:rsidRDefault="006D56E6" w:rsidP="00D208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D56E6" w:rsidRPr="00793F4E" w:rsidRDefault="006D56E6" w:rsidP="00D208DD">
      <w:pPr>
        <w:jc w:val="both"/>
        <w:rPr>
          <w:rStyle w:val="Hyperlink"/>
          <w:rFonts w:ascii="Times New Roman" w:hAnsi="Times New Roman"/>
          <w:color w:val="auto"/>
          <w:sz w:val="28"/>
          <w:szCs w:val="28"/>
          <w:u w:val="none"/>
        </w:rPr>
      </w:pPr>
      <w:r w:rsidRPr="00793F4E">
        <w:rPr>
          <w:rFonts w:ascii="Times New Roman" w:hAnsi="Times New Roman" w:cs="Times New Roman"/>
          <w:sz w:val="28"/>
          <w:szCs w:val="28"/>
        </w:rPr>
        <w:t>Темрюкского района от 16 мая 2013 года № 159 «</w:t>
      </w:r>
      <w:hyperlink r:id="rId8" w:history="1">
        <w:r w:rsidRPr="00793F4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Об утверждении порядка организации сбора ртутьсодержащих ламп и информирование юридических, физических лиц, индивидуальных предпринимателей о порядке такого сбора на территории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Pr="00793F4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Запорожского сельского поселения Темрюкского района</w:t>
        </w:r>
      </w:hyperlink>
      <w:r w:rsidRPr="00793F4E">
        <w:rPr>
          <w:rFonts w:ascii="Times New Roman" w:hAnsi="Times New Roman" w:cs="Times New Roman"/>
          <w:sz w:val="28"/>
          <w:szCs w:val="28"/>
        </w:rPr>
        <w:t>», постановление администрации Запорожского сельского поселения Темрюкского района от 8 августа 2013 года № 275 «О внесении изменений в постановление администрации Запорожского сельского поселения Темрюкского района от 16 мая 2013 года № 159 «</w:t>
      </w:r>
      <w:r w:rsidRPr="00793F4E">
        <w:rPr>
          <w:rFonts w:ascii="Times New Roman" w:hAnsi="Times New Roman" w:cs="Times New Roman"/>
          <w:sz w:val="28"/>
          <w:szCs w:val="28"/>
        </w:rPr>
        <w:fldChar w:fldCharType="begin"/>
      </w:r>
      <w:r w:rsidRPr="00793F4E">
        <w:rPr>
          <w:rFonts w:ascii="Times New Roman" w:hAnsi="Times New Roman" w:cs="Times New Roman"/>
          <w:sz w:val="28"/>
          <w:szCs w:val="28"/>
        </w:rPr>
        <w:instrText>HYPERLINK "garantF1://31411067.0"</w:instrText>
      </w:r>
      <w:r w:rsidRPr="008A6B84">
        <w:rPr>
          <w:rFonts w:ascii="Times New Roman" w:hAnsi="Times New Roman" w:cs="Times New Roman"/>
          <w:sz w:val="28"/>
          <w:szCs w:val="28"/>
        </w:rPr>
      </w:r>
      <w:r w:rsidRPr="00793F4E">
        <w:rPr>
          <w:rFonts w:ascii="Times New Roman" w:hAnsi="Times New Roman" w:cs="Times New Roman"/>
          <w:sz w:val="28"/>
          <w:szCs w:val="28"/>
        </w:rPr>
        <w:fldChar w:fldCharType="separate"/>
      </w:r>
      <w:r w:rsidRPr="00793F4E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Об утверждении порядка организации сбора ртутьсодержащих ламп и информирование юридических, физических лиц, индивидуальных предпринимателей о порядке такого сбора на территории</w:t>
      </w:r>
    </w:p>
    <w:p w:rsidR="006D56E6" w:rsidRPr="00793F4E" w:rsidRDefault="006D56E6" w:rsidP="00D208D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3F4E">
        <w:rPr>
          <w:rStyle w:val="Hyperlink"/>
          <w:rFonts w:ascii="Times New Roman" w:hAnsi="Times New Roman"/>
          <w:color w:val="auto"/>
          <w:sz w:val="28"/>
          <w:szCs w:val="28"/>
          <w:u w:val="none"/>
        </w:rPr>
        <w:t>Запорожского сельского поселения Темрюкского района</w:t>
      </w:r>
      <w:r w:rsidRPr="00793F4E">
        <w:rPr>
          <w:rFonts w:ascii="Times New Roman" w:hAnsi="Times New Roman" w:cs="Times New Roman"/>
          <w:sz w:val="28"/>
          <w:szCs w:val="28"/>
        </w:rPr>
        <w:fldChar w:fldCharType="end"/>
      </w:r>
      <w:r w:rsidRPr="00793F4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считать утратившими силу.</w:t>
      </w:r>
    </w:p>
    <w:p w:rsidR="006D56E6" w:rsidRDefault="006D56E6" w:rsidP="00D208D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>
        <w:rPr>
          <w:rFonts w:ascii="Times New Roman" w:hAnsi="Times New Roman" w:cs="Times New Roman"/>
          <w:sz w:val="28"/>
          <w:szCs w:val="28"/>
        </w:rPr>
        <w:t>2</w:t>
      </w:r>
      <w:r w:rsidRPr="00C754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Директору МКУ «МТО администрации Запорожского сельского поселения Темрюкского района» Е.А.Чепель обнародовать настоящее постановление в установленном порядке.</w:t>
      </w:r>
    </w:p>
    <w:p w:rsidR="006D56E6" w:rsidRDefault="006D56E6" w:rsidP="00D208D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C754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D5">
        <w:rPr>
          <w:rFonts w:ascii="Times New Roman" w:hAnsi="Times New Roman" w:cs="Times New Roman"/>
          <w:sz w:val="28"/>
          <w:szCs w:val="28"/>
        </w:rPr>
        <w:t xml:space="preserve">Контроль за </w:t>
      </w:r>
      <w:r>
        <w:rPr>
          <w:rFonts w:ascii="Times New Roman" w:hAnsi="Times New Roman" w:cs="Times New Roman"/>
          <w:sz w:val="28"/>
          <w:szCs w:val="28"/>
        </w:rPr>
        <w:t>выполнением</w:t>
      </w:r>
      <w:r w:rsidRPr="00C754D5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</w:t>
      </w:r>
    </w:p>
    <w:p w:rsidR="006D56E6" w:rsidRPr="00C754D5" w:rsidRDefault="006D56E6" w:rsidP="00D208D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75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обнародования.</w:t>
      </w:r>
    </w:p>
    <w:bookmarkEnd w:id="1"/>
    <w:p w:rsidR="006D56E6" w:rsidRDefault="006D56E6" w:rsidP="001B7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B7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B75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B75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6D56E6" w:rsidRDefault="006D56E6" w:rsidP="001B75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C754D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D56E6" w:rsidRDefault="006D56E6" w:rsidP="001B75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C754D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E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У.Л.Савина</w:t>
      </w: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Pr="00C754D5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 w:rsidP="001A1B5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Default="006D56E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56E6" w:rsidRPr="00C21021" w:rsidRDefault="006D56E6" w:rsidP="008A6B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D56E6" w:rsidRPr="00C21021" w:rsidSect="00231929">
      <w:pgSz w:w="11900" w:h="16800"/>
      <w:pgMar w:top="426" w:right="560" w:bottom="1418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3F0AE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EAB9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F741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D1EFE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8EA32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7285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45CC39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77437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C35E9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52A3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4A662F1"/>
    <w:multiLevelType w:val="multilevel"/>
    <w:tmpl w:val="FDF41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816A74"/>
    <w:multiLevelType w:val="hybridMultilevel"/>
    <w:tmpl w:val="C9AA1D90"/>
    <w:lvl w:ilvl="0" w:tplc="5E6CBFCE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F19"/>
    <w:rsid w:val="000019F0"/>
    <w:rsid w:val="00025156"/>
    <w:rsid w:val="00034942"/>
    <w:rsid w:val="00044F87"/>
    <w:rsid w:val="00061FB2"/>
    <w:rsid w:val="000846DE"/>
    <w:rsid w:val="00097076"/>
    <w:rsid w:val="000A737E"/>
    <w:rsid w:val="000A7484"/>
    <w:rsid w:val="000D22AB"/>
    <w:rsid w:val="000E4742"/>
    <w:rsid w:val="00101EF6"/>
    <w:rsid w:val="00110786"/>
    <w:rsid w:val="00112790"/>
    <w:rsid w:val="001810C7"/>
    <w:rsid w:val="0019303E"/>
    <w:rsid w:val="00195E62"/>
    <w:rsid w:val="001A1B55"/>
    <w:rsid w:val="001B261D"/>
    <w:rsid w:val="001B753D"/>
    <w:rsid w:val="001D250E"/>
    <w:rsid w:val="00216B8D"/>
    <w:rsid w:val="00226E35"/>
    <w:rsid w:val="00231929"/>
    <w:rsid w:val="00254407"/>
    <w:rsid w:val="002578C9"/>
    <w:rsid w:val="00264B6B"/>
    <w:rsid w:val="0026583D"/>
    <w:rsid w:val="0027437E"/>
    <w:rsid w:val="00290476"/>
    <w:rsid w:val="002C4329"/>
    <w:rsid w:val="00355A35"/>
    <w:rsid w:val="003607B4"/>
    <w:rsid w:val="003747A5"/>
    <w:rsid w:val="0038077F"/>
    <w:rsid w:val="0039044D"/>
    <w:rsid w:val="003B6F02"/>
    <w:rsid w:val="003C6118"/>
    <w:rsid w:val="003E0ABD"/>
    <w:rsid w:val="003E7F2C"/>
    <w:rsid w:val="00402C66"/>
    <w:rsid w:val="00404E26"/>
    <w:rsid w:val="00410772"/>
    <w:rsid w:val="00422A36"/>
    <w:rsid w:val="0042769D"/>
    <w:rsid w:val="00461ACE"/>
    <w:rsid w:val="004834B5"/>
    <w:rsid w:val="00491B58"/>
    <w:rsid w:val="004B1CC0"/>
    <w:rsid w:val="004D365B"/>
    <w:rsid w:val="004D494C"/>
    <w:rsid w:val="004E0AF6"/>
    <w:rsid w:val="00522204"/>
    <w:rsid w:val="005403FA"/>
    <w:rsid w:val="00575439"/>
    <w:rsid w:val="00575E50"/>
    <w:rsid w:val="005771D5"/>
    <w:rsid w:val="00593374"/>
    <w:rsid w:val="005A5776"/>
    <w:rsid w:val="005A591C"/>
    <w:rsid w:val="005B4609"/>
    <w:rsid w:val="005D2CD4"/>
    <w:rsid w:val="005D37B1"/>
    <w:rsid w:val="00622401"/>
    <w:rsid w:val="0063143B"/>
    <w:rsid w:val="00636535"/>
    <w:rsid w:val="0064065E"/>
    <w:rsid w:val="00647563"/>
    <w:rsid w:val="00652373"/>
    <w:rsid w:val="00652F33"/>
    <w:rsid w:val="0067660D"/>
    <w:rsid w:val="00690C02"/>
    <w:rsid w:val="006B6BDA"/>
    <w:rsid w:val="006B6E9E"/>
    <w:rsid w:val="006C1F6B"/>
    <w:rsid w:val="006C5BDB"/>
    <w:rsid w:val="006C7826"/>
    <w:rsid w:val="006D56E6"/>
    <w:rsid w:val="006E5952"/>
    <w:rsid w:val="006E69E0"/>
    <w:rsid w:val="007028BF"/>
    <w:rsid w:val="00734402"/>
    <w:rsid w:val="00783F14"/>
    <w:rsid w:val="00791877"/>
    <w:rsid w:val="00793F4E"/>
    <w:rsid w:val="007C0302"/>
    <w:rsid w:val="007C0623"/>
    <w:rsid w:val="007D0897"/>
    <w:rsid w:val="007D7E60"/>
    <w:rsid w:val="007F6B3A"/>
    <w:rsid w:val="00837E02"/>
    <w:rsid w:val="008768C9"/>
    <w:rsid w:val="00886B07"/>
    <w:rsid w:val="0089799B"/>
    <w:rsid w:val="008A53C7"/>
    <w:rsid w:val="008A6B84"/>
    <w:rsid w:val="008B2F19"/>
    <w:rsid w:val="008B70EA"/>
    <w:rsid w:val="008B74B6"/>
    <w:rsid w:val="008B771C"/>
    <w:rsid w:val="008D5C19"/>
    <w:rsid w:val="008D7DE3"/>
    <w:rsid w:val="008F6168"/>
    <w:rsid w:val="008F677E"/>
    <w:rsid w:val="00935E4B"/>
    <w:rsid w:val="0095158A"/>
    <w:rsid w:val="00972C3D"/>
    <w:rsid w:val="00976E5C"/>
    <w:rsid w:val="00980138"/>
    <w:rsid w:val="00984DAA"/>
    <w:rsid w:val="00990D45"/>
    <w:rsid w:val="009930B8"/>
    <w:rsid w:val="00995193"/>
    <w:rsid w:val="009B3EA6"/>
    <w:rsid w:val="009C58DE"/>
    <w:rsid w:val="009D7667"/>
    <w:rsid w:val="009F2884"/>
    <w:rsid w:val="009F6C79"/>
    <w:rsid w:val="009F6E46"/>
    <w:rsid w:val="00A0477E"/>
    <w:rsid w:val="00A630ED"/>
    <w:rsid w:val="00A82547"/>
    <w:rsid w:val="00A8708D"/>
    <w:rsid w:val="00A87720"/>
    <w:rsid w:val="00A93849"/>
    <w:rsid w:val="00AA3C1D"/>
    <w:rsid w:val="00AD11B0"/>
    <w:rsid w:val="00AD191A"/>
    <w:rsid w:val="00AD240B"/>
    <w:rsid w:val="00AE28E5"/>
    <w:rsid w:val="00B07BEF"/>
    <w:rsid w:val="00B3274A"/>
    <w:rsid w:val="00B47758"/>
    <w:rsid w:val="00B63DCF"/>
    <w:rsid w:val="00B80F96"/>
    <w:rsid w:val="00B846EB"/>
    <w:rsid w:val="00B938C3"/>
    <w:rsid w:val="00C16026"/>
    <w:rsid w:val="00C21021"/>
    <w:rsid w:val="00C32DF8"/>
    <w:rsid w:val="00C45D92"/>
    <w:rsid w:val="00C56605"/>
    <w:rsid w:val="00C754D5"/>
    <w:rsid w:val="00C767BF"/>
    <w:rsid w:val="00C814D5"/>
    <w:rsid w:val="00C95038"/>
    <w:rsid w:val="00CA0F0F"/>
    <w:rsid w:val="00CB2ACA"/>
    <w:rsid w:val="00CD4337"/>
    <w:rsid w:val="00CD6482"/>
    <w:rsid w:val="00D116B9"/>
    <w:rsid w:val="00D208DD"/>
    <w:rsid w:val="00D22CF2"/>
    <w:rsid w:val="00D34889"/>
    <w:rsid w:val="00D43A62"/>
    <w:rsid w:val="00D44B0B"/>
    <w:rsid w:val="00D670FE"/>
    <w:rsid w:val="00D736DE"/>
    <w:rsid w:val="00DA326A"/>
    <w:rsid w:val="00DE2B25"/>
    <w:rsid w:val="00E32A5C"/>
    <w:rsid w:val="00E52686"/>
    <w:rsid w:val="00E669B4"/>
    <w:rsid w:val="00E7366F"/>
    <w:rsid w:val="00E87745"/>
    <w:rsid w:val="00EC07BC"/>
    <w:rsid w:val="00EC63C2"/>
    <w:rsid w:val="00ED4070"/>
    <w:rsid w:val="00EE007C"/>
    <w:rsid w:val="00EE4D69"/>
    <w:rsid w:val="00F071FE"/>
    <w:rsid w:val="00F40C32"/>
    <w:rsid w:val="00F576B4"/>
    <w:rsid w:val="00F62A8D"/>
    <w:rsid w:val="00F80733"/>
    <w:rsid w:val="00F84A5D"/>
    <w:rsid w:val="00FA1E34"/>
    <w:rsid w:val="00FA7D06"/>
    <w:rsid w:val="00FE1E71"/>
    <w:rsid w:val="00FE788D"/>
    <w:rsid w:val="00FF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5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2547"/>
    <w:pPr>
      <w:spacing w:before="108" w:after="108"/>
      <w:jc w:val="center"/>
      <w:outlineLvl w:val="0"/>
    </w:pPr>
    <w:rPr>
      <w:b/>
      <w:bCs/>
      <w:color w:val="000080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82547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A82547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A82547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254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254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254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2547"/>
    <w:rPr>
      <w:rFonts w:cs="Times New Roman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A82547"/>
    <w:rPr>
      <w:rFonts w:cs="Times New Roman"/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A82547"/>
    <w:rPr>
      <w:color w:val="008000"/>
    </w:rPr>
  </w:style>
  <w:style w:type="character" w:customStyle="1" w:styleId="a1">
    <w:name w:val="Активная гипертекстовая ссылка"/>
    <w:basedOn w:val="a0"/>
    <w:uiPriority w:val="99"/>
    <w:rsid w:val="00A82547"/>
    <w:rPr>
      <w:u w:val="single"/>
    </w:rPr>
  </w:style>
  <w:style w:type="paragraph" w:customStyle="1" w:styleId="a2">
    <w:name w:val="Внимание: криминал!!"/>
    <w:basedOn w:val="Normal"/>
    <w:next w:val="Normal"/>
    <w:uiPriority w:val="99"/>
    <w:rsid w:val="00A82547"/>
    <w:pPr>
      <w:jc w:val="both"/>
    </w:pPr>
  </w:style>
  <w:style w:type="paragraph" w:customStyle="1" w:styleId="a3">
    <w:name w:val="Внимание: недобросовестность!"/>
    <w:basedOn w:val="Normal"/>
    <w:next w:val="Normal"/>
    <w:uiPriority w:val="99"/>
    <w:rsid w:val="00A82547"/>
    <w:pPr>
      <w:jc w:val="both"/>
    </w:pPr>
  </w:style>
  <w:style w:type="character" w:customStyle="1" w:styleId="a4">
    <w:name w:val="Выделение для Базового Поиска"/>
    <w:basedOn w:val="a"/>
    <w:uiPriority w:val="99"/>
    <w:rsid w:val="00A82547"/>
    <w:rPr>
      <w:color w:val="0058A9"/>
    </w:rPr>
  </w:style>
  <w:style w:type="character" w:customStyle="1" w:styleId="a5">
    <w:name w:val="Выделение для Базового Поиска (курсив)"/>
    <w:basedOn w:val="a4"/>
    <w:uiPriority w:val="99"/>
    <w:rsid w:val="00A82547"/>
    <w:rPr>
      <w:i/>
      <w:iCs/>
    </w:rPr>
  </w:style>
  <w:style w:type="paragraph" w:customStyle="1" w:styleId="a6">
    <w:name w:val="Основное меню (преемственное)"/>
    <w:basedOn w:val="Normal"/>
    <w:next w:val="Normal"/>
    <w:uiPriority w:val="99"/>
    <w:rsid w:val="00A82547"/>
    <w:pPr>
      <w:jc w:val="both"/>
    </w:pPr>
    <w:rPr>
      <w:rFonts w:ascii="Verdana" w:hAnsi="Verdana" w:cs="Verdana"/>
    </w:rPr>
  </w:style>
  <w:style w:type="paragraph" w:customStyle="1" w:styleId="a7">
    <w:name w:val="Заголовок"/>
    <w:basedOn w:val="a6"/>
    <w:next w:val="Normal"/>
    <w:uiPriority w:val="99"/>
    <w:rsid w:val="00A82547"/>
    <w:rPr>
      <w:rFonts w:ascii="Arial" w:hAnsi="Arial" w:cs="Arial"/>
      <w:b/>
      <w:bCs/>
      <w:color w:val="0058A9"/>
      <w:shd w:val="clear" w:color="auto" w:fill="D4D0C8"/>
    </w:rPr>
  </w:style>
  <w:style w:type="paragraph" w:customStyle="1" w:styleId="a8">
    <w:name w:val="Заголовок группы контролов"/>
    <w:basedOn w:val="Normal"/>
    <w:next w:val="Normal"/>
    <w:uiPriority w:val="99"/>
    <w:rsid w:val="00A82547"/>
    <w:pPr>
      <w:jc w:val="both"/>
    </w:pPr>
    <w:rPr>
      <w:b/>
      <w:bCs/>
      <w:color w:val="000000"/>
    </w:rPr>
  </w:style>
  <w:style w:type="paragraph" w:customStyle="1" w:styleId="a9">
    <w:name w:val="Заголовок для информации об изменениях"/>
    <w:basedOn w:val="Heading1"/>
    <w:next w:val="Normal"/>
    <w:uiPriority w:val="99"/>
    <w:rsid w:val="00A82547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a">
    <w:name w:val="Заголовок приложения"/>
    <w:basedOn w:val="Normal"/>
    <w:next w:val="Normal"/>
    <w:uiPriority w:val="99"/>
    <w:rsid w:val="00A82547"/>
    <w:pPr>
      <w:jc w:val="right"/>
    </w:pPr>
  </w:style>
  <w:style w:type="paragraph" w:customStyle="1" w:styleId="ab">
    <w:name w:val="Заголовок распахивающейся части диалога"/>
    <w:basedOn w:val="Normal"/>
    <w:next w:val="Normal"/>
    <w:uiPriority w:val="99"/>
    <w:rsid w:val="00A82547"/>
    <w:pPr>
      <w:jc w:val="both"/>
    </w:pPr>
    <w:rPr>
      <w:i/>
      <w:iCs/>
      <w:color w:val="000080"/>
    </w:rPr>
  </w:style>
  <w:style w:type="character" w:customStyle="1" w:styleId="ac">
    <w:name w:val="Заголовок своего сообщения"/>
    <w:basedOn w:val="a"/>
    <w:uiPriority w:val="99"/>
    <w:rsid w:val="00A82547"/>
  </w:style>
  <w:style w:type="paragraph" w:customStyle="1" w:styleId="ad">
    <w:name w:val="Заголовок статьи"/>
    <w:basedOn w:val="Normal"/>
    <w:next w:val="Normal"/>
    <w:uiPriority w:val="99"/>
    <w:rsid w:val="00A82547"/>
    <w:pPr>
      <w:ind w:left="1612" w:hanging="892"/>
      <w:jc w:val="both"/>
    </w:pPr>
  </w:style>
  <w:style w:type="character" w:customStyle="1" w:styleId="ae">
    <w:name w:val="Заголовок чужого сообщения"/>
    <w:basedOn w:val="a"/>
    <w:uiPriority w:val="99"/>
    <w:rsid w:val="00A82547"/>
    <w:rPr>
      <w:color w:val="FF0000"/>
    </w:rPr>
  </w:style>
  <w:style w:type="paragraph" w:customStyle="1" w:styleId="af">
    <w:name w:val="Интерактивный заголовок"/>
    <w:basedOn w:val="a7"/>
    <w:next w:val="Normal"/>
    <w:uiPriority w:val="99"/>
    <w:rsid w:val="00A82547"/>
    <w:rPr>
      <w:b w:val="0"/>
      <w:bCs w:val="0"/>
      <w:color w:val="auto"/>
      <w:u w:val="single"/>
      <w:shd w:val="clear" w:color="auto" w:fill="auto"/>
    </w:rPr>
  </w:style>
  <w:style w:type="paragraph" w:customStyle="1" w:styleId="af0">
    <w:name w:val="Текст информации об изменениях"/>
    <w:basedOn w:val="Normal"/>
    <w:next w:val="Normal"/>
    <w:uiPriority w:val="99"/>
    <w:rsid w:val="00A82547"/>
    <w:pPr>
      <w:jc w:val="both"/>
    </w:pPr>
    <w:rPr>
      <w:sz w:val="20"/>
      <w:szCs w:val="20"/>
    </w:rPr>
  </w:style>
  <w:style w:type="paragraph" w:customStyle="1" w:styleId="af1">
    <w:name w:val="Информация об изменениях"/>
    <w:basedOn w:val="af0"/>
    <w:next w:val="Normal"/>
    <w:uiPriority w:val="99"/>
    <w:rsid w:val="00A82547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2">
    <w:name w:val="Текст (справка)"/>
    <w:basedOn w:val="Normal"/>
    <w:next w:val="Normal"/>
    <w:uiPriority w:val="99"/>
    <w:rsid w:val="00A82547"/>
    <w:pPr>
      <w:ind w:left="170" w:right="170"/>
    </w:pPr>
  </w:style>
  <w:style w:type="paragraph" w:customStyle="1" w:styleId="af3">
    <w:name w:val="Комментарий"/>
    <w:basedOn w:val="af2"/>
    <w:next w:val="Normal"/>
    <w:uiPriority w:val="99"/>
    <w:rsid w:val="00A82547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4">
    <w:name w:val="Информация об изменениях документа"/>
    <w:basedOn w:val="af3"/>
    <w:next w:val="Normal"/>
    <w:uiPriority w:val="99"/>
    <w:rsid w:val="00A82547"/>
    <w:pPr>
      <w:spacing w:before="0"/>
    </w:pPr>
  </w:style>
  <w:style w:type="paragraph" w:customStyle="1" w:styleId="af5">
    <w:name w:val="Текст (лев. подпись)"/>
    <w:basedOn w:val="Normal"/>
    <w:next w:val="Normal"/>
    <w:uiPriority w:val="99"/>
    <w:rsid w:val="00A82547"/>
  </w:style>
  <w:style w:type="paragraph" w:customStyle="1" w:styleId="af6">
    <w:name w:val="Колонтитул (левый)"/>
    <w:basedOn w:val="af5"/>
    <w:next w:val="Normal"/>
    <w:uiPriority w:val="99"/>
    <w:rsid w:val="00A82547"/>
    <w:pPr>
      <w:jc w:val="both"/>
    </w:pPr>
    <w:rPr>
      <w:sz w:val="16"/>
      <w:szCs w:val="16"/>
    </w:rPr>
  </w:style>
  <w:style w:type="paragraph" w:customStyle="1" w:styleId="af7">
    <w:name w:val="Текст (прав. подпись)"/>
    <w:basedOn w:val="Normal"/>
    <w:next w:val="Normal"/>
    <w:uiPriority w:val="99"/>
    <w:rsid w:val="00A82547"/>
    <w:pPr>
      <w:jc w:val="right"/>
    </w:pPr>
  </w:style>
  <w:style w:type="paragraph" w:customStyle="1" w:styleId="af8">
    <w:name w:val="Колонтитул (правый)"/>
    <w:basedOn w:val="af7"/>
    <w:next w:val="Normal"/>
    <w:uiPriority w:val="99"/>
    <w:rsid w:val="00A82547"/>
    <w:pPr>
      <w:jc w:val="both"/>
    </w:pPr>
    <w:rPr>
      <w:sz w:val="16"/>
      <w:szCs w:val="16"/>
    </w:rPr>
  </w:style>
  <w:style w:type="paragraph" w:customStyle="1" w:styleId="af9">
    <w:name w:val="Комментарий пользователя"/>
    <w:basedOn w:val="af3"/>
    <w:next w:val="Normal"/>
    <w:uiPriority w:val="99"/>
    <w:rsid w:val="00A82547"/>
    <w:pPr>
      <w:spacing w:before="0"/>
      <w:jc w:val="left"/>
    </w:pPr>
    <w:rPr>
      <w:i w:val="0"/>
      <w:iCs w:val="0"/>
      <w:color w:val="000080"/>
    </w:rPr>
  </w:style>
  <w:style w:type="paragraph" w:customStyle="1" w:styleId="afa">
    <w:name w:val="Куда обратиться?"/>
    <w:basedOn w:val="Normal"/>
    <w:next w:val="Normal"/>
    <w:uiPriority w:val="99"/>
    <w:rsid w:val="00A82547"/>
    <w:pPr>
      <w:jc w:val="both"/>
    </w:pPr>
  </w:style>
  <w:style w:type="paragraph" w:customStyle="1" w:styleId="afb">
    <w:name w:val="Моноширинный"/>
    <w:basedOn w:val="Normal"/>
    <w:next w:val="Normal"/>
    <w:uiPriority w:val="99"/>
    <w:rsid w:val="00A82547"/>
    <w:pPr>
      <w:jc w:val="both"/>
    </w:pPr>
    <w:rPr>
      <w:rFonts w:ascii="Courier New" w:hAnsi="Courier New" w:cs="Courier New"/>
    </w:rPr>
  </w:style>
  <w:style w:type="character" w:customStyle="1" w:styleId="afc">
    <w:name w:val="Найденные слова"/>
    <w:basedOn w:val="a"/>
    <w:uiPriority w:val="99"/>
    <w:rsid w:val="00A82547"/>
    <w:rPr>
      <w:shd w:val="clear" w:color="auto" w:fill="D4D0C8"/>
    </w:rPr>
  </w:style>
  <w:style w:type="character" w:customStyle="1" w:styleId="afd">
    <w:name w:val="Не вступил в силу"/>
    <w:basedOn w:val="a"/>
    <w:uiPriority w:val="99"/>
    <w:rsid w:val="00A82547"/>
    <w:rPr>
      <w:color w:val="008080"/>
    </w:rPr>
  </w:style>
  <w:style w:type="paragraph" w:customStyle="1" w:styleId="afe">
    <w:name w:val="Необходимые документы"/>
    <w:basedOn w:val="Normal"/>
    <w:next w:val="Normal"/>
    <w:uiPriority w:val="99"/>
    <w:rsid w:val="00A82547"/>
    <w:pPr>
      <w:ind w:left="118"/>
      <w:jc w:val="both"/>
    </w:pPr>
  </w:style>
  <w:style w:type="paragraph" w:customStyle="1" w:styleId="aff">
    <w:name w:val="Нормальный (таблица)"/>
    <w:basedOn w:val="Normal"/>
    <w:next w:val="Normal"/>
    <w:uiPriority w:val="99"/>
    <w:rsid w:val="00A82547"/>
    <w:pPr>
      <w:jc w:val="both"/>
    </w:pPr>
  </w:style>
  <w:style w:type="paragraph" w:customStyle="1" w:styleId="aff0">
    <w:name w:val="Объект"/>
    <w:basedOn w:val="Normal"/>
    <w:next w:val="Normal"/>
    <w:uiPriority w:val="99"/>
    <w:rsid w:val="00A82547"/>
    <w:pPr>
      <w:jc w:val="both"/>
    </w:pPr>
  </w:style>
  <w:style w:type="paragraph" w:customStyle="1" w:styleId="aff1">
    <w:name w:val="Таблицы (моноширинный)"/>
    <w:basedOn w:val="Normal"/>
    <w:next w:val="Normal"/>
    <w:uiPriority w:val="99"/>
    <w:rsid w:val="00A82547"/>
    <w:pPr>
      <w:jc w:val="both"/>
    </w:pPr>
    <w:rPr>
      <w:rFonts w:ascii="Courier New" w:hAnsi="Courier New" w:cs="Courier New"/>
    </w:rPr>
  </w:style>
  <w:style w:type="paragraph" w:customStyle="1" w:styleId="aff2">
    <w:name w:val="Оглавление"/>
    <w:basedOn w:val="aff1"/>
    <w:next w:val="Normal"/>
    <w:uiPriority w:val="99"/>
    <w:rsid w:val="00A82547"/>
    <w:pPr>
      <w:ind w:left="140"/>
    </w:pPr>
    <w:rPr>
      <w:rFonts w:ascii="Arial" w:hAnsi="Arial" w:cs="Arial"/>
    </w:rPr>
  </w:style>
  <w:style w:type="character" w:customStyle="1" w:styleId="aff3">
    <w:name w:val="Опечатки"/>
    <w:uiPriority w:val="99"/>
    <w:rsid w:val="00A82547"/>
    <w:rPr>
      <w:rFonts w:cs="Times New Roman"/>
      <w:color w:val="FF0000"/>
    </w:rPr>
  </w:style>
  <w:style w:type="paragraph" w:customStyle="1" w:styleId="aff4">
    <w:name w:val="Переменная часть"/>
    <w:basedOn w:val="a6"/>
    <w:next w:val="Normal"/>
    <w:uiPriority w:val="99"/>
    <w:rsid w:val="00A82547"/>
    <w:rPr>
      <w:rFonts w:ascii="Arial" w:hAnsi="Arial" w:cs="Arial"/>
      <w:sz w:val="20"/>
      <w:szCs w:val="20"/>
    </w:rPr>
  </w:style>
  <w:style w:type="paragraph" w:customStyle="1" w:styleId="aff5">
    <w:name w:val="Подвал для информации об изменениях"/>
    <w:basedOn w:val="Heading1"/>
    <w:next w:val="Normal"/>
    <w:uiPriority w:val="99"/>
    <w:rsid w:val="00A82547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6">
    <w:name w:val="Подзаголовок для информации об изменениях"/>
    <w:basedOn w:val="af0"/>
    <w:next w:val="Normal"/>
    <w:uiPriority w:val="99"/>
    <w:rsid w:val="00A82547"/>
    <w:rPr>
      <w:b/>
      <w:bCs/>
      <w:color w:val="000080"/>
      <w:sz w:val="24"/>
      <w:szCs w:val="24"/>
    </w:rPr>
  </w:style>
  <w:style w:type="paragraph" w:customStyle="1" w:styleId="aff7">
    <w:name w:val="Подчёркнуный текст"/>
    <w:basedOn w:val="Normal"/>
    <w:next w:val="Normal"/>
    <w:uiPriority w:val="99"/>
    <w:rsid w:val="00A82547"/>
    <w:pPr>
      <w:jc w:val="both"/>
    </w:pPr>
  </w:style>
  <w:style w:type="paragraph" w:customStyle="1" w:styleId="aff8">
    <w:name w:val="Постоянная часть"/>
    <w:basedOn w:val="a6"/>
    <w:next w:val="Normal"/>
    <w:uiPriority w:val="99"/>
    <w:rsid w:val="00A82547"/>
    <w:rPr>
      <w:rFonts w:ascii="Arial" w:hAnsi="Arial" w:cs="Arial"/>
      <w:sz w:val="22"/>
      <w:szCs w:val="22"/>
    </w:rPr>
  </w:style>
  <w:style w:type="paragraph" w:customStyle="1" w:styleId="aff9">
    <w:name w:val="Прижатый влево"/>
    <w:basedOn w:val="Normal"/>
    <w:next w:val="Normal"/>
    <w:uiPriority w:val="99"/>
    <w:rsid w:val="00A82547"/>
  </w:style>
  <w:style w:type="paragraph" w:customStyle="1" w:styleId="affa">
    <w:name w:val="Пример."/>
    <w:basedOn w:val="Normal"/>
    <w:next w:val="Normal"/>
    <w:uiPriority w:val="99"/>
    <w:rsid w:val="00A82547"/>
    <w:pPr>
      <w:ind w:left="118" w:firstLine="602"/>
      <w:jc w:val="both"/>
    </w:pPr>
  </w:style>
  <w:style w:type="paragraph" w:customStyle="1" w:styleId="affb">
    <w:name w:val="Примечание."/>
    <w:basedOn w:val="af3"/>
    <w:next w:val="Normal"/>
    <w:uiPriority w:val="99"/>
    <w:rsid w:val="00A82547"/>
    <w:pPr>
      <w:spacing w:before="0"/>
    </w:pPr>
    <w:rPr>
      <w:i w:val="0"/>
      <w:iCs w:val="0"/>
      <w:color w:val="auto"/>
    </w:rPr>
  </w:style>
  <w:style w:type="character" w:customStyle="1" w:styleId="affc">
    <w:name w:val="Продолжение ссылки"/>
    <w:basedOn w:val="a0"/>
    <w:uiPriority w:val="99"/>
    <w:rsid w:val="00A82547"/>
  </w:style>
  <w:style w:type="paragraph" w:customStyle="1" w:styleId="affd">
    <w:name w:val="Словарная статья"/>
    <w:basedOn w:val="Normal"/>
    <w:next w:val="Normal"/>
    <w:uiPriority w:val="99"/>
    <w:rsid w:val="00A82547"/>
    <w:pPr>
      <w:ind w:right="118"/>
      <w:jc w:val="both"/>
    </w:pPr>
  </w:style>
  <w:style w:type="character" w:customStyle="1" w:styleId="affe">
    <w:name w:val="Сравнение редакций"/>
    <w:basedOn w:val="a"/>
    <w:uiPriority w:val="99"/>
    <w:rsid w:val="00A82547"/>
  </w:style>
  <w:style w:type="character" w:customStyle="1" w:styleId="afff">
    <w:name w:val="Сравнение редакций. Добавленный фрагмент"/>
    <w:uiPriority w:val="99"/>
    <w:rsid w:val="00A82547"/>
    <w:rPr>
      <w:rFonts w:cs="Times New Roman"/>
      <w:color w:val="0000FF"/>
      <w:shd w:val="clear" w:color="auto" w:fill="auto"/>
    </w:rPr>
  </w:style>
  <w:style w:type="character" w:customStyle="1" w:styleId="afff0">
    <w:name w:val="Сравнение редакций. Удаленный фрагмент"/>
    <w:uiPriority w:val="99"/>
    <w:rsid w:val="00A82547"/>
    <w:rPr>
      <w:rFonts w:cs="Times New Roman"/>
      <w:strike/>
      <w:color w:val="808000"/>
    </w:rPr>
  </w:style>
  <w:style w:type="paragraph" w:customStyle="1" w:styleId="afff1">
    <w:name w:val="Ссылка на официальную публикацию"/>
    <w:basedOn w:val="Normal"/>
    <w:next w:val="Normal"/>
    <w:uiPriority w:val="99"/>
    <w:rsid w:val="00A82547"/>
    <w:pPr>
      <w:jc w:val="both"/>
    </w:pPr>
  </w:style>
  <w:style w:type="paragraph" w:customStyle="1" w:styleId="afff2">
    <w:name w:val="Текст в таблице"/>
    <w:basedOn w:val="aff"/>
    <w:next w:val="Normal"/>
    <w:uiPriority w:val="99"/>
    <w:rsid w:val="00A82547"/>
    <w:pPr>
      <w:ind w:firstLine="500"/>
    </w:pPr>
  </w:style>
  <w:style w:type="paragraph" w:customStyle="1" w:styleId="afff3">
    <w:name w:val="Технический комментарий"/>
    <w:basedOn w:val="Normal"/>
    <w:next w:val="Normal"/>
    <w:uiPriority w:val="99"/>
    <w:rsid w:val="00A82547"/>
    <w:rPr>
      <w:shd w:val="clear" w:color="auto" w:fill="FFFF00"/>
    </w:rPr>
  </w:style>
  <w:style w:type="character" w:customStyle="1" w:styleId="afff4">
    <w:name w:val="Утратил силу"/>
    <w:basedOn w:val="a"/>
    <w:uiPriority w:val="99"/>
    <w:rsid w:val="00A82547"/>
    <w:rPr>
      <w:strike/>
      <w:color w:val="808000"/>
    </w:rPr>
  </w:style>
  <w:style w:type="paragraph" w:customStyle="1" w:styleId="afff5">
    <w:name w:val="Центрированный (таблица)"/>
    <w:basedOn w:val="aff"/>
    <w:next w:val="Normal"/>
    <w:uiPriority w:val="99"/>
    <w:rsid w:val="00A82547"/>
    <w:pPr>
      <w:jc w:val="center"/>
    </w:pPr>
  </w:style>
  <w:style w:type="paragraph" w:customStyle="1" w:styleId="ConsNonformat">
    <w:name w:val="ConsNonformat"/>
    <w:uiPriority w:val="99"/>
    <w:rsid w:val="005A591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5A591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5A591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29047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fff6">
    <w:name w:val="Знак Знак Знак Знак Знак Знак Знак Знак Знак Знак"/>
    <w:basedOn w:val="Normal"/>
    <w:uiPriority w:val="99"/>
    <w:rsid w:val="00D43A6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B2F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2F19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8B2F19"/>
    <w:pPr>
      <w:widowControl/>
      <w:autoSpaceDE/>
      <w:autoSpaceDN/>
      <w:adjustRightInd/>
      <w:ind w:left="-540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B2F19"/>
    <w:rPr>
      <w:rFonts w:ascii="Times New Roman" w:hAnsi="Times New Roman" w:cs="Times New Roman"/>
      <w:sz w:val="24"/>
      <w:szCs w:val="24"/>
    </w:rPr>
  </w:style>
  <w:style w:type="paragraph" w:customStyle="1" w:styleId="afff7">
    <w:name w:val="Знак"/>
    <w:basedOn w:val="Normal"/>
    <w:uiPriority w:val="99"/>
    <w:rsid w:val="008B2F1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9D766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491B58"/>
    <w:pPr>
      <w:widowControl/>
      <w:autoSpaceDE/>
      <w:autoSpaceDN/>
      <w:adjustRightInd/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6E595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7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74651">
                  <w:marLeft w:val="5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74654">
                      <w:marLeft w:val="0"/>
                      <w:marRight w:val="0"/>
                      <w:marTop w:val="0"/>
                      <w:marBottom w:val="5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7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7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11067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314110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411067.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561</Words>
  <Characters>3202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>Документ экспортирован из системы ГАРАНТ</dc:description>
  <cp:lastModifiedBy>юрист</cp:lastModifiedBy>
  <cp:revision>4</cp:revision>
  <cp:lastPrinted>2013-06-24T12:17:00Z</cp:lastPrinted>
  <dcterms:created xsi:type="dcterms:W3CDTF">2013-09-20T10:00:00Z</dcterms:created>
  <dcterms:modified xsi:type="dcterms:W3CDTF">2013-09-27T07:25:00Z</dcterms:modified>
</cp:coreProperties>
</file>