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166" w:rsidRPr="00AE751C" w:rsidRDefault="00E25166" w:rsidP="00AE751C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№ </w:t>
      </w: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</w:p>
    <w:p w:rsidR="00E25166" w:rsidRPr="00AE751C" w:rsidRDefault="00E25166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AE751C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E25166" w:rsidRPr="00AE751C" w:rsidRDefault="00E25166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E25166" w:rsidRDefault="00E25166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E25166" w:rsidRDefault="00E25166" w:rsidP="00D4378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E751C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5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25166" w:rsidRDefault="00E25166" w:rsidP="00D4378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25166" w:rsidRPr="00AE751C" w:rsidRDefault="00E25166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E751C">
        <w:rPr>
          <w:rFonts w:ascii="Times New Roman" w:hAnsi="Times New Roman" w:cs="Times New Roman"/>
          <w:sz w:val="28"/>
          <w:szCs w:val="28"/>
        </w:rPr>
        <w:t>»</w:t>
      </w:r>
    </w:p>
    <w:p w:rsidR="00E25166" w:rsidRDefault="00E25166" w:rsidP="00D346F1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E25166" w:rsidRDefault="00E25166" w:rsidP="00D346F1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E25166" w:rsidRPr="00E01C53" w:rsidRDefault="00E25166" w:rsidP="00D346F1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БЛОК-СХЕМА</w:t>
      </w: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последовательности действий при предоставлении Муниципальной услуги</w:t>
      </w:r>
    </w:p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E25166" w:rsidRPr="00FD1500">
        <w:trPr>
          <w:trHeight w:val="727"/>
        </w:trPr>
        <w:tc>
          <w:tcPr>
            <w:tcW w:w="5528" w:type="dxa"/>
            <w:vAlign w:val="center"/>
          </w:tcPr>
          <w:p w:rsidR="00E25166" w:rsidRPr="00FD1500" w:rsidRDefault="00E25166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Прием, первичная обработка и регистрация заявления – 1 день</w:t>
            </w:r>
          </w:p>
        </w:tc>
      </w:tr>
    </w:tbl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54.95pt;margin-top:.2pt;width:7.15pt;height:15pt;z-index:251654656;mso-position-horizontal-relative:text;mso-position-vertical-relative:text"/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E25166" w:rsidRPr="00FD1500">
        <w:trPr>
          <w:trHeight w:val="986"/>
        </w:trPr>
        <w:tc>
          <w:tcPr>
            <w:tcW w:w="5528" w:type="dxa"/>
            <w:vAlign w:val="center"/>
          </w:tcPr>
          <w:p w:rsidR="00E25166" w:rsidRPr="00FD1500" w:rsidRDefault="00E25166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Рассмотрение принятого заявления – 1 день</w:t>
            </w:r>
          </w:p>
        </w:tc>
      </w:tr>
    </w:tbl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7" type="#_x0000_t67" style="position:absolute;margin-left:258.55pt;margin-top:.15pt;width:7.15pt;height:31pt;z-index:251657728;mso-position-horizontal-relative:text;mso-position-vertical-relative:text"/>
        </w:pict>
      </w:r>
    </w:p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E25166" w:rsidRPr="00FD1500">
        <w:trPr>
          <w:trHeight w:val="731"/>
        </w:trPr>
        <w:tc>
          <w:tcPr>
            <w:tcW w:w="5528" w:type="dxa"/>
          </w:tcPr>
          <w:p w:rsidR="00E25166" w:rsidRPr="00FD1500" w:rsidRDefault="00E25166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Наличие оснований для отказа</w:t>
            </w:r>
          </w:p>
        </w:tc>
      </w:tr>
    </w:tbl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8" type="#_x0000_t67" style="position:absolute;margin-left:323.15pt;margin-top:-.3pt;width:7.15pt;height:14pt;z-index:251659776;mso-position-horizontal-relative:text;mso-position-vertical-relative:text"/>
        </w:pict>
      </w:r>
      <w:r>
        <w:rPr>
          <w:noProof/>
        </w:rPr>
        <w:pict>
          <v:shape id="_x0000_s1029" type="#_x0000_t67" style="position:absolute;margin-left:151.8pt;margin-top:-.3pt;width:7.15pt;height:14pt;z-index:251658752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E25166" w:rsidRPr="00FD1500">
        <w:trPr>
          <w:trHeight w:val="498"/>
        </w:trPr>
        <w:tc>
          <w:tcPr>
            <w:tcW w:w="3402" w:type="dxa"/>
            <w:vAlign w:val="center"/>
          </w:tcPr>
          <w:p w:rsidR="00E25166" w:rsidRPr="00FD1500" w:rsidRDefault="00E25166" w:rsidP="001C3745">
            <w:pPr>
              <w:pStyle w:val="NoSpacing"/>
              <w:ind w:left="-10"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5166" w:rsidRPr="00FD1500" w:rsidRDefault="00E25166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66" w:rsidRPr="00FD1500" w:rsidRDefault="00E25166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E25166" w:rsidRPr="00FD1500" w:rsidRDefault="00E25166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0" type="#_x0000_t67" style="position:absolute;margin-left:64.25pt;margin-top:.25pt;width:7.15pt;height:15pt;z-index:251655680;mso-position-horizontal-relative:text;mso-position-vertical-relative:text"/>
        </w:pict>
      </w:r>
      <w:r>
        <w:rPr>
          <w:noProof/>
        </w:rPr>
        <w:pict>
          <v:shape id="_x0000_s1031" type="#_x0000_t67" style="position:absolute;margin-left:374.95pt;margin-top:.25pt;width:7.15pt;height:15pt;z-index:251656704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E25166" w:rsidRPr="00FD1500">
        <w:trPr>
          <w:trHeight w:val="1260"/>
        </w:trPr>
        <w:tc>
          <w:tcPr>
            <w:tcW w:w="3402" w:type="dxa"/>
          </w:tcPr>
          <w:p w:rsidR="00E25166" w:rsidRPr="00FD1500" w:rsidRDefault="00E25166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32" type="#_x0000_t67" style="position:absolute;margin-left:70.85pt;margin-top:62.25pt;width:7.15pt;height:15pt;z-index:251660800"/>
              </w:pict>
            </w: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25166" w:rsidRPr="00FD1500" w:rsidRDefault="00E25166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66" w:rsidRPr="00FD1500" w:rsidRDefault="00E25166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66" w:rsidRPr="00FD1500" w:rsidRDefault="00E25166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E25166" w:rsidRPr="00FD1500" w:rsidRDefault="00E25166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 xml:space="preserve">Выдача заверенной копии правового акта – </w:t>
            </w:r>
          </w:p>
          <w:p w:rsidR="00E25166" w:rsidRPr="00FD1500" w:rsidRDefault="00E25166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</w:tbl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34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</w:tblGrid>
      <w:tr w:rsidR="00E25166" w:rsidRPr="00FD1500">
        <w:trPr>
          <w:trHeight w:val="840"/>
        </w:trPr>
        <w:tc>
          <w:tcPr>
            <w:tcW w:w="3402" w:type="dxa"/>
            <w:vAlign w:val="center"/>
          </w:tcPr>
          <w:p w:rsidR="00E25166" w:rsidRPr="00FD1500" w:rsidRDefault="00E25166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Уведомление получателя об отказе в предоставлении</w:t>
            </w:r>
          </w:p>
          <w:p w:rsidR="00E25166" w:rsidRPr="00FD1500" w:rsidRDefault="00E25166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</w:tr>
    </w:tbl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25166" w:rsidRPr="001C3745" w:rsidRDefault="00E25166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25166" w:rsidRPr="002C12BB" w:rsidRDefault="00E25166" w:rsidP="00AE751C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C12BB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E25166" w:rsidRDefault="00E25166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25166" w:rsidRPr="00AE751C" w:rsidRDefault="00E25166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 Н.Г. Колодина</w:t>
      </w:r>
    </w:p>
    <w:sectPr w:rsidR="00E25166" w:rsidRPr="00AE751C" w:rsidSect="00AE7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6F1"/>
    <w:rsid w:val="001207F3"/>
    <w:rsid w:val="001C3745"/>
    <w:rsid w:val="00226653"/>
    <w:rsid w:val="002C12BB"/>
    <w:rsid w:val="0035218E"/>
    <w:rsid w:val="003617CD"/>
    <w:rsid w:val="00504B06"/>
    <w:rsid w:val="00AE751C"/>
    <w:rsid w:val="00D346F1"/>
    <w:rsid w:val="00D4378E"/>
    <w:rsid w:val="00E01C53"/>
    <w:rsid w:val="00E25166"/>
    <w:rsid w:val="00F12A0E"/>
    <w:rsid w:val="00FD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7F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46F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46F1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D346F1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D346F1"/>
    <w:rPr>
      <w:color w:val="008000"/>
    </w:rPr>
  </w:style>
  <w:style w:type="paragraph" w:customStyle="1" w:styleId="a1">
    <w:name w:val="Таблицы (моноширинный)"/>
    <w:basedOn w:val="Normal"/>
    <w:next w:val="Normal"/>
    <w:uiPriority w:val="99"/>
    <w:rsid w:val="00D346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styleId="NoSpacing">
    <w:name w:val="No Spacing"/>
    <w:uiPriority w:val="99"/>
    <w:qFormat/>
    <w:rsid w:val="001C3745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117</Words>
  <Characters>669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5</cp:revision>
  <dcterms:created xsi:type="dcterms:W3CDTF">2012-04-17T10:21:00Z</dcterms:created>
  <dcterms:modified xsi:type="dcterms:W3CDTF">2015-01-29T06:44:00Z</dcterms:modified>
</cp:coreProperties>
</file>