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1B1" w:rsidRPr="00806282" w:rsidRDefault="00EA61B1" w:rsidP="00E343F3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9.25pt">
            <v:imagedata r:id="rId7" o:title=""/>
          </v:shape>
        </w:pict>
      </w:r>
    </w:p>
    <w:p w:rsidR="00EA61B1" w:rsidRPr="00D32710" w:rsidRDefault="00EA61B1" w:rsidP="00E343F3"/>
    <w:p w:rsidR="00EA61B1" w:rsidRPr="00D32710" w:rsidRDefault="00EA61B1" w:rsidP="00E343F3">
      <w:pPr>
        <w:shd w:val="clear" w:color="auto" w:fill="FFFFFF"/>
        <w:ind w:firstLine="394"/>
        <w:jc w:val="center"/>
        <w:rPr>
          <w:b/>
          <w:bCs/>
          <w:color w:val="000000"/>
          <w:spacing w:val="-11"/>
          <w:w w:val="101"/>
          <w:sz w:val="28"/>
          <w:szCs w:val="28"/>
        </w:rPr>
      </w:pPr>
      <w:r w:rsidRPr="00D32710">
        <w:rPr>
          <w:b/>
          <w:bCs/>
          <w:color w:val="000000"/>
          <w:spacing w:val="-11"/>
          <w:w w:val="101"/>
          <w:sz w:val="28"/>
          <w:szCs w:val="28"/>
        </w:rPr>
        <w:t xml:space="preserve">СОВЕТ </w:t>
      </w:r>
      <w:r>
        <w:rPr>
          <w:b/>
          <w:bCs/>
          <w:color w:val="000000"/>
          <w:spacing w:val="-11"/>
          <w:w w:val="101"/>
          <w:sz w:val="28"/>
          <w:szCs w:val="28"/>
        </w:rPr>
        <w:t>ЗАПОРОЖСКОГО СЕЛЬСКОГО ПОСЕЛЕНИЯ</w:t>
      </w:r>
    </w:p>
    <w:p w:rsidR="00EA61B1" w:rsidRPr="00D32710" w:rsidRDefault="00EA61B1" w:rsidP="00E343F3">
      <w:pPr>
        <w:shd w:val="clear" w:color="auto" w:fill="FFFFFF"/>
        <w:ind w:firstLine="394"/>
        <w:jc w:val="center"/>
        <w:rPr>
          <w:sz w:val="28"/>
          <w:szCs w:val="28"/>
        </w:rPr>
      </w:pPr>
      <w:r>
        <w:rPr>
          <w:b/>
          <w:bCs/>
          <w:color w:val="000000"/>
          <w:spacing w:val="-11"/>
          <w:w w:val="101"/>
          <w:sz w:val="28"/>
          <w:szCs w:val="28"/>
        </w:rPr>
        <w:t>ТЕМРЮКСКОГО</w:t>
      </w:r>
      <w:r w:rsidRPr="00D32710">
        <w:rPr>
          <w:b/>
          <w:bCs/>
          <w:color w:val="000000"/>
          <w:spacing w:val="-11"/>
          <w:w w:val="101"/>
          <w:sz w:val="28"/>
          <w:szCs w:val="28"/>
        </w:rPr>
        <w:t xml:space="preserve"> РАЙОН</w:t>
      </w:r>
      <w:r>
        <w:rPr>
          <w:b/>
          <w:bCs/>
          <w:color w:val="000000"/>
          <w:spacing w:val="-11"/>
          <w:w w:val="101"/>
          <w:sz w:val="28"/>
          <w:szCs w:val="28"/>
        </w:rPr>
        <w:t>А</w:t>
      </w:r>
    </w:p>
    <w:p w:rsidR="00EA61B1" w:rsidRPr="00D32710" w:rsidRDefault="00EA61B1" w:rsidP="00E343F3">
      <w:pPr>
        <w:pStyle w:val="Heading1"/>
        <w:jc w:val="center"/>
        <w:rPr>
          <w:b/>
          <w:bCs/>
        </w:rPr>
      </w:pPr>
    </w:p>
    <w:p w:rsidR="00EA61B1" w:rsidRPr="00D32710" w:rsidRDefault="00EA61B1" w:rsidP="00E343F3">
      <w:pPr>
        <w:pStyle w:val="Heading1"/>
        <w:jc w:val="center"/>
        <w:rPr>
          <w:b/>
          <w:bCs/>
        </w:rPr>
      </w:pPr>
      <w:r w:rsidRPr="00D32710">
        <w:rPr>
          <w:b/>
          <w:bCs/>
        </w:rPr>
        <w:t xml:space="preserve">РЕШЕНИЕ № </w:t>
      </w:r>
      <w:r>
        <w:rPr>
          <w:b/>
          <w:bCs/>
        </w:rPr>
        <w:t>254</w:t>
      </w:r>
    </w:p>
    <w:p w:rsidR="00EA61B1" w:rsidRPr="00D32710" w:rsidRDefault="00EA61B1" w:rsidP="00E343F3">
      <w:pPr>
        <w:rPr>
          <w:sz w:val="28"/>
          <w:szCs w:val="28"/>
        </w:rPr>
      </w:pPr>
    </w:p>
    <w:p w:rsidR="00EA61B1" w:rsidRPr="00D32710" w:rsidRDefault="00EA61B1" w:rsidP="00E343F3">
      <w:pPr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t>LIX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сессия                                                   </w:t>
      </w:r>
      <w:r>
        <w:rPr>
          <w:sz w:val="28"/>
          <w:szCs w:val="28"/>
        </w:rPr>
        <w:t xml:space="preserve">            </w:t>
      </w:r>
      <w:r w:rsidRPr="00E343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</w:t>
      </w:r>
      <w:r w:rsidRPr="00D32710">
        <w:rPr>
          <w:sz w:val="28"/>
          <w:szCs w:val="28"/>
        </w:rPr>
        <w:t xml:space="preserve">          </w:t>
      </w:r>
      <w:r>
        <w:rPr>
          <w:sz w:val="28"/>
          <w:szCs w:val="28"/>
          <w:lang w:val="en-US"/>
        </w:rPr>
        <w:t>II</w:t>
      </w:r>
      <w:r w:rsidRPr="00D32710">
        <w:rPr>
          <w:sz w:val="28"/>
          <w:szCs w:val="28"/>
        </w:rPr>
        <w:t xml:space="preserve"> созыва</w:t>
      </w:r>
    </w:p>
    <w:p w:rsidR="00EA61B1" w:rsidRDefault="00EA61B1" w:rsidP="00E343F3">
      <w:pPr>
        <w:spacing w:after="120"/>
        <w:rPr>
          <w:sz w:val="28"/>
          <w:szCs w:val="28"/>
        </w:rPr>
      </w:pPr>
      <w:r>
        <w:rPr>
          <w:sz w:val="28"/>
          <w:szCs w:val="28"/>
        </w:rPr>
        <w:t>«</w:t>
      </w:r>
      <w:r w:rsidRPr="00E343F3">
        <w:rPr>
          <w:sz w:val="28"/>
          <w:szCs w:val="28"/>
        </w:rPr>
        <w:t>1</w:t>
      </w:r>
      <w:r>
        <w:rPr>
          <w:sz w:val="28"/>
          <w:szCs w:val="28"/>
        </w:rPr>
        <w:t>4» мая 2013</w:t>
      </w:r>
      <w:r w:rsidRPr="00082CFB">
        <w:rPr>
          <w:sz w:val="28"/>
          <w:szCs w:val="28"/>
        </w:rPr>
        <w:t xml:space="preserve"> года  </w:t>
      </w:r>
      <w:r w:rsidRPr="00820118">
        <w:rPr>
          <w:sz w:val="28"/>
          <w:szCs w:val="28"/>
        </w:rPr>
        <w:t xml:space="preserve"> </w:t>
      </w:r>
      <w:r w:rsidRPr="00082CF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Pr="00082C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Pr="00CF47A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</w:t>
      </w:r>
      <w:r w:rsidRPr="00CF47A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ст-ца</w:t>
      </w:r>
      <w:r w:rsidRPr="009A05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Запорожская    </w:t>
      </w:r>
    </w:p>
    <w:p w:rsidR="00EA61B1" w:rsidRPr="00D32710" w:rsidRDefault="00EA61B1" w:rsidP="00B33770">
      <w:pPr>
        <w:rPr>
          <w:sz w:val="28"/>
          <w:szCs w:val="28"/>
        </w:rPr>
      </w:pPr>
    </w:p>
    <w:p w:rsidR="00EA61B1" w:rsidRDefault="00EA61B1" w:rsidP="00332B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D32710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принятии </w:t>
      </w:r>
      <w:r w:rsidRPr="0077549F">
        <w:rPr>
          <w:b/>
          <w:bCs/>
          <w:sz w:val="28"/>
          <w:szCs w:val="28"/>
        </w:rPr>
        <w:t xml:space="preserve">Устава </w:t>
      </w:r>
      <w:r>
        <w:rPr>
          <w:b/>
          <w:bCs/>
          <w:sz w:val="28"/>
          <w:szCs w:val="28"/>
        </w:rPr>
        <w:t>Запорожского сельского поселения</w:t>
      </w:r>
    </w:p>
    <w:p w:rsidR="00EA61B1" w:rsidRPr="0077549F" w:rsidRDefault="00EA61B1" w:rsidP="00332B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EA61B1" w:rsidRDefault="00EA61B1" w:rsidP="00B33770">
      <w:pPr>
        <w:jc w:val="both"/>
        <w:rPr>
          <w:color w:val="000000"/>
          <w:spacing w:val="1"/>
          <w:sz w:val="28"/>
          <w:szCs w:val="28"/>
        </w:rPr>
      </w:pPr>
    </w:p>
    <w:p w:rsidR="00EA61B1" w:rsidRPr="00D32710" w:rsidRDefault="00EA61B1" w:rsidP="00B33770">
      <w:pPr>
        <w:jc w:val="both"/>
        <w:rPr>
          <w:color w:val="000000"/>
          <w:spacing w:val="1"/>
          <w:sz w:val="28"/>
          <w:szCs w:val="28"/>
        </w:rPr>
      </w:pPr>
    </w:p>
    <w:p w:rsidR="00EA61B1" w:rsidRPr="00D32710" w:rsidRDefault="00EA61B1" w:rsidP="00B33770">
      <w:pPr>
        <w:ind w:firstLine="900"/>
        <w:jc w:val="both"/>
        <w:rPr>
          <w:color w:val="000000"/>
          <w:sz w:val="28"/>
          <w:szCs w:val="28"/>
        </w:rPr>
      </w:pPr>
      <w:r w:rsidRPr="00D32710">
        <w:rPr>
          <w:color w:val="000000"/>
          <w:sz w:val="28"/>
          <w:szCs w:val="28"/>
        </w:rPr>
        <w:t xml:space="preserve">В целях приведения в соответствие с действующим законодательством Российской Федерации </w:t>
      </w:r>
      <w:r>
        <w:rPr>
          <w:color w:val="000000"/>
          <w:sz w:val="28"/>
          <w:szCs w:val="28"/>
        </w:rPr>
        <w:t>Устав</w:t>
      </w:r>
      <w:r w:rsidRPr="00D32710"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</w:rPr>
        <w:t>Запорожского сельского поселения Темрюкского района</w:t>
      </w:r>
      <w:r w:rsidRPr="00D32710">
        <w:rPr>
          <w:color w:val="000000"/>
          <w:sz w:val="28"/>
          <w:szCs w:val="28"/>
        </w:rPr>
        <w:t xml:space="preserve">, </w:t>
      </w:r>
      <w:r w:rsidRPr="00B35039">
        <w:rPr>
          <w:color w:val="000000"/>
          <w:sz w:val="28"/>
          <w:szCs w:val="28"/>
        </w:rPr>
        <w:t>руководствуясь Федеральным за</w:t>
      </w:r>
      <w:r>
        <w:rPr>
          <w:color w:val="000000"/>
          <w:sz w:val="28"/>
          <w:szCs w:val="28"/>
        </w:rPr>
        <w:t xml:space="preserve">коном от 6 октября 2003 года </w:t>
      </w:r>
      <w:r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B3503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Федеральным Законом  от </w:t>
      </w:r>
      <w:r w:rsidRPr="00CD023B">
        <w:rPr>
          <w:sz w:val="28"/>
          <w:szCs w:val="28"/>
        </w:rPr>
        <w:t>16 октября 2012 № 173-ФЗ «О внесении изменений в статью 35 Федерального закона «Об основных гарантиях избирательных прав и права на участие в референдуме граждан</w:t>
      </w:r>
      <w:r>
        <w:rPr>
          <w:sz w:val="28"/>
          <w:szCs w:val="28"/>
        </w:rPr>
        <w:t xml:space="preserve"> </w:t>
      </w:r>
      <w:r w:rsidRPr="00CD023B">
        <w:rPr>
          <w:sz w:val="28"/>
          <w:szCs w:val="28"/>
        </w:rPr>
        <w:t>Российской Федерации» и статью 23 Федерального закона «Об общих принципах организации местного самоуправления в Российской Федерации»</w:t>
      </w:r>
      <w:r>
        <w:rPr>
          <w:color w:val="000000"/>
          <w:sz w:val="28"/>
          <w:szCs w:val="28"/>
        </w:rPr>
        <w:t>, р</w:t>
      </w:r>
      <w:r w:rsidRPr="00D32710">
        <w:rPr>
          <w:color w:val="000000"/>
          <w:sz w:val="28"/>
          <w:szCs w:val="28"/>
        </w:rPr>
        <w:t xml:space="preserve">ешением </w:t>
      </w:r>
      <w:r>
        <w:rPr>
          <w:color w:val="000000"/>
          <w:sz w:val="28"/>
          <w:szCs w:val="28"/>
          <w:lang w:val="en-US"/>
        </w:rPr>
        <w:t>II</w:t>
      </w:r>
      <w:r w:rsidRPr="00D32710">
        <w:rPr>
          <w:color w:val="000000"/>
          <w:sz w:val="28"/>
          <w:szCs w:val="28"/>
        </w:rPr>
        <w:t xml:space="preserve"> сессии Совета</w:t>
      </w:r>
      <w:r>
        <w:rPr>
          <w:sz w:val="28"/>
          <w:szCs w:val="28"/>
        </w:rPr>
        <w:t xml:space="preserve"> Запорожского</w:t>
      </w:r>
      <w:r>
        <w:rPr>
          <w:b/>
          <w:bCs/>
          <w:sz w:val="28"/>
          <w:szCs w:val="28"/>
        </w:rPr>
        <w:t xml:space="preserve"> </w:t>
      </w:r>
      <w:r w:rsidRPr="00DD156E">
        <w:rPr>
          <w:sz w:val="28"/>
          <w:szCs w:val="28"/>
        </w:rPr>
        <w:t>сельского поселения  Темрюкского района</w:t>
      </w:r>
      <w:r>
        <w:rPr>
          <w:color w:val="000000"/>
          <w:sz w:val="28"/>
          <w:szCs w:val="28"/>
        </w:rPr>
        <w:t xml:space="preserve"> от 28 октября 2009 года </w:t>
      </w:r>
      <w:r w:rsidRPr="00D32710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 xml:space="preserve">13 «О принятии «Положения о публичных слушаниях на территории Запорожского сельского поселения  Темрюкского района», </w:t>
      </w:r>
      <w:r w:rsidRPr="00D32710">
        <w:rPr>
          <w:color w:val="000000"/>
          <w:sz w:val="28"/>
          <w:szCs w:val="28"/>
        </w:rPr>
        <w:t xml:space="preserve">  Совет </w:t>
      </w:r>
      <w:r>
        <w:rPr>
          <w:color w:val="000000"/>
          <w:sz w:val="28"/>
          <w:szCs w:val="28"/>
        </w:rPr>
        <w:t>Запорожского сельского поселения Темрюкского района</w:t>
      </w:r>
      <w:r w:rsidRPr="00D3271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РЕШИЛ</w:t>
      </w:r>
      <w:r w:rsidRPr="00D32710">
        <w:rPr>
          <w:color w:val="000000"/>
          <w:sz w:val="28"/>
          <w:szCs w:val="28"/>
        </w:rPr>
        <w:t>:</w:t>
      </w:r>
    </w:p>
    <w:p w:rsidR="00EA61B1" w:rsidRPr="00FF0219" w:rsidRDefault="00EA61B1" w:rsidP="00956AC1">
      <w:pPr>
        <w:ind w:firstLine="840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1. Принять Устав Запорожского сельского поселения Темрюкского района </w:t>
      </w:r>
      <w:r>
        <w:rPr>
          <w:spacing w:val="1"/>
          <w:sz w:val="28"/>
          <w:szCs w:val="28"/>
        </w:rPr>
        <w:t>(приложение № 1</w:t>
      </w:r>
      <w:r w:rsidRPr="00FF0219">
        <w:rPr>
          <w:spacing w:val="1"/>
          <w:sz w:val="28"/>
          <w:szCs w:val="28"/>
        </w:rPr>
        <w:t>).</w:t>
      </w:r>
    </w:p>
    <w:p w:rsidR="00EA61B1" w:rsidRPr="00940B8A" w:rsidRDefault="00EA61B1" w:rsidP="00956AC1">
      <w:pPr>
        <w:widowControl w:val="0"/>
        <w:tabs>
          <w:tab w:val="left" w:pos="6450"/>
        </w:tabs>
        <w:suppressAutoHyphens/>
        <w:ind w:right="-5" w:firstLine="840"/>
        <w:jc w:val="both"/>
        <w:rPr>
          <w:kern w:val="1"/>
          <w:sz w:val="28"/>
          <w:szCs w:val="28"/>
        </w:rPr>
      </w:pPr>
      <w:r w:rsidRPr="001B1AF6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1B1AF6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  <w:r w:rsidRPr="00940B8A">
        <w:rPr>
          <w:kern w:val="1"/>
          <w:sz w:val="28"/>
          <w:szCs w:val="28"/>
          <w:lang w:val="en-US"/>
        </w:rPr>
        <w:t>XXV</w:t>
      </w:r>
      <w:r>
        <w:rPr>
          <w:kern w:val="1"/>
          <w:sz w:val="28"/>
          <w:szCs w:val="28"/>
        </w:rPr>
        <w:t xml:space="preserve"> сессии</w:t>
      </w:r>
      <w:r w:rsidRPr="001B1AF6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Запорожского сельского поселения Темрюкского района </w:t>
      </w:r>
      <w:r w:rsidRPr="00A22068">
        <w:rPr>
          <w:sz w:val="28"/>
          <w:szCs w:val="28"/>
        </w:rPr>
        <w:t>II</w:t>
      </w:r>
      <w:r w:rsidRPr="001B1AF6">
        <w:rPr>
          <w:sz w:val="28"/>
          <w:szCs w:val="28"/>
        </w:rPr>
        <w:t xml:space="preserve"> </w:t>
      </w:r>
      <w:r w:rsidRPr="00940B8A">
        <w:rPr>
          <w:kern w:val="1"/>
          <w:sz w:val="28"/>
          <w:szCs w:val="28"/>
        </w:rPr>
        <w:t>созыва</w:t>
      </w:r>
      <w:r>
        <w:rPr>
          <w:kern w:val="1"/>
          <w:sz w:val="28"/>
          <w:szCs w:val="28"/>
        </w:rPr>
        <w:t xml:space="preserve"> </w:t>
      </w:r>
      <w:r w:rsidRPr="00940B8A">
        <w:rPr>
          <w:sz w:val="28"/>
          <w:szCs w:val="28"/>
        </w:rPr>
        <w:t xml:space="preserve">от </w:t>
      </w:r>
      <w:r>
        <w:rPr>
          <w:sz w:val="28"/>
          <w:szCs w:val="28"/>
        </w:rPr>
        <w:t>16</w:t>
      </w:r>
      <w:r w:rsidRPr="00940B8A">
        <w:rPr>
          <w:sz w:val="28"/>
          <w:szCs w:val="28"/>
        </w:rPr>
        <w:t xml:space="preserve"> марта 2011 года № </w:t>
      </w:r>
      <w:r>
        <w:rPr>
          <w:sz w:val="28"/>
          <w:szCs w:val="28"/>
        </w:rPr>
        <w:t>95</w:t>
      </w:r>
      <w:r w:rsidRPr="00940B8A">
        <w:rPr>
          <w:sz w:val="28"/>
          <w:szCs w:val="28"/>
        </w:rPr>
        <w:t xml:space="preserve"> «О принятии устава </w:t>
      </w:r>
      <w:r>
        <w:rPr>
          <w:sz w:val="28"/>
          <w:szCs w:val="28"/>
        </w:rPr>
        <w:t>Запорожского сельского поселения Темрюкского района</w:t>
      </w:r>
      <w:r w:rsidRPr="00A22068">
        <w:rPr>
          <w:sz w:val="28"/>
          <w:szCs w:val="28"/>
        </w:rPr>
        <w:t>», решение</w:t>
      </w:r>
      <w:r>
        <w:rPr>
          <w:sz w:val="28"/>
          <w:szCs w:val="28"/>
        </w:rPr>
        <w:t xml:space="preserve"> </w:t>
      </w:r>
      <w:r w:rsidRPr="00940B8A">
        <w:rPr>
          <w:kern w:val="1"/>
          <w:sz w:val="28"/>
          <w:szCs w:val="28"/>
          <w:lang w:val="en-US"/>
        </w:rPr>
        <w:t>XXX</w:t>
      </w:r>
      <w:r w:rsidRPr="00A22068">
        <w:rPr>
          <w:sz w:val="28"/>
          <w:szCs w:val="28"/>
        </w:rPr>
        <w:t>I</w:t>
      </w:r>
      <w:r w:rsidRPr="00940B8A">
        <w:rPr>
          <w:kern w:val="1"/>
          <w:sz w:val="28"/>
          <w:szCs w:val="28"/>
          <w:lang w:val="en-US"/>
        </w:rPr>
        <w:t>V</w:t>
      </w:r>
      <w:r>
        <w:rPr>
          <w:kern w:val="1"/>
          <w:sz w:val="28"/>
          <w:szCs w:val="28"/>
        </w:rPr>
        <w:t xml:space="preserve"> сессии</w:t>
      </w:r>
      <w:r w:rsidRPr="001B1AF6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Запорожского сельского поселения Темрюкского района </w:t>
      </w:r>
      <w:r w:rsidRPr="00A22068">
        <w:rPr>
          <w:sz w:val="28"/>
          <w:szCs w:val="28"/>
        </w:rPr>
        <w:t>II</w:t>
      </w:r>
      <w:r w:rsidRPr="001B1AF6">
        <w:rPr>
          <w:sz w:val="28"/>
          <w:szCs w:val="28"/>
        </w:rPr>
        <w:t xml:space="preserve"> </w:t>
      </w:r>
      <w:r w:rsidRPr="00940B8A">
        <w:rPr>
          <w:kern w:val="1"/>
          <w:sz w:val="28"/>
          <w:szCs w:val="28"/>
        </w:rPr>
        <w:t>созыва</w:t>
      </w:r>
      <w:r>
        <w:rPr>
          <w:kern w:val="1"/>
          <w:sz w:val="28"/>
          <w:szCs w:val="28"/>
        </w:rPr>
        <w:t xml:space="preserve"> </w:t>
      </w:r>
      <w:r w:rsidRPr="00940B8A">
        <w:rPr>
          <w:sz w:val="28"/>
          <w:szCs w:val="28"/>
        </w:rPr>
        <w:t>от</w:t>
      </w:r>
      <w:r w:rsidRPr="00A22068">
        <w:rPr>
          <w:sz w:val="28"/>
          <w:szCs w:val="28"/>
        </w:rPr>
        <w:t xml:space="preserve"> 28 октября 2011 года  № </w:t>
      </w:r>
      <w:r>
        <w:rPr>
          <w:sz w:val="28"/>
          <w:szCs w:val="28"/>
        </w:rPr>
        <w:t>133</w:t>
      </w:r>
      <w:r w:rsidRPr="00A22068">
        <w:rPr>
          <w:sz w:val="28"/>
          <w:szCs w:val="28"/>
        </w:rPr>
        <w:t xml:space="preserve"> «О внесении изменений </w:t>
      </w:r>
      <w:r>
        <w:rPr>
          <w:sz w:val="28"/>
          <w:szCs w:val="28"/>
        </w:rPr>
        <w:t>устав Запорожского сельского поселения Темрюкского района</w:t>
      </w:r>
      <w:r w:rsidRPr="00A22068">
        <w:rPr>
          <w:sz w:val="28"/>
          <w:szCs w:val="28"/>
        </w:rPr>
        <w:t xml:space="preserve">», решение </w:t>
      </w:r>
      <w:r>
        <w:rPr>
          <w:lang w:val="en-US"/>
        </w:rPr>
        <w:t>X</w:t>
      </w:r>
      <w:r>
        <w:t>Х</w:t>
      </w:r>
      <w:r>
        <w:rPr>
          <w:lang w:val="en-US"/>
        </w:rPr>
        <w:t>XXVI</w:t>
      </w:r>
      <w:r w:rsidRPr="00A22068">
        <w:rPr>
          <w:sz w:val="28"/>
          <w:szCs w:val="28"/>
        </w:rPr>
        <w:t xml:space="preserve"> сессии Совета </w:t>
      </w:r>
      <w:r>
        <w:rPr>
          <w:sz w:val="28"/>
          <w:szCs w:val="28"/>
        </w:rPr>
        <w:t>Запорожского сельского поселения Темрюкского района</w:t>
      </w:r>
      <w:r w:rsidRPr="00A22068">
        <w:rPr>
          <w:sz w:val="28"/>
          <w:szCs w:val="28"/>
        </w:rPr>
        <w:t xml:space="preserve"> от 2</w:t>
      </w:r>
      <w:r>
        <w:rPr>
          <w:sz w:val="28"/>
          <w:szCs w:val="28"/>
        </w:rPr>
        <w:t>8</w:t>
      </w:r>
      <w:r w:rsidRPr="00A22068">
        <w:rPr>
          <w:sz w:val="28"/>
          <w:szCs w:val="28"/>
        </w:rPr>
        <w:t xml:space="preserve"> июня 2012 года № </w:t>
      </w:r>
      <w:r>
        <w:rPr>
          <w:sz w:val="28"/>
          <w:szCs w:val="28"/>
        </w:rPr>
        <w:t>181</w:t>
      </w:r>
      <w:r w:rsidRPr="00A22068">
        <w:rPr>
          <w:sz w:val="28"/>
          <w:szCs w:val="28"/>
        </w:rPr>
        <w:t xml:space="preserve"> «О внесении изменений и дополнений в </w:t>
      </w:r>
      <w:r>
        <w:rPr>
          <w:sz w:val="28"/>
          <w:szCs w:val="28"/>
        </w:rPr>
        <w:t>У</w:t>
      </w:r>
      <w:r w:rsidRPr="00A22068">
        <w:rPr>
          <w:sz w:val="28"/>
          <w:szCs w:val="28"/>
        </w:rPr>
        <w:t>став муниципального образования Темрюкский район»</w:t>
      </w:r>
      <w:r>
        <w:rPr>
          <w:sz w:val="28"/>
          <w:szCs w:val="28"/>
        </w:rPr>
        <w:t xml:space="preserve"> </w:t>
      </w:r>
      <w:r w:rsidRPr="001B1AF6">
        <w:rPr>
          <w:sz w:val="28"/>
          <w:szCs w:val="28"/>
        </w:rPr>
        <w:t xml:space="preserve">признать утратившими силу со дня вступления в </w:t>
      </w:r>
      <w:r w:rsidRPr="001B1AF6"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илу У</w:t>
      </w:r>
      <w:r w:rsidRPr="001B1AF6">
        <w:rPr>
          <w:sz w:val="28"/>
          <w:szCs w:val="28"/>
        </w:rPr>
        <w:t>става</w:t>
      </w:r>
      <w:r>
        <w:rPr>
          <w:sz w:val="28"/>
          <w:szCs w:val="28"/>
        </w:rPr>
        <w:t xml:space="preserve">, принятого </w:t>
      </w:r>
      <w:r w:rsidRPr="001B1AF6">
        <w:rPr>
          <w:sz w:val="28"/>
          <w:szCs w:val="28"/>
        </w:rPr>
        <w:t>настоящим решением.</w:t>
      </w:r>
    </w:p>
    <w:p w:rsidR="00EA61B1" w:rsidRDefault="00EA61B1" w:rsidP="00956AC1">
      <w:pPr>
        <w:widowControl w:val="0"/>
        <w:autoSpaceDE w:val="0"/>
        <w:autoSpaceDN w:val="0"/>
        <w:adjustRightInd w:val="0"/>
        <w:ind w:firstLine="8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</w:t>
      </w:r>
      <w:r w:rsidRPr="00D377F6">
        <w:rPr>
          <w:sz w:val="28"/>
          <w:szCs w:val="28"/>
        </w:rPr>
        <w:t xml:space="preserve">Поручить главе </w:t>
      </w:r>
      <w:r>
        <w:rPr>
          <w:b/>
          <w:bCs/>
          <w:sz w:val="28"/>
          <w:szCs w:val="28"/>
        </w:rPr>
        <w:t xml:space="preserve"> </w:t>
      </w:r>
      <w:r w:rsidRPr="00E2015D">
        <w:rPr>
          <w:sz w:val="28"/>
          <w:szCs w:val="28"/>
        </w:rPr>
        <w:t>Запорожского</w:t>
      </w:r>
      <w:r>
        <w:rPr>
          <w:b/>
          <w:bCs/>
          <w:sz w:val="28"/>
          <w:szCs w:val="28"/>
        </w:rPr>
        <w:t xml:space="preserve"> </w:t>
      </w:r>
      <w:r w:rsidRPr="00D377F6">
        <w:rPr>
          <w:b/>
          <w:bCs/>
          <w:sz w:val="28"/>
          <w:szCs w:val="28"/>
        </w:rPr>
        <w:t xml:space="preserve"> </w:t>
      </w:r>
      <w:r w:rsidRPr="00D377F6">
        <w:rPr>
          <w:sz w:val="28"/>
          <w:szCs w:val="28"/>
        </w:rPr>
        <w:t>сельского</w:t>
      </w:r>
      <w:r w:rsidRPr="00D377F6">
        <w:rPr>
          <w:b/>
          <w:bCs/>
          <w:sz w:val="28"/>
          <w:szCs w:val="28"/>
        </w:rPr>
        <w:t xml:space="preserve"> </w:t>
      </w:r>
      <w:r w:rsidRPr="00D377F6">
        <w:rPr>
          <w:sz w:val="28"/>
          <w:szCs w:val="28"/>
        </w:rPr>
        <w:t xml:space="preserve">поселения Темрюкского района </w:t>
      </w:r>
      <w:r>
        <w:rPr>
          <w:color w:val="000000"/>
          <w:sz w:val="28"/>
          <w:szCs w:val="28"/>
        </w:rPr>
        <w:t xml:space="preserve">в порядке, установленном Федеральным законом от 21 июля 2005 года № 97 «О государственной регистрации уставов муниципальных образований» представить Устав Запорожского сельского поселения Темрюкского района на </w:t>
      </w:r>
    </w:p>
    <w:p w:rsidR="00EA61B1" w:rsidRDefault="00EA61B1" w:rsidP="00956AC1">
      <w:pPr>
        <w:widowControl w:val="0"/>
        <w:autoSpaceDE w:val="0"/>
        <w:autoSpaceDN w:val="0"/>
        <w:adjustRightInd w:val="0"/>
        <w:ind w:firstLine="840"/>
        <w:jc w:val="both"/>
        <w:rPr>
          <w:color w:val="000000"/>
          <w:sz w:val="28"/>
          <w:szCs w:val="28"/>
        </w:rPr>
      </w:pPr>
    </w:p>
    <w:p w:rsidR="00EA61B1" w:rsidRPr="003D307F" w:rsidRDefault="00EA61B1" w:rsidP="00AA7CE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государственную регистрацию в Управление Министерства юстиции Российской Федерации по Краснодарскому краю.</w:t>
      </w:r>
    </w:p>
    <w:p w:rsidR="00EA61B1" w:rsidRPr="003D307F" w:rsidRDefault="00EA61B1" w:rsidP="00956AC1">
      <w:pPr>
        <w:widowControl w:val="0"/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4. Обнародовать</w:t>
      </w:r>
      <w:r w:rsidRPr="003D307F">
        <w:rPr>
          <w:sz w:val="28"/>
          <w:szCs w:val="28"/>
        </w:rPr>
        <w:t xml:space="preserve"> </w:t>
      </w:r>
      <w:r>
        <w:rPr>
          <w:sz w:val="28"/>
          <w:szCs w:val="28"/>
        </w:rPr>
        <w:t>Устав Запорожского сельского поселения Темрюкского района, зарегистрированный</w:t>
      </w:r>
      <w:r w:rsidRPr="003D307F">
        <w:rPr>
          <w:sz w:val="28"/>
          <w:szCs w:val="28"/>
        </w:rPr>
        <w:t xml:space="preserve"> в установленном законом порядке,</w:t>
      </w:r>
      <w:r>
        <w:rPr>
          <w:sz w:val="28"/>
          <w:szCs w:val="28"/>
        </w:rPr>
        <w:t xml:space="preserve"> и разместить на официальном сайте Запорожского сельского поселения Темрюкского района</w:t>
      </w:r>
      <w:r w:rsidRPr="003D307F">
        <w:rPr>
          <w:sz w:val="28"/>
          <w:szCs w:val="28"/>
        </w:rPr>
        <w:t>.</w:t>
      </w:r>
    </w:p>
    <w:p w:rsidR="00EA61B1" w:rsidRPr="003D307F" w:rsidRDefault="00EA61B1" w:rsidP="00956AC1">
      <w:pPr>
        <w:widowControl w:val="0"/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Pr="00B5457E">
        <w:rPr>
          <w:sz w:val="28"/>
          <w:szCs w:val="28"/>
        </w:rPr>
        <w:t>Контроль за выполнением настоящего решения возложить</w:t>
      </w:r>
      <w:r>
        <w:rPr>
          <w:sz w:val="28"/>
          <w:szCs w:val="28"/>
        </w:rPr>
        <w:t xml:space="preserve"> на</w:t>
      </w:r>
      <w:r w:rsidRPr="00B5457E">
        <w:rPr>
          <w:color w:val="000000"/>
          <w:spacing w:val="15"/>
          <w:sz w:val="28"/>
          <w:szCs w:val="28"/>
        </w:rPr>
        <w:t xml:space="preserve"> </w:t>
      </w:r>
      <w:r>
        <w:rPr>
          <w:color w:val="000000"/>
          <w:spacing w:val="15"/>
          <w:sz w:val="28"/>
          <w:szCs w:val="28"/>
        </w:rPr>
        <w:t xml:space="preserve"> начальника общего отдела Запорожского сельского поселения Темрюкского района А.Ю.Яковлеву</w:t>
      </w:r>
      <w:r w:rsidRPr="003D307F">
        <w:rPr>
          <w:sz w:val="28"/>
          <w:szCs w:val="28"/>
        </w:rPr>
        <w:t xml:space="preserve"> и постоянную комиссию Совета </w:t>
      </w:r>
      <w:r>
        <w:rPr>
          <w:sz w:val="28"/>
          <w:szCs w:val="28"/>
        </w:rPr>
        <w:t>Запорожского сельского поселения Темрюкского района</w:t>
      </w:r>
      <w:r w:rsidRPr="003D307F">
        <w:rPr>
          <w:sz w:val="28"/>
          <w:szCs w:val="28"/>
        </w:rPr>
        <w:t xml:space="preserve"> по вопросам обеспечения законности, правопорядка, охраны прав и свобод граждан, развитию местного самоуправления (</w:t>
      </w:r>
      <w:r>
        <w:rPr>
          <w:sz w:val="28"/>
          <w:szCs w:val="28"/>
        </w:rPr>
        <w:t>Дробот</w:t>
      </w:r>
      <w:r w:rsidRPr="003D307F">
        <w:rPr>
          <w:sz w:val="28"/>
          <w:szCs w:val="28"/>
        </w:rPr>
        <w:t xml:space="preserve">). </w:t>
      </w:r>
    </w:p>
    <w:p w:rsidR="00EA61B1" w:rsidRPr="007B3F12" w:rsidRDefault="00EA61B1" w:rsidP="00956AC1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317" w:lineRule="exact"/>
        <w:ind w:firstLine="8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6. </w:t>
      </w:r>
      <w:r w:rsidRPr="003D307F">
        <w:rPr>
          <w:color w:val="000000"/>
          <w:sz w:val="28"/>
          <w:szCs w:val="28"/>
        </w:rPr>
        <w:t xml:space="preserve">Настоящее </w:t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>ешение вступает в силу со дня его подписания.</w:t>
      </w:r>
    </w:p>
    <w:p w:rsidR="00EA61B1" w:rsidRDefault="00EA61B1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15"/>
          <w:sz w:val="28"/>
          <w:szCs w:val="28"/>
        </w:rPr>
      </w:pPr>
    </w:p>
    <w:p w:rsidR="00EA61B1" w:rsidRDefault="00EA61B1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61B1" w:rsidRDefault="00EA61B1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61B1" w:rsidRDefault="00EA61B1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Запорожского сельского поселения</w:t>
      </w:r>
    </w:p>
    <w:p w:rsidR="00EA61B1" w:rsidRDefault="00EA61B1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20">
        <w:rPr>
          <w:rFonts w:ascii="Times New Roman" w:hAnsi="Times New Roman" w:cs="Times New Roman"/>
          <w:color w:val="000000"/>
          <w:sz w:val="28"/>
          <w:szCs w:val="28"/>
        </w:rPr>
        <w:t>Темрюкского района                                                                       А.Г.Толстокорый</w:t>
      </w:r>
    </w:p>
    <w:p w:rsidR="00EA61B1" w:rsidRDefault="00EA61B1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1B1" w:rsidRDefault="00EA61B1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61B1" w:rsidRDefault="00EA61B1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Председатель Совета</w:t>
      </w:r>
    </w:p>
    <w:p w:rsidR="00EA61B1" w:rsidRDefault="00EA61B1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Запорожского сельского поселения</w:t>
      </w:r>
    </w:p>
    <w:p w:rsidR="00EA61B1" w:rsidRPr="00612120" w:rsidRDefault="00EA61B1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Темрюкского района                                                                     В.А.Полтораченко</w:t>
      </w:r>
    </w:p>
    <w:p w:rsidR="00EA61B1" w:rsidRPr="00F70CF6" w:rsidRDefault="00EA61B1" w:rsidP="0061212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EA61B1" w:rsidRDefault="00EA61B1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EA61B1" w:rsidSect="00E343F3">
      <w:pgSz w:w="11906" w:h="16838"/>
      <w:pgMar w:top="360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1B1" w:rsidRDefault="00EA61B1">
      <w:r>
        <w:separator/>
      </w:r>
    </w:p>
  </w:endnote>
  <w:endnote w:type="continuationSeparator" w:id="1">
    <w:p w:rsidR="00EA61B1" w:rsidRDefault="00EA6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1B1" w:rsidRDefault="00EA61B1">
      <w:r>
        <w:separator/>
      </w:r>
    </w:p>
  </w:footnote>
  <w:footnote w:type="continuationSeparator" w:id="1">
    <w:p w:rsidR="00EA61B1" w:rsidRDefault="00EA61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07EF8"/>
    <w:rsid w:val="00013A4C"/>
    <w:rsid w:val="0001474F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2CFB"/>
    <w:rsid w:val="0008464C"/>
    <w:rsid w:val="000859CF"/>
    <w:rsid w:val="000947DB"/>
    <w:rsid w:val="00096672"/>
    <w:rsid w:val="000A081F"/>
    <w:rsid w:val="000A0D4A"/>
    <w:rsid w:val="000A632D"/>
    <w:rsid w:val="000A6980"/>
    <w:rsid w:val="000A7214"/>
    <w:rsid w:val="000B28B6"/>
    <w:rsid w:val="000B66DF"/>
    <w:rsid w:val="000C0D6D"/>
    <w:rsid w:val="000C3A39"/>
    <w:rsid w:val="000C43E3"/>
    <w:rsid w:val="000C671E"/>
    <w:rsid w:val="000D5D7D"/>
    <w:rsid w:val="000E0190"/>
    <w:rsid w:val="000E4E5D"/>
    <w:rsid w:val="000E5F52"/>
    <w:rsid w:val="000E6581"/>
    <w:rsid w:val="000E699F"/>
    <w:rsid w:val="000E6E47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1703"/>
    <w:rsid w:val="00143709"/>
    <w:rsid w:val="001455D2"/>
    <w:rsid w:val="00161BD4"/>
    <w:rsid w:val="00164997"/>
    <w:rsid w:val="001700D6"/>
    <w:rsid w:val="001713DC"/>
    <w:rsid w:val="00173B40"/>
    <w:rsid w:val="001821CD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0AA"/>
    <w:rsid w:val="00196E78"/>
    <w:rsid w:val="001A09F2"/>
    <w:rsid w:val="001A1A84"/>
    <w:rsid w:val="001A3BC6"/>
    <w:rsid w:val="001A45D8"/>
    <w:rsid w:val="001B014C"/>
    <w:rsid w:val="001B1AF6"/>
    <w:rsid w:val="001B365F"/>
    <w:rsid w:val="001C03A1"/>
    <w:rsid w:val="001C2D73"/>
    <w:rsid w:val="001C4AD2"/>
    <w:rsid w:val="001C7A29"/>
    <w:rsid w:val="001D0F80"/>
    <w:rsid w:val="001D37EC"/>
    <w:rsid w:val="001D4304"/>
    <w:rsid w:val="001D5046"/>
    <w:rsid w:val="001D696C"/>
    <w:rsid w:val="001D7099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206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3B6C"/>
    <w:rsid w:val="002518C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2E5"/>
    <w:rsid w:val="002A7A7E"/>
    <w:rsid w:val="002B0CFF"/>
    <w:rsid w:val="002B2C17"/>
    <w:rsid w:val="002B3E03"/>
    <w:rsid w:val="002B6745"/>
    <w:rsid w:val="002C2426"/>
    <w:rsid w:val="002C395A"/>
    <w:rsid w:val="002C6997"/>
    <w:rsid w:val="002C6DA4"/>
    <w:rsid w:val="002D1C73"/>
    <w:rsid w:val="002D59CC"/>
    <w:rsid w:val="002E0D06"/>
    <w:rsid w:val="002E6597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14CC"/>
    <w:rsid w:val="0035272D"/>
    <w:rsid w:val="00355FAD"/>
    <w:rsid w:val="00356149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C653E"/>
    <w:rsid w:val="003D307F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3222"/>
    <w:rsid w:val="004D4F10"/>
    <w:rsid w:val="004D5CC9"/>
    <w:rsid w:val="004E3CEF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1D96"/>
    <w:rsid w:val="00552547"/>
    <w:rsid w:val="005561A7"/>
    <w:rsid w:val="00560B22"/>
    <w:rsid w:val="005622FF"/>
    <w:rsid w:val="005632B9"/>
    <w:rsid w:val="0056513E"/>
    <w:rsid w:val="005669C1"/>
    <w:rsid w:val="005704E4"/>
    <w:rsid w:val="00570DB2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4B69"/>
    <w:rsid w:val="005E5ED2"/>
    <w:rsid w:val="005F1ADB"/>
    <w:rsid w:val="005F3DA9"/>
    <w:rsid w:val="005F54C3"/>
    <w:rsid w:val="0060170E"/>
    <w:rsid w:val="00605412"/>
    <w:rsid w:val="00606697"/>
    <w:rsid w:val="00611A1C"/>
    <w:rsid w:val="00612120"/>
    <w:rsid w:val="00617015"/>
    <w:rsid w:val="0062070E"/>
    <w:rsid w:val="00620FF9"/>
    <w:rsid w:val="0062153A"/>
    <w:rsid w:val="00621F7A"/>
    <w:rsid w:val="00624530"/>
    <w:rsid w:val="00624974"/>
    <w:rsid w:val="00630F53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3DFF"/>
    <w:rsid w:val="006A3EEF"/>
    <w:rsid w:val="006A50C7"/>
    <w:rsid w:val="006A510D"/>
    <w:rsid w:val="006A5A50"/>
    <w:rsid w:val="006A6975"/>
    <w:rsid w:val="006A7995"/>
    <w:rsid w:val="006B110C"/>
    <w:rsid w:val="006B484A"/>
    <w:rsid w:val="006B5656"/>
    <w:rsid w:val="006B7738"/>
    <w:rsid w:val="006C2796"/>
    <w:rsid w:val="006C6CE6"/>
    <w:rsid w:val="006D27CA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5A3C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55988"/>
    <w:rsid w:val="00756940"/>
    <w:rsid w:val="0076140A"/>
    <w:rsid w:val="00761AC3"/>
    <w:rsid w:val="00764121"/>
    <w:rsid w:val="00766489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22A5"/>
    <w:rsid w:val="007957B3"/>
    <w:rsid w:val="007969BC"/>
    <w:rsid w:val="00796E03"/>
    <w:rsid w:val="00797C8E"/>
    <w:rsid w:val="007A1D98"/>
    <w:rsid w:val="007A3C86"/>
    <w:rsid w:val="007B05D6"/>
    <w:rsid w:val="007B3F12"/>
    <w:rsid w:val="007B3FF4"/>
    <w:rsid w:val="007B77A7"/>
    <w:rsid w:val="007C0E42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40FE"/>
    <w:rsid w:val="007F538B"/>
    <w:rsid w:val="007F6055"/>
    <w:rsid w:val="00800132"/>
    <w:rsid w:val="00801FEE"/>
    <w:rsid w:val="00806282"/>
    <w:rsid w:val="00810D16"/>
    <w:rsid w:val="00814904"/>
    <w:rsid w:val="00817C71"/>
    <w:rsid w:val="00820118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33C1"/>
    <w:rsid w:val="00856FFA"/>
    <w:rsid w:val="00860171"/>
    <w:rsid w:val="00861267"/>
    <w:rsid w:val="008635CD"/>
    <w:rsid w:val="00865CB5"/>
    <w:rsid w:val="008668B9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A3C79"/>
    <w:rsid w:val="008A437B"/>
    <w:rsid w:val="008A5AF4"/>
    <w:rsid w:val="008A77EA"/>
    <w:rsid w:val="008B4E58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24C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B8A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2C5F"/>
    <w:rsid w:val="00956AC1"/>
    <w:rsid w:val="00956D07"/>
    <w:rsid w:val="00956D2D"/>
    <w:rsid w:val="00960483"/>
    <w:rsid w:val="00964CDB"/>
    <w:rsid w:val="009669EE"/>
    <w:rsid w:val="00967233"/>
    <w:rsid w:val="00970400"/>
    <w:rsid w:val="0097176A"/>
    <w:rsid w:val="00971FD8"/>
    <w:rsid w:val="009726F2"/>
    <w:rsid w:val="0097342A"/>
    <w:rsid w:val="00975C4A"/>
    <w:rsid w:val="00980182"/>
    <w:rsid w:val="0098635D"/>
    <w:rsid w:val="00993CC8"/>
    <w:rsid w:val="00994759"/>
    <w:rsid w:val="009A056E"/>
    <w:rsid w:val="009A1520"/>
    <w:rsid w:val="009A5CD9"/>
    <w:rsid w:val="009B0B97"/>
    <w:rsid w:val="009B45F1"/>
    <w:rsid w:val="009B5217"/>
    <w:rsid w:val="009B696B"/>
    <w:rsid w:val="009C19A7"/>
    <w:rsid w:val="009C6A0B"/>
    <w:rsid w:val="009C6B4F"/>
    <w:rsid w:val="009D3F73"/>
    <w:rsid w:val="009D6981"/>
    <w:rsid w:val="009D6BFF"/>
    <w:rsid w:val="009D7F59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A4C"/>
    <w:rsid w:val="00A12E1A"/>
    <w:rsid w:val="00A131E9"/>
    <w:rsid w:val="00A150CF"/>
    <w:rsid w:val="00A2056D"/>
    <w:rsid w:val="00A21C62"/>
    <w:rsid w:val="00A22068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A7CED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50B1"/>
    <w:rsid w:val="00AE15AF"/>
    <w:rsid w:val="00AE318F"/>
    <w:rsid w:val="00AF1432"/>
    <w:rsid w:val="00AF4D96"/>
    <w:rsid w:val="00AF6B44"/>
    <w:rsid w:val="00B04838"/>
    <w:rsid w:val="00B07535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039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5457E"/>
    <w:rsid w:val="00B6407C"/>
    <w:rsid w:val="00B727F9"/>
    <w:rsid w:val="00B731BF"/>
    <w:rsid w:val="00B75DC8"/>
    <w:rsid w:val="00B767B4"/>
    <w:rsid w:val="00B83E9F"/>
    <w:rsid w:val="00B84014"/>
    <w:rsid w:val="00B8764E"/>
    <w:rsid w:val="00B90A1C"/>
    <w:rsid w:val="00B90D64"/>
    <w:rsid w:val="00B91981"/>
    <w:rsid w:val="00B9311B"/>
    <w:rsid w:val="00BA1E6B"/>
    <w:rsid w:val="00BB37A0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4391"/>
    <w:rsid w:val="00C15A71"/>
    <w:rsid w:val="00C22AFF"/>
    <w:rsid w:val="00C23A3F"/>
    <w:rsid w:val="00C2431C"/>
    <w:rsid w:val="00C270A5"/>
    <w:rsid w:val="00C40B58"/>
    <w:rsid w:val="00C4444B"/>
    <w:rsid w:val="00C46762"/>
    <w:rsid w:val="00C56B0C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537C"/>
    <w:rsid w:val="00CC636B"/>
    <w:rsid w:val="00CC7972"/>
    <w:rsid w:val="00CD023B"/>
    <w:rsid w:val="00CD0FE6"/>
    <w:rsid w:val="00CD1469"/>
    <w:rsid w:val="00CD6C78"/>
    <w:rsid w:val="00CE2DB3"/>
    <w:rsid w:val="00CF142D"/>
    <w:rsid w:val="00CF47A5"/>
    <w:rsid w:val="00CF5A37"/>
    <w:rsid w:val="00D0288A"/>
    <w:rsid w:val="00D03FB6"/>
    <w:rsid w:val="00D03FCC"/>
    <w:rsid w:val="00D16609"/>
    <w:rsid w:val="00D17BB7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377F6"/>
    <w:rsid w:val="00D42BED"/>
    <w:rsid w:val="00D60AB0"/>
    <w:rsid w:val="00D61A23"/>
    <w:rsid w:val="00D629DC"/>
    <w:rsid w:val="00D73C4E"/>
    <w:rsid w:val="00D74161"/>
    <w:rsid w:val="00D751E0"/>
    <w:rsid w:val="00D80F99"/>
    <w:rsid w:val="00D822DB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58BB"/>
    <w:rsid w:val="00DC7791"/>
    <w:rsid w:val="00DD156E"/>
    <w:rsid w:val="00DD227F"/>
    <w:rsid w:val="00DD6B50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015D"/>
    <w:rsid w:val="00E24082"/>
    <w:rsid w:val="00E249B4"/>
    <w:rsid w:val="00E254B8"/>
    <w:rsid w:val="00E26E4E"/>
    <w:rsid w:val="00E27473"/>
    <w:rsid w:val="00E27F14"/>
    <w:rsid w:val="00E30F42"/>
    <w:rsid w:val="00E33849"/>
    <w:rsid w:val="00E33B38"/>
    <w:rsid w:val="00E33C5C"/>
    <w:rsid w:val="00E343F3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025"/>
    <w:rsid w:val="00E558DA"/>
    <w:rsid w:val="00E63BB3"/>
    <w:rsid w:val="00E646DE"/>
    <w:rsid w:val="00E64CEF"/>
    <w:rsid w:val="00E65EF0"/>
    <w:rsid w:val="00E72DD8"/>
    <w:rsid w:val="00E741F7"/>
    <w:rsid w:val="00E8027A"/>
    <w:rsid w:val="00E80C35"/>
    <w:rsid w:val="00E86001"/>
    <w:rsid w:val="00E86AB3"/>
    <w:rsid w:val="00E87352"/>
    <w:rsid w:val="00E91260"/>
    <w:rsid w:val="00E934DA"/>
    <w:rsid w:val="00E941AE"/>
    <w:rsid w:val="00EA61B1"/>
    <w:rsid w:val="00EA72F9"/>
    <w:rsid w:val="00EB327D"/>
    <w:rsid w:val="00EB3F03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A17"/>
    <w:rsid w:val="00F11D76"/>
    <w:rsid w:val="00F14DA0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70CF6"/>
    <w:rsid w:val="00F82621"/>
    <w:rsid w:val="00F8371B"/>
    <w:rsid w:val="00F869AB"/>
    <w:rsid w:val="00F90E7C"/>
    <w:rsid w:val="00F93946"/>
    <w:rsid w:val="00F9784D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E7BED"/>
    <w:rsid w:val="00FF0219"/>
    <w:rsid w:val="00FF044A"/>
    <w:rsid w:val="00FF04F3"/>
    <w:rsid w:val="00FF2D11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Normal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ListParagraph">
    <w:name w:val="List Paragraph"/>
    <w:basedOn w:val="Normal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B33770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B2BB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CC537C"/>
    <w:pPr>
      <w:spacing w:after="225"/>
    </w:pPr>
  </w:style>
  <w:style w:type="paragraph" w:customStyle="1" w:styleId="a">
    <w:name w:val="Знак Знак Знак Знак Знак Знак Знак Знак Знак Знак"/>
    <w:basedOn w:val="Normal"/>
    <w:uiPriority w:val="99"/>
    <w:rsid w:val="00A12A4C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">
    <w:name w:val="Знак Знак1"/>
    <w:basedOn w:val="Normal"/>
    <w:uiPriority w:val="99"/>
    <w:rsid w:val="00A12A4C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2">
    <w:name w:val="Знак Знак2"/>
    <w:uiPriority w:val="99"/>
    <w:rsid w:val="00A12A4C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055677"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5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05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05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055678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55675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055658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055666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6055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05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6055665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055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05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6055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6055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0556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055679"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5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05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05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055656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55664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055661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055657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6055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055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6055667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055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055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6055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6055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055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346</TotalTime>
  <Pages>2</Pages>
  <Words>505</Words>
  <Characters>2881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юрист</cp:lastModifiedBy>
  <cp:revision>19</cp:revision>
  <cp:lastPrinted>2013-05-21T06:19:00Z</cp:lastPrinted>
  <dcterms:created xsi:type="dcterms:W3CDTF">2013-04-18T09:49:00Z</dcterms:created>
  <dcterms:modified xsi:type="dcterms:W3CDTF">2013-05-21T06:20:00Z</dcterms:modified>
</cp:coreProperties>
</file>