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778" w:rsidRPr="009924C9" w:rsidRDefault="00F04778" w:rsidP="003D33E7">
      <w:pPr>
        <w:shd w:val="clear" w:color="auto" w:fill="FFFFFF"/>
        <w:ind w:firstLine="4536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ПРИЛОЖЕНИЕ № 2</w:t>
      </w:r>
    </w:p>
    <w:p w:rsidR="00F04778" w:rsidRPr="009924C9" w:rsidRDefault="00F04778" w:rsidP="003D33E7">
      <w:pPr>
        <w:shd w:val="clear" w:color="auto" w:fill="FFFFFF"/>
        <w:ind w:firstLine="4536"/>
        <w:jc w:val="center"/>
        <w:rPr>
          <w:color w:val="000000"/>
          <w:spacing w:val="2"/>
          <w:sz w:val="28"/>
          <w:szCs w:val="28"/>
        </w:rPr>
      </w:pPr>
      <w:r w:rsidRPr="009924C9">
        <w:rPr>
          <w:color w:val="000000"/>
          <w:spacing w:val="2"/>
          <w:sz w:val="28"/>
          <w:szCs w:val="28"/>
        </w:rPr>
        <w:t xml:space="preserve">к решению </w:t>
      </w:r>
      <w:r w:rsidRPr="009924C9">
        <w:rPr>
          <w:color w:val="000000"/>
          <w:spacing w:val="2"/>
          <w:sz w:val="28"/>
          <w:szCs w:val="28"/>
          <w:lang w:val="en-US"/>
        </w:rPr>
        <w:t>LVII</w:t>
      </w:r>
      <w:r>
        <w:rPr>
          <w:color w:val="000000"/>
          <w:spacing w:val="2"/>
          <w:sz w:val="28"/>
          <w:szCs w:val="28"/>
        </w:rPr>
        <w:t xml:space="preserve"> </w:t>
      </w:r>
      <w:r w:rsidRPr="009924C9">
        <w:rPr>
          <w:color w:val="000000"/>
          <w:spacing w:val="2"/>
          <w:sz w:val="28"/>
          <w:szCs w:val="28"/>
        </w:rPr>
        <w:t>сессии Совета</w:t>
      </w:r>
    </w:p>
    <w:p w:rsidR="00F04778" w:rsidRPr="009924C9" w:rsidRDefault="00F04778" w:rsidP="003D33E7">
      <w:pPr>
        <w:shd w:val="clear" w:color="auto" w:fill="FFFFFF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Pr="009924C9">
        <w:rPr>
          <w:sz w:val="28"/>
          <w:szCs w:val="28"/>
        </w:rPr>
        <w:t xml:space="preserve"> сельского поселения</w:t>
      </w:r>
    </w:p>
    <w:p w:rsidR="00F04778" w:rsidRPr="009924C9" w:rsidRDefault="00F04778" w:rsidP="003D33E7">
      <w:pPr>
        <w:shd w:val="clear" w:color="auto" w:fill="FFFFFF"/>
        <w:ind w:firstLine="4536"/>
        <w:jc w:val="center"/>
        <w:rPr>
          <w:sz w:val="28"/>
          <w:szCs w:val="28"/>
        </w:rPr>
      </w:pPr>
      <w:r w:rsidRPr="009924C9">
        <w:rPr>
          <w:sz w:val="28"/>
          <w:szCs w:val="28"/>
        </w:rPr>
        <w:t xml:space="preserve">Темрюкского района </w:t>
      </w:r>
      <w:r w:rsidRPr="009924C9">
        <w:rPr>
          <w:sz w:val="28"/>
          <w:szCs w:val="28"/>
          <w:lang w:val="en-US"/>
        </w:rPr>
        <w:t>II</w:t>
      </w:r>
      <w:r w:rsidRPr="009924C9">
        <w:rPr>
          <w:sz w:val="28"/>
          <w:szCs w:val="28"/>
        </w:rPr>
        <w:t xml:space="preserve"> созыва</w:t>
      </w:r>
    </w:p>
    <w:p w:rsidR="00F04778" w:rsidRPr="009924C9" w:rsidRDefault="00F04778" w:rsidP="003D33E7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___________года № _____</w:t>
      </w:r>
    </w:p>
    <w:p w:rsidR="00F04778" w:rsidRPr="00D32710" w:rsidRDefault="00F04778" w:rsidP="00B33770">
      <w:pPr>
        <w:pStyle w:val="BodyText"/>
        <w:rPr>
          <w:b w:val="0"/>
          <w:bCs w:val="0"/>
        </w:rPr>
      </w:pPr>
    </w:p>
    <w:p w:rsidR="00F04778" w:rsidRDefault="00F04778" w:rsidP="00161BD4">
      <w:pPr>
        <w:jc w:val="center"/>
        <w:rPr>
          <w:sz w:val="28"/>
          <w:szCs w:val="28"/>
        </w:rPr>
      </w:pPr>
    </w:p>
    <w:p w:rsidR="00F04778" w:rsidRDefault="00F04778" w:rsidP="00161BD4">
      <w:pPr>
        <w:jc w:val="center"/>
        <w:rPr>
          <w:sz w:val="28"/>
          <w:szCs w:val="28"/>
        </w:rPr>
      </w:pPr>
    </w:p>
    <w:p w:rsidR="00F04778" w:rsidRPr="00D32710" w:rsidRDefault="00F04778" w:rsidP="00161BD4">
      <w:pPr>
        <w:jc w:val="center"/>
        <w:rPr>
          <w:sz w:val="28"/>
          <w:szCs w:val="28"/>
        </w:rPr>
      </w:pPr>
      <w:bookmarkStart w:id="0" w:name="_GoBack"/>
      <w:bookmarkEnd w:id="0"/>
      <w:r w:rsidRPr="00D32710">
        <w:rPr>
          <w:sz w:val="28"/>
          <w:szCs w:val="28"/>
        </w:rPr>
        <w:t>СОСТАВ</w:t>
      </w:r>
    </w:p>
    <w:p w:rsidR="00F04778" w:rsidRPr="00D32710" w:rsidRDefault="00F04778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F04778" w:rsidRPr="00161BD4" w:rsidRDefault="00F04778" w:rsidP="00D3082E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 Устава</w:t>
      </w:r>
      <w:r>
        <w:rPr>
          <w:sz w:val="28"/>
          <w:szCs w:val="28"/>
        </w:rPr>
        <w:t xml:space="preserve"> </w:t>
      </w:r>
      <w:r w:rsidRPr="003D33E7"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сельского поселения  Темрюкского района</w:t>
      </w:r>
      <w:r w:rsidRPr="00161BD4">
        <w:rPr>
          <w:sz w:val="28"/>
          <w:szCs w:val="28"/>
        </w:rPr>
        <w:t>»</w:t>
      </w:r>
    </w:p>
    <w:p w:rsidR="00F04778" w:rsidRPr="00AE15AF" w:rsidRDefault="00F04778" w:rsidP="006D11FC">
      <w:pPr>
        <w:rPr>
          <w:sz w:val="28"/>
          <w:szCs w:val="28"/>
        </w:rPr>
      </w:pPr>
    </w:p>
    <w:p w:rsidR="00F04778" w:rsidRPr="00D32710" w:rsidRDefault="00F04778" w:rsidP="00B33770">
      <w:pPr>
        <w:jc w:val="center"/>
        <w:rPr>
          <w:sz w:val="28"/>
          <w:szCs w:val="28"/>
        </w:rPr>
      </w:pPr>
    </w:p>
    <w:tbl>
      <w:tblPr>
        <w:tblW w:w="9854" w:type="dxa"/>
        <w:tblInd w:w="-106" w:type="dxa"/>
        <w:tblLook w:val="01E0"/>
      </w:tblPr>
      <w:tblGrid>
        <w:gridCol w:w="648"/>
        <w:gridCol w:w="3960"/>
        <w:gridCol w:w="5246"/>
      </w:tblGrid>
      <w:tr w:rsidR="00F04778">
        <w:tc>
          <w:tcPr>
            <w:tcW w:w="648" w:type="dxa"/>
          </w:tcPr>
          <w:p w:rsidR="00F04778" w:rsidRPr="00BB7BE1" w:rsidRDefault="00F04778" w:rsidP="00BB7BE1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0" w:type="dxa"/>
          </w:tcPr>
          <w:p w:rsidR="00F04778" w:rsidRPr="00BB7BE1" w:rsidRDefault="00F04778" w:rsidP="00BB7BE1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 xml:space="preserve">Ляшенко Алексей Алексеевич </w:t>
            </w:r>
          </w:p>
        </w:tc>
        <w:tc>
          <w:tcPr>
            <w:tcW w:w="5246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B7B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депутат Совета Запорожского сельского поселения Темрюкского района;</w:t>
            </w:r>
          </w:p>
        </w:tc>
      </w:tr>
      <w:tr w:rsidR="00F04778">
        <w:tc>
          <w:tcPr>
            <w:tcW w:w="648" w:type="dxa"/>
          </w:tcPr>
          <w:p w:rsidR="00F04778" w:rsidRPr="00BB7BE1" w:rsidRDefault="00F04778" w:rsidP="00BB7BE1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0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Костин Александр Борисович</w:t>
            </w:r>
          </w:p>
        </w:tc>
        <w:tc>
          <w:tcPr>
            <w:tcW w:w="5246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- заместитель главы Запорожского сельского поселения Темрюкского района;</w:t>
            </w:r>
          </w:p>
        </w:tc>
      </w:tr>
      <w:tr w:rsidR="00F04778">
        <w:tc>
          <w:tcPr>
            <w:tcW w:w="648" w:type="dxa"/>
          </w:tcPr>
          <w:p w:rsidR="00F04778" w:rsidRPr="00BB7BE1" w:rsidRDefault="00F04778" w:rsidP="00BB7BE1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0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Соколов Андрей Евгеньевич</w:t>
            </w:r>
          </w:p>
        </w:tc>
        <w:tc>
          <w:tcPr>
            <w:tcW w:w="5246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B7B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депутат Совета Запорожского сельского поселения Темрюкского района;</w:t>
            </w:r>
          </w:p>
        </w:tc>
      </w:tr>
      <w:tr w:rsidR="00F04778">
        <w:tc>
          <w:tcPr>
            <w:tcW w:w="648" w:type="dxa"/>
          </w:tcPr>
          <w:p w:rsidR="00F04778" w:rsidRPr="00BB7BE1" w:rsidRDefault="00F04778" w:rsidP="00BB7BE1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0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>Тюмин Игорь Петрович</w:t>
            </w:r>
          </w:p>
        </w:tc>
        <w:tc>
          <w:tcPr>
            <w:tcW w:w="5246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B7B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депутат Совета Запорожского сельского поселения Темрюкского района;</w:t>
            </w:r>
          </w:p>
        </w:tc>
      </w:tr>
      <w:tr w:rsidR="00F04778">
        <w:tc>
          <w:tcPr>
            <w:tcW w:w="648" w:type="dxa"/>
          </w:tcPr>
          <w:p w:rsidR="00F04778" w:rsidRPr="00BB7BE1" w:rsidRDefault="00F04778" w:rsidP="00BB7BE1"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3960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Савин Сергей Александрович</w:t>
            </w:r>
          </w:p>
        </w:tc>
        <w:tc>
          <w:tcPr>
            <w:tcW w:w="5246" w:type="dxa"/>
          </w:tcPr>
          <w:p w:rsidR="00F04778" w:rsidRPr="00BB7BE1" w:rsidRDefault="00F04778" w:rsidP="00BB7BE1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B7BE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депутат Совета Запорожского сельского поселения Темрюкского района.</w:t>
            </w:r>
          </w:p>
        </w:tc>
      </w:tr>
    </w:tbl>
    <w:p w:rsidR="00F04778" w:rsidRDefault="00F04778" w:rsidP="006D11FC">
      <w:pPr>
        <w:tabs>
          <w:tab w:val="left" w:pos="8280"/>
          <w:tab w:val="left" w:pos="8460"/>
        </w:tabs>
        <w:rPr>
          <w:sz w:val="28"/>
          <w:szCs w:val="28"/>
        </w:rPr>
      </w:pPr>
    </w:p>
    <w:p w:rsidR="00F04778" w:rsidRDefault="00F04778" w:rsidP="006D11FC">
      <w:pPr>
        <w:tabs>
          <w:tab w:val="left" w:pos="8280"/>
          <w:tab w:val="left" w:pos="8460"/>
        </w:tabs>
        <w:rPr>
          <w:sz w:val="28"/>
          <w:szCs w:val="28"/>
        </w:rPr>
      </w:pPr>
    </w:p>
    <w:p w:rsidR="00F04778" w:rsidRDefault="00F04778" w:rsidP="006D11FC">
      <w:pPr>
        <w:tabs>
          <w:tab w:val="left" w:pos="8280"/>
          <w:tab w:val="left" w:pos="8460"/>
        </w:tabs>
        <w:rPr>
          <w:sz w:val="28"/>
          <w:szCs w:val="28"/>
        </w:rPr>
      </w:pPr>
    </w:p>
    <w:p w:rsidR="00F04778" w:rsidRDefault="00F04778" w:rsidP="006D11FC">
      <w:pPr>
        <w:tabs>
          <w:tab w:val="left" w:pos="8280"/>
          <w:tab w:val="left" w:pos="8460"/>
        </w:tabs>
        <w:rPr>
          <w:sz w:val="28"/>
          <w:szCs w:val="28"/>
        </w:rPr>
      </w:pPr>
    </w:p>
    <w:p w:rsidR="00F04778" w:rsidRPr="001F245B" w:rsidRDefault="00F04778" w:rsidP="006D11FC">
      <w:pPr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Pr="001F245B">
        <w:rPr>
          <w:sz w:val="28"/>
          <w:szCs w:val="28"/>
        </w:rPr>
        <w:t xml:space="preserve"> Запорожского сельского поселения </w:t>
      </w:r>
    </w:p>
    <w:p w:rsidR="00F04778" w:rsidRPr="001F245B" w:rsidRDefault="00F04778" w:rsidP="006D11F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245B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                         А.Г. Толстокорый</w:t>
      </w:r>
    </w:p>
    <w:p w:rsidR="00F04778" w:rsidRPr="001F245B" w:rsidRDefault="00F04778" w:rsidP="006D11FC">
      <w:pPr>
        <w:rPr>
          <w:sz w:val="28"/>
          <w:szCs w:val="28"/>
        </w:rPr>
      </w:pPr>
    </w:p>
    <w:p w:rsidR="00F04778" w:rsidRPr="001F245B" w:rsidRDefault="00F04778" w:rsidP="006D11FC">
      <w:pPr>
        <w:rPr>
          <w:sz w:val="28"/>
          <w:szCs w:val="28"/>
        </w:rPr>
      </w:pPr>
    </w:p>
    <w:p w:rsidR="00F04778" w:rsidRDefault="00F04778" w:rsidP="006D11FC">
      <w:pPr>
        <w:rPr>
          <w:sz w:val="28"/>
          <w:szCs w:val="28"/>
        </w:rPr>
      </w:pPr>
    </w:p>
    <w:p w:rsidR="00F04778" w:rsidRPr="00D32710" w:rsidRDefault="00F04778" w:rsidP="004308DE">
      <w:pPr>
        <w:tabs>
          <w:tab w:val="left" w:pos="7365"/>
        </w:tabs>
        <w:ind w:left="4600" w:right="-5"/>
        <w:jc w:val="both"/>
        <w:rPr>
          <w:sz w:val="28"/>
          <w:szCs w:val="28"/>
        </w:rPr>
      </w:pPr>
    </w:p>
    <w:p w:rsidR="00F04778" w:rsidRDefault="00F04778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04778" w:rsidRDefault="00F04778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F04778" w:rsidRDefault="00F04778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04778" w:rsidRDefault="00F04778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04778" w:rsidRDefault="00F04778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04778" w:rsidRDefault="00F04778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04778" w:rsidRDefault="00F04778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04778" w:rsidRDefault="00F04778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04778" w:rsidRDefault="00F04778" w:rsidP="009A70E8">
      <w:pPr>
        <w:tabs>
          <w:tab w:val="left" w:pos="7365"/>
        </w:tabs>
        <w:ind w:right="-5"/>
        <w:rPr>
          <w:color w:val="000000"/>
          <w:sz w:val="28"/>
          <w:szCs w:val="28"/>
        </w:rPr>
      </w:pPr>
    </w:p>
    <w:sectPr w:rsidR="00F04778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778" w:rsidRDefault="00F04778">
      <w:r>
        <w:separator/>
      </w:r>
    </w:p>
  </w:endnote>
  <w:endnote w:type="continuationSeparator" w:id="1">
    <w:p w:rsidR="00F04778" w:rsidRDefault="00F04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778" w:rsidRDefault="00F04778">
      <w:r>
        <w:separator/>
      </w:r>
    </w:p>
  </w:footnote>
  <w:footnote w:type="continuationSeparator" w:id="1">
    <w:p w:rsidR="00F04778" w:rsidRDefault="00F047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78" w:rsidRDefault="00F0477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F04778" w:rsidRDefault="00F047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80054"/>
    <w:multiLevelType w:val="hybridMultilevel"/>
    <w:tmpl w:val="8F843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45B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359B7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3A80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3E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038D"/>
    <w:rsid w:val="005F1ADB"/>
    <w:rsid w:val="005F3DA9"/>
    <w:rsid w:val="005F54C3"/>
    <w:rsid w:val="0060170E"/>
    <w:rsid w:val="00602326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11FC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07E"/>
    <w:rsid w:val="00781350"/>
    <w:rsid w:val="00781DF1"/>
    <w:rsid w:val="00790DA8"/>
    <w:rsid w:val="0079163A"/>
    <w:rsid w:val="00794E33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24C9"/>
    <w:rsid w:val="00993CC8"/>
    <w:rsid w:val="00994759"/>
    <w:rsid w:val="009A1520"/>
    <w:rsid w:val="009A5CD9"/>
    <w:rsid w:val="009A70E8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296E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931C3"/>
    <w:rsid w:val="00BA1E6B"/>
    <w:rsid w:val="00BB7BE1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0C4C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0C10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79B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6AC4"/>
    <w:rsid w:val="00D3716B"/>
    <w:rsid w:val="00D42BED"/>
    <w:rsid w:val="00D55AA6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2728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77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7188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"/>
    <w:basedOn w:val="Normal"/>
    <w:uiPriority w:val="99"/>
    <w:rsid w:val="003D33E7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">
    <w:name w:val="Знак Знак1"/>
    <w:basedOn w:val="DefaultParagraphFont"/>
    <w:uiPriority w:val="99"/>
    <w:rsid w:val="003D33E7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1741</TotalTime>
  <Pages>1</Pages>
  <Words>141</Words>
  <Characters>808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174</cp:revision>
  <dcterms:created xsi:type="dcterms:W3CDTF">2012-04-20T11:19:00Z</dcterms:created>
  <dcterms:modified xsi:type="dcterms:W3CDTF">2013-04-02T12:51:00Z</dcterms:modified>
</cp:coreProperties>
</file>