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308" w:rsidRPr="00C02D0F" w:rsidRDefault="00A71308" w:rsidP="00BA40DA">
      <w:pPr>
        <w:pStyle w:val="NoSpacing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71308" w:rsidRPr="00C02D0F" w:rsidRDefault="00A71308" w:rsidP="00BA40DA">
      <w:pPr>
        <w:pStyle w:val="NoSpacing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71308" w:rsidRPr="00C02D0F" w:rsidRDefault="00A71308" w:rsidP="00BA40DA">
      <w:pPr>
        <w:pStyle w:val="NoSpacing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71308" w:rsidRPr="00C02D0F" w:rsidRDefault="00A71308" w:rsidP="00BA40DA">
      <w:pPr>
        <w:pStyle w:val="NoSpacing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>изменение вида разрешённого</w:t>
      </w:r>
    </w:p>
    <w:p w:rsidR="00A71308" w:rsidRPr="00C02D0F" w:rsidRDefault="00A71308" w:rsidP="00BA40DA">
      <w:pPr>
        <w:pStyle w:val="NoSpacing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>использования земельного участка</w:t>
      </w:r>
    </w:p>
    <w:p w:rsidR="00A71308" w:rsidRPr="00C02D0F" w:rsidRDefault="00A71308" w:rsidP="00BA40DA">
      <w:pPr>
        <w:pStyle w:val="NoSpacing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>и (или) объекта капитального строительства</w:t>
      </w:r>
    </w:p>
    <w:p w:rsidR="00A71308" w:rsidRDefault="00A71308" w:rsidP="00C02D0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71308" w:rsidRPr="00C02D0F" w:rsidRDefault="00A71308" w:rsidP="00C02D0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71308" w:rsidRPr="00C02D0F" w:rsidRDefault="00A71308" w:rsidP="00BA40DA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C02D0F">
        <w:rPr>
          <w:rFonts w:ascii="Times New Roman" w:hAnsi="Times New Roman" w:cs="Times New Roman"/>
          <w:sz w:val="28"/>
          <w:szCs w:val="28"/>
        </w:rPr>
        <w:t>Главе Запорожского сельского поселения</w:t>
      </w:r>
    </w:p>
    <w:p w:rsidR="00A71308" w:rsidRDefault="00A71308" w:rsidP="00BA40DA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Темрюкского района</w:t>
      </w:r>
    </w:p>
    <w:p w:rsidR="00A71308" w:rsidRPr="00C02D0F" w:rsidRDefault="00A71308" w:rsidP="00BA40DA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_____________________________________</w:t>
      </w:r>
    </w:p>
    <w:p w:rsidR="00A71308" w:rsidRPr="00C02D0F" w:rsidRDefault="00A71308" w:rsidP="00BA40DA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от __________________________________</w:t>
      </w:r>
    </w:p>
    <w:p w:rsidR="00A71308" w:rsidRPr="00C02D0F" w:rsidRDefault="00A71308" w:rsidP="00BA40DA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_____________________________________</w:t>
      </w:r>
    </w:p>
    <w:p w:rsidR="00A71308" w:rsidRPr="00C02D0F" w:rsidRDefault="00A71308" w:rsidP="00BA40DA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паспорт ______________________________,</w:t>
      </w:r>
    </w:p>
    <w:p w:rsidR="00A71308" w:rsidRPr="00C02D0F" w:rsidRDefault="00A71308" w:rsidP="00BA40DA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(указываются серия, номер паспорта)</w:t>
      </w:r>
    </w:p>
    <w:p w:rsidR="00A71308" w:rsidRPr="00C02D0F" w:rsidRDefault="00A71308" w:rsidP="00BA40DA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02D0F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1308" w:rsidRPr="00C02D0F" w:rsidRDefault="00A71308" w:rsidP="00BA40DA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02D0F">
        <w:rPr>
          <w:rFonts w:ascii="Times New Roman" w:hAnsi="Times New Roman" w:cs="Times New Roman"/>
          <w:sz w:val="28"/>
          <w:szCs w:val="28"/>
        </w:rPr>
        <w:t xml:space="preserve">(указывается место проживания заявителя –  </w:t>
      </w:r>
    </w:p>
    <w:p w:rsidR="00A71308" w:rsidRDefault="00A71308" w:rsidP="00BA40DA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02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02D0F">
        <w:rPr>
          <w:rFonts w:ascii="Times New Roman" w:hAnsi="Times New Roman" w:cs="Times New Roman"/>
          <w:sz w:val="28"/>
          <w:szCs w:val="28"/>
        </w:rPr>
        <w:t>Физического лица, место нахождения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308" w:rsidRPr="00C02D0F" w:rsidRDefault="00A71308" w:rsidP="00BA40DA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C02D0F">
        <w:rPr>
          <w:rFonts w:ascii="Times New Roman" w:hAnsi="Times New Roman" w:cs="Times New Roman"/>
          <w:sz w:val="28"/>
          <w:szCs w:val="28"/>
        </w:rPr>
        <w:t xml:space="preserve"> юридического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D0F">
        <w:rPr>
          <w:rFonts w:ascii="Times New Roman" w:hAnsi="Times New Roman" w:cs="Times New Roman"/>
          <w:sz w:val="28"/>
          <w:szCs w:val="28"/>
        </w:rPr>
        <w:t>лица)</w:t>
      </w:r>
    </w:p>
    <w:p w:rsidR="00A71308" w:rsidRPr="00C02D0F" w:rsidRDefault="00A71308" w:rsidP="00BA40DA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_____________________________________</w:t>
      </w:r>
    </w:p>
    <w:p w:rsidR="00A71308" w:rsidRPr="00C02D0F" w:rsidRDefault="00A71308" w:rsidP="00BA40DA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_____________________________________</w:t>
      </w:r>
    </w:p>
    <w:p w:rsidR="00A71308" w:rsidRPr="00C02D0F" w:rsidRDefault="00A71308" w:rsidP="00C02D0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71308" w:rsidRPr="00C02D0F" w:rsidRDefault="00A71308" w:rsidP="00C02D0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71308" w:rsidRPr="00C02D0F" w:rsidRDefault="00A71308" w:rsidP="00C02D0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2D0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ЗАЯВЛЕНИЕ</w:t>
      </w:r>
    </w:p>
    <w:p w:rsidR="00A71308" w:rsidRPr="00C02D0F" w:rsidRDefault="00A71308" w:rsidP="00C02D0F">
      <w:pPr>
        <w:jc w:val="both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02D0F">
        <w:rPr>
          <w:rFonts w:ascii="Times New Roman" w:hAnsi="Times New Roman" w:cs="Times New Roman"/>
          <w:sz w:val="28"/>
          <w:szCs w:val="28"/>
        </w:rPr>
        <w:t>Прошу изменить вид разрешённого использования земельного участка и (или) объекта капитального строительства ________________________________</w:t>
      </w:r>
    </w:p>
    <w:p w:rsidR="00A71308" w:rsidRPr="00C02D0F" w:rsidRDefault="00A71308" w:rsidP="00C02D0F">
      <w:pPr>
        <w:jc w:val="both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71308" w:rsidRPr="00C02D0F" w:rsidRDefault="00A71308" w:rsidP="00C02D0F">
      <w:pPr>
        <w:jc w:val="both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>(указываются данные о земельном участке, объекте капитального строительства: мест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C02D0F">
        <w:rPr>
          <w:rFonts w:ascii="Times New Roman" w:hAnsi="Times New Roman" w:cs="Times New Roman"/>
          <w:sz w:val="28"/>
          <w:szCs w:val="28"/>
        </w:rPr>
        <w:t>нахождения, кадастровый номер, площадь, этажность и т.д.)</w:t>
      </w:r>
    </w:p>
    <w:p w:rsidR="00A71308" w:rsidRDefault="00A71308" w:rsidP="00C02D0F">
      <w:pPr>
        <w:jc w:val="both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A71308" w:rsidRDefault="00A71308" w:rsidP="00C02D0F">
      <w:pPr>
        <w:jc w:val="both"/>
        <w:rPr>
          <w:rFonts w:ascii="Times New Roman" w:hAnsi="Times New Roman" w:cs="Times New Roman"/>
          <w:sz w:val="28"/>
          <w:szCs w:val="28"/>
        </w:rPr>
      </w:pPr>
      <w:r w:rsidRPr="00C02D0F">
        <w:rPr>
          <w:rFonts w:ascii="Times New Roman" w:hAnsi="Times New Roman" w:cs="Times New Roman"/>
          <w:sz w:val="28"/>
          <w:szCs w:val="28"/>
        </w:rPr>
        <w:t>«____» __________________ 20 __ год                            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308" w:rsidRDefault="00A71308" w:rsidP="000A38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C02D0F">
        <w:rPr>
          <w:rFonts w:ascii="Times New Roman" w:hAnsi="Times New Roman" w:cs="Times New Roman"/>
          <w:sz w:val="28"/>
          <w:szCs w:val="28"/>
        </w:rPr>
        <w:t>(подпись заявителя)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308" w:rsidRPr="000A38FE" w:rsidRDefault="00A71308" w:rsidP="000A38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38FE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A71308" w:rsidRPr="000A38FE" w:rsidRDefault="00A71308" w:rsidP="000A38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38FE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A71308" w:rsidRPr="000A38FE" w:rsidRDefault="00A71308" w:rsidP="000A38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38F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A38FE">
        <w:rPr>
          <w:rFonts w:ascii="Times New Roman" w:hAnsi="Times New Roman" w:cs="Times New Roman"/>
          <w:sz w:val="28"/>
          <w:szCs w:val="28"/>
        </w:rPr>
        <w:t xml:space="preserve"> А.Б.Костин   </w:t>
      </w:r>
    </w:p>
    <w:sectPr w:rsidR="00A71308" w:rsidRPr="000A38FE" w:rsidSect="00BA40DA">
      <w:pgSz w:w="11906" w:h="16838"/>
      <w:pgMar w:top="1258" w:right="424" w:bottom="125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D0F"/>
    <w:rsid w:val="000A38FE"/>
    <w:rsid w:val="0020441F"/>
    <w:rsid w:val="00493152"/>
    <w:rsid w:val="00A71308"/>
    <w:rsid w:val="00BA40DA"/>
    <w:rsid w:val="00C02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15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02D0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NoSpacing">
    <w:name w:val="No Spacing"/>
    <w:uiPriority w:val="99"/>
    <w:qFormat/>
    <w:rsid w:val="00C02D0F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351</Words>
  <Characters>2004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USER5</cp:lastModifiedBy>
  <cp:revision>3</cp:revision>
  <cp:lastPrinted>2012-07-03T05:48:00Z</cp:lastPrinted>
  <dcterms:created xsi:type="dcterms:W3CDTF">2012-07-01T09:18:00Z</dcterms:created>
  <dcterms:modified xsi:type="dcterms:W3CDTF">2012-07-03T05:49:00Z</dcterms:modified>
</cp:coreProperties>
</file>