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-106" w:type="dxa"/>
        <w:tblLook w:val="0000"/>
      </w:tblPr>
      <w:tblGrid>
        <w:gridCol w:w="9639"/>
      </w:tblGrid>
      <w:tr w:rsidR="0092768E">
        <w:trPr>
          <w:trHeight w:val="3403"/>
        </w:trPr>
        <w:tc>
          <w:tcPr>
            <w:tcW w:w="9639" w:type="dxa"/>
          </w:tcPr>
          <w:p w:rsidR="0092768E" w:rsidRPr="00355A35" w:rsidRDefault="0092768E" w:rsidP="00355A35">
            <w:pPr>
              <w:jc w:val="center"/>
              <w:rPr>
                <w:rFonts w:ascii="Times New Roman" w:hAnsi="Times New Roman" w:cs="Times New Roman"/>
              </w:rPr>
            </w:pPr>
            <w:r w:rsidRPr="00DB73BF">
              <w:rPr>
                <w:rFonts w:ascii="Times New Roman" w:hAnsi="Times New Roman" w:cs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6.25pt;height:62.25pt;visibility:visible">
                  <v:imagedata r:id="rId5" o:title=""/>
                </v:shape>
              </w:pict>
            </w:r>
          </w:p>
          <w:p w:rsidR="0092768E" w:rsidRPr="00355A35" w:rsidRDefault="0092768E" w:rsidP="00355A35">
            <w:pPr>
              <w:jc w:val="center"/>
              <w:rPr>
                <w:rFonts w:ascii="Times New Roman" w:hAnsi="Times New Roman" w:cs="Times New Roman"/>
              </w:rPr>
            </w:pPr>
          </w:p>
          <w:p w:rsidR="0092768E" w:rsidRPr="00355A35" w:rsidRDefault="0092768E" w:rsidP="00355A3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5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ЗАПОРОЖСКОГО  СЕЛЬСКОГО ПОСЕЛЕНИЯ</w:t>
            </w:r>
          </w:p>
          <w:p w:rsidR="0092768E" w:rsidRPr="00355A35" w:rsidRDefault="0092768E" w:rsidP="00355A3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5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92768E" w:rsidRPr="00355A35" w:rsidRDefault="0092768E" w:rsidP="00355A3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92768E" w:rsidRPr="00355A35" w:rsidRDefault="0092768E" w:rsidP="00355A3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55A3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  <w:p w:rsidR="0092768E" w:rsidRPr="00D43DA0" w:rsidRDefault="0092768E" w:rsidP="00355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D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</w:t>
            </w:r>
            <w:r w:rsidRPr="00D43DA0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30.12.201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3</w:t>
            </w:r>
            <w:r w:rsidRPr="00D43DA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D43DA0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521</w:t>
            </w:r>
          </w:p>
          <w:p w:rsidR="0092768E" w:rsidRPr="00C72BDE" w:rsidRDefault="0092768E" w:rsidP="00C72BDE">
            <w:pPr>
              <w:jc w:val="center"/>
              <w:rPr>
                <w:rFonts w:ascii="Times New Roman" w:hAnsi="Times New Roman" w:cs="Times New Roman"/>
              </w:rPr>
            </w:pPr>
            <w:r w:rsidRPr="00C72BDE">
              <w:rPr>
                <w:rFonts w:ascii="Times New Roman" w:hAnsi="Times New Roman" w:cs="Times New Roman"/>
              </w:rPr>
              <w:t>ст-ца Запорожская</w:t>
            </w:r>
          </w:p>
        </w:tc>
      </w:tr>
    </w:tbl>
    <w:p w:rsidR="0092768E" w:rsidRDefault="0092768E" w:rsidP="007D0897">
      <w:pPr>
        <w:tabs>
          <w:tab w:val="left" w:pos="720"/>
          <w:tab w:val="left" w:pos="900"/>
        </w:tabs>
        <w:jc w:val="center"/>
        <w:rPr>
          <w:b/>
          <w:bCs/>
          <w:sz w:val="28"/>
          <w:szCs w:val="28"/>
        </w:rPr>
      </w:pPr>
    </w:p>
    <w:p w:rsidR="0092768E" w:rsidRPr="00995687" w:rsidRDefault="0092768E" w:rsidP="007D0897">
      <w:pPr>
        <w:tabs>
          <w:tab w:val="left" w:pos="720"/>
          <w:tab w:val="left" w:pos="900"/>
        </w:tabs>
        <w:jc w:val="center"/>
        <w:rPr>
          <w:b/>
          <w:bCs/>
          <w:sz w:val="28"/>
          <w:szCs w:val="28"/>
        </w:rPr>
      </w:pPr>
      <w:r w:rsidRPr="00995687">
        <w:rPr>
          <w:b/>
          <w:bCs/>
          <w:sz w:val="28"/>
          <w:szCs w:val="28"/>
        </w:rPr>
        <w:t xml:space="preserve">       </w:t>
      </w:r>
    </w:p>
    <w:p w:rsidR="0092768E" w:rsidRPr="00995687" w:rsidRDefault="0092768E" w:rsidP="005119F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3"/>
      <w:r w:rsidRPr="00995687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 утверждении схем газоснабжения</w:t>
      </w:r>
      <w:r w:rsidRPr="00995687"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Запорожского сельского поселения Темрюкского района</w:t>
      </w:r>
    </w:p>
    <w:p w:rsidR="0092768E" w:rsidRDefault="0092768E" w:rsidP="005119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2768E" w:rsidRPr="00995687" w:rsidRDefault="0092768E" w:rsidP="00995687"/>
    <w:p w:rsidR="0092768E" w:rsidRPr="00C860D3" w:rsidRDefault="0092768E" w:rsidP="00F57805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C860D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требованием Федерального закона от 31 марта 1999 года № 69-ФЗ «</w:t>
      </w:r>
      <w:r w:rsidRPr="00F57805">
        <w:rPr>
          <w:rFonts w:ascii="Times New Roman" w:hAnsi="Times New Roman" w:cs="Times New Roman"/>
          <w:sz w:val="28"/>
          <w:szCs w:val="28"/>
        </w:rPr>
        <w:t>О газоснабжении в Российской Федерации" (с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860D3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2768E" w:rsidRDefault="0092768E" w:rsidP="00995687">
      <w:pPr>
        <w:pStyle w:val="a3"/>
        <w:numPr>
          <w:ilvl w:val="0"/>
          <w:numId w:val="14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существующие схемы газоснабжения:</w:t>
      </w:r>
    </w:p>
    <w:p w:rsidR="0092768E" w:rsidRDefault="0092768E" w:rsidP="00995687">
      <w:pPr>
        <w:numPr>
          <w:ilvl w:val="1"/>
          <w:numId w:val="1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</w:t>
      </w:r>
      <w:r w:rsidRPr="005119F2">
        <w:rPr>
          <w:rFonts w:ascii="Times New Roman" w:hAnsi="Times New Roman" w:cs="Times New Roman"/>
          <w:sz w:val="28"/>
          <w:szCs w:val="28"/>
        </w:rPr>
        <w:t xml:space="preserve">ществующую схему </w:t>
      </w:r>
      <w:r>
        <w:rPr>
          <w:rFonts w:ascii="Times New Roman" w:hAnsi="Times New Roman" w:cs="Times New Roman"/>
          <w:sz w:val="28"/>
          <w:szCs w:val="28"/>
        </w:rPr>
        <w:t>газоснабжения</w:t>
      </w:r>
      <w:r w:rsidRPr="005119F2">
        <w:rPr>
          <w:rFonts w:ascii="Times New Roman" w:hAnsi="Times New Roman" w:cs="Times New Roman"/>
          <w:sz w:val="28"/>
          <w:szCs w:val="28"/>
        </w:rPr>
        <w:t xml:space="preserve"> в пос.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9F2">
        <w:rPr>
          <w:rFonts w:ascii="Times New Roman" w:hAnsi="Times New Roman" w:cs="Times New Roman"/>
          <w:sz w:val="28"/>
          <w:szCs w:val="28"/>
        </w:rPr>
        <w:t xml:space="preserve">Ильич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района;</w:t>
      </w:r>
    </w:p>
    <w:p w:rsidR="0092768E" w:rsidRDefault="0092768E" w:rsidP="00995687">
      <w:pPr>
        <w:numPr>
          <w:ilvl w:val="1"/>
          <w:numId w:val="1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существующую схему газоснабжения в пос. Красноармейском Запорожского сельского поселения Темрюкского района;</w:t>
      </w:r>
    </w:p>
    <w:p w:rsidR="0092768E" w:rsidRDefault="0092768E" w:rsidP="00995687">
      <w:pPr>
        <w:numPr>
          <w:ilvl w:val="1"/>
          <w:numId w:val="1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существующую схему газоснабжения я в пос. Береговом Запорожского сельского поселения Темрюкского района;</w:t>
      </w:r>
    </w:p>
    <w:p w:rsidR="0092768E" w:rsidRDefault="0092768E" w:rsidP="00995687">
      <w:pPr>
        <w:numPr>
          <w:ilvl w:val="1"/>
          <w:numId w:val="1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существующую схему газоснабжения в ст-це Запорожской Запорожского сельского поселения Темрюкского района;</w:t>
      </w:r>
    </w:p>
    <w:p w:rsidR="0092768E" w:rsidRDefault="0092768E" w:rsidP="00995687">
      <w:pPr>
        <w:numPr>
          <w:ilvl w:val="1"/>
          <w:numId w:val="1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существующую схему газоснабжения в пос. Гаркуша Запорожского сельского поселения Темрюкского района;</w:t>
      </w:r>
    </w:p>
    <w:p w:rsidR="0092768E" w:rsidRDefault="0092768E" w:rsidP="00995687">
      <w:pPr>
        <w:numPr>
          <w:ilvl w:val="1"/>
          <w:numId w:val="1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существующую схему газоснабжения в пос. Приазовский Запорожского сельского поселения Темрюкского района;</w:t>
      </w:r>
    </w:p>
    <w:p w:rsidR="0092768E" w:rsidRDefault="0092768E" w:rsidP="00995687">
      <w:pPr>
        <w:numPr>
          <w:ilvl w:val="1"/>
          <w:numId w:val="1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существующую схему газоснабжения в пос. Батарейка Запорожского сельского поселения Темрюкского района;</w:t>
      </w:r>
    </w:p>
    <w:p w:rsidR="0092768E" w:rsidRDefault="0092768E" w:rsidP="00995687">
      <w:pPr>
        <w:pStyle w:val="a3"/>
        <w:numPr>
          <w:ilvl w:val="0"/>
          <w:numId w:val="14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C860D3">
        <w:rPr>
          <w:rFonts w:ascii="Times New Roman" w:hAnsi="Times New Roman" w:cs="Times New Roman"/>
          <w:sz w:val="28"/>
          <w:szCs w:val="28"/>
        </w:rPr>
        <w:t>Контроль за выполнением данного постановления оставляю за собой.</w:t>
      </w:r>
    </w:p>
    <w:p w:rsidR="0092768E" w:rsidRPr="00D13B01" w:rsidRDefault="0092768E" w:rsidP="00995687">
      <w:pPr>
        <w:numPr>
          <w:ilvl w:val="0"/>
          <w:numId w:val="1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3B01">
        <w:rPr>
          <w:rFonts w:ascii="Times New Roman" w:hAnsi="Times New Roman" w:cs="Times New Roman"/>
          <w:sz w:val="28"/>
          <w:szCs w:val="28"/>
        </w:rPr>
        <w:t>Разместить настоящее постановление на сайте администрации Запорожского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768E" w:rsidRPr="00C860D3" w:rsidRDefault="0092768E" w:rsidP="00995687">
      <w:pPr>
        <w:tabs>
          <w:tab w:val="left" w:pos="900"/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860D3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подписания. </w:t>
      </w:r>
    </w:p>
    <w:bookmarkEnd w:id="0"/>
    <w:p w:rsidR="0092768E" w:rsidRPr="005D2CD4" w:rsidRDefault="0092768E" w:rsidP="0099568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768E" w:rsidRPr="0063143B" w:rsidRDefault="0092768E" w:rsidP="0063143B">
      <w:pPr>
        <w:pStyle w:val="Heading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0"/>
      <w:r>
        <w:t xml:space="preserve">      </w:t>
      </w:r>
    </w:p>
    <w:p w:rsidR="0092768E" w:rsidRDefault="0092768E" w:rsidP="0029047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92768E" w:rsidRDefault="0092768E" w:rsidP="0029047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А.Г.Толстокорый</w:t>
      </w:r>
    </w:p>
    <w:bookmarkEnd w:id="1"/>
    <w:p w:rsidR="0092768E" w:rsidRDefault="0092768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768E" w:rsidRDefault="0092768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768E" w:rsidRDefault="0092768E" w:rsidP="00F578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768E" w:rsidRDefault="0092768E" w:rsidP="00656C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768E" w:rsidRDefault="0092768E" w:rsidP="006B6E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E9E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92768E" w:rsidRPr="006B6E9E" w:rsidRDefault="0092768E" w:rsidP="000E474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2768E" w:rsidRPr="006B6E9E" w:rsidRDefault="0092768E" w:rsidP="006B6E9E">
      <w:pPr>
        <w:jc w:val="center"/>
        <w:rPr>
          <w:rFonts w:ascii="Times New Roman" w:hAnsi="Times New Roman" w:cs="Times New Roman"/>
          <w:sz w:val="28"/>
          <w:szCs w:val="28"/>
        </w:rPr>
      </w:pPr>
      <w:r w:rsidRPr="006B6E9E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92768E" w:rsidRPr="006B6E9E" w:rsidRDefault="0092768E" w:rsidP="006B6E9E">
      <w:pPr>
        <w:jc w:val="center"/>
        <w:rPr>
          <w:rFonts w:ascii="Times New Roman" w:hAnsi="Times New Roman" w:cs="Times New Roman"/>
          <w:sz w:val="28"/>
          <w:szCs w:val="28"/>
        </w:rPr>
      </w:pPr>
      <w:r w:rsidRPr="006B6E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768E" w:rsidRPr="006B6E9E" w:rsidRDefault="0092768E" w:rsidP="006B520B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_x0000_s1026" style="position:absolute;left:0;text-align:left;z-index:251658240" from="171pt,15.25pt" to="279pt,15.25pt"/>
        </w:pict>
      </w:r>
      <w:r>
        <w:rPr>
          <w:noProof/>
        </w:rPr>
        <w:pict>
          <v:line id="_x0000_s1027" style="position:absolute;left:0;text-align:left;z-index:251659264" from="315pt,15.25pt" to="342pt,15.25pt"/>
        </w:pict>
      </w:r>
      <w:r w:rsidRPr="006B6E9E">
        <w:rPr>
          <w:rFonts w:ascii="Times New Roman" w:hAnsi="Times New Roman" w:cs="Times New Roman"/>
          <w:sz w:val="28"/>
          <w:szCs w:val="28"/>
        </w:rPr>
        <w:t xml:space="preserve">от  </w:t>
      </w:r>
      <w:r w:rsidRPr="006B6E9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6B6E9E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30.12.2014        </w:t>
      </w:r>
      <w:r w:rsidRPr="006B6E9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Pr="00D43DA0">
        <w:rPr>
          <w:rFonts w:ascii="Times New Roman" w:hAnsi="Times New Roman" w:cs="Times New Roman"/>
          <w:i/>
          <w:iCs/>
          <w:sz w:val="28"/>
          <w:szCs w:val="28"/>
        </w:rPr>
        <w:t xml:space="preserve"> 521</w:t>
      </w:r>
      <w:r w:rsidRPr="006B6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68E" w:rsidRDefault="0092768E" w:rsidP="00D13B0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схем газоснабжения на территории Запорожского сельского поселения Темрюкского района»</w:t>
      </w:r>
    </w:p>
    <w:p w:rsidR="0092768E" w:rsidRPr="00352E7A" w:rsidRDefault="0092768E" w:rsidP="00352E7A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92768E" w:rsidRPr="006B6E9E" w:rsidRDefault="0092768E" w:rsidP="006B6E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768E" w:rsidRDefault="0092768E" w:rsidP="005A5776">
      <w:pPr>
        <w:jc w:val="both"/>
        <w:rPr>
          <w:rFonts w:ascii="Times New Roman" w:hAnsi="Times New Roman" w:cs="Times New Roman"/>
          <w:sz w:val="28"/>
          <w:szCs w:val="28"/>
        </w:rPr>
      </w:pPr>
      <w:r w:rsidRPr="006B6E9E">
        <w:rPr>
          <w:rFonts w:ascii="Times New Roman" w:hAnsi="Times New Roman" w:cs="Times New Roman"/>
          <w:sz w:val="28"/>
          <w:szCs w:val="28"/>
        </w:rPr>
        <w:t>Проект внесен и составлен:</w:t>
      </w:r>
      <w:r w:rsidRPr="005A57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68E" w:rsidRPr="006B6E9E" w:rsidRDefault="0092768E" w:rsidP="005A5776">
      <w:pPr>
        <w:jc w:val="both"/>
        <w:rPr>
          <w:rFonts w:ascii="Times New Roman" w:hAnsi="Times New Roman" w:cs="Times New Roman"/>
          <w:sz w:val="28"/>
          <w:szCs w:val="28"/>
        </w:rPr>
      </w:pPr>
      <w:r w:rsidRPr="006B6E9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2768E" w:rsidRPr="006B6E9E" w:rsidRDefault="0092768E" w:rsidP="005A5776">
      <w:pPr>
        <w:tabs>
          <w:tab w:val="left" w:pos="5220"/>
          <w:tab w:val="left" w:pos="54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B6E9E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2768E" w:rsidRDefault="0092768E" w:rsidP="005A5776">
      <w:pPr>
        <w:jc w:val="both"/>
        <w:rPr>
          <w:rFonts w:ascii="Times New Roman" w:hAnsi="Times New Roman" w:cs="Times New Roman"/>
          <w:sz w:val="28"/>
          <w:szCs w:val="28"/>
        </w:rPr>
      </w:pPr>
      <w:r w:rsidRPr="006B6E9E">
        <w:rPr>
          <w:rFonts w:ascii="Times New Roman" w:hAnsi="Times New Roman" w:cs="Times New Roman"/>
          <w:sz w:val="28"/>
          <w:szCs w:val="28"/>
        </w:rPr>
        <w:t xml:space="preserve">Темрюкского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У.Л.Савина</w:t>
      </w:r>
    </w:p>
    <w:p w:rsidR="0092768E" w:rsidRDefault="0092768E" w:rsidP="005A5776">
      <w:pPr>
        <w:jc w:val="both"/>
        <w:rPr>
          <w:rFonts w:ascii="Times New Roman" w:hAnsi="Times New Roman" w:cs="Times New Roman"/>
          <w:sz w:val="28"/>
          <w:szCs w:val="28"/>
        </w:rPr>
      </w:pPr>
      <w:r w:rsidRPr="006B6E9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768E" w:rsidRPr="006B6E9E" w:rsidRDefault="0092768E" w:rsidP="005A5776">
      <w:pPr>
        <w:jc w:val="both"/>
        <w:rPr>
          <w:rFonts w:ascii="Times New Roman" w:hAnsi="Times New Roman" w:cs="Times New Roman"/>
          <w:sz w:val="28"/>
          <w:szCs w:val="28"/>
        </w:rPr>
      </w:pPr>
      <w:r w:rsidRPr="006B6E9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B6E9E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B6E9E"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</w:t>
      </w:r>
    </w:p>
    <w:p w:rsidR="0092768E" w:rsidRDefault="0092768E" w:rsidP="00FC2F09">
      <w:pPr>
        <w:jc w:val="both"/>
        <w:rPr>
          <w:rFonts w:ascii="Times New Roman" w:hAnsi="Times New Roman" w:cs="Times New Roman"/>
          <w:sz w:val="28"/>
          <w:szCs w:val="28"/>
        </w:rPr>
      </w:pPr>
      <w:r w:rsidRPr="006B6E9E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92768E" w:rsidRPr="006B6E9E" w:rsidRDefault="0092768E" w:rsidP="006B6E9E">
      <w:pPr>
        <w:tabs>
          <w:tab w:val="left" w:pos="3960"/>
          <w:tab w:val="left" w:pos="4500"/>
          <w:tab w:val="left" w:pos="8460"/>
          <w:tab w:val="left" w:pos="86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А.Ю.Яковлева</w:t>
      </w:r>
    </w:p>
    <w:p w:rsidR="0092768E" w:rsidRPr="006B6E9E" w:rsidRDefault="0092768E" w:rsidP="006B6E9E">
      <w:pPr>
        <w:rPr>
          <w:rFonts w:ascii="Times New Roman" w:hAnsi="Times New Roman" w:cs="Times New Roman"/>
          <w:sz w:val="28"/>
          <w:szCs w:val="28"/>
        </w:rPr>
      </w:pPr>
    </w:p>
    <w:sectPr w:rsidR="0092768E" w:rsidRPr="006B6E9E" w:rsidSect="007D0897">
      <w:pgSz w:w="11900" w:h="16800"/>
      <w:pgMar w:top="426" w:right="56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48881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C860E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A486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AC34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9083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432C55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397483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37487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F5E5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102B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28356CB"/>
    <w:multiLevelType w:val="hybridMultilevel"/>
    <w:tmpl w:val="1D5C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6178CE"/>
    <w:multiLevelType w:val="hybridMultilevel"/>
    <w:tmpl w:val="9C9ED446"/>
    <w:lvl w:ilvl="0" w:tplc="E14253E2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430801"/>
    <w:multiLevelType w:val="multilevel"/>
    <w:tmpl w:val="CAB41A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3">
    <w:nsid w:val="70F418E0"/>
    <w:multiLevelType w:val="hybridMultilevel"/>
    <w:tmpl w:val="3F32B5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F19"/>
    <w:rsid w:val="000019F0"/>
    <w:rsid w:val="000053DD"/>
    <w:rsid w:val="00025156"/>
    <w:rsid w:val="0003734A"/>
    <w:rsid w:val="00050E6F"/>
    <w:rsid w:val="000545FD"/>
    <w:rsid w:val="00061FB2"/>
    <w:rsid w:val="00080526"/>
    <w:rsid w:val="00097076"/>
    <w:rsid w:val="000A737E"/>
    <w:rsid w:val="000A7484"/>
    <w:rsid w:val="000D22AB"/>
    <w:rsid w:val="000E4742"/>
    <w:rsid w:val="00110786"/>
    <w:rsid w:val="00122663"/>
    <w:rsid w:val="001810C7"/>
    <w:rsid w:val="00185743"/>
    <w:rsid w:val="0019303E"/>
    <w:rsid w:val="001971B8"/>
    <w:rsid w:val="001B261D"/>
    <w:rsid w:val="001D250E"/>
    <w:rsid w:val="001E6C93"/>
    <w:rsid w:val="00216B8D"/>
    <w:rsid w:val="00226E35"/>
    <w:rsid w:val="00250DB0"/>
    <w:rsid w:val="00254407"/>
    <w:rsid w:val="002578C9"/>
    <w:rsid w:val="00264B6B"/>
    <w:rsid w:val="0026583D"/>
    <w:rsid w:val="0027437E"/>
    <w:rsid w:val="0028093D"/>
    <w:rsid w:val="00281D56"/>
    <w:rsid w:val="00290476"/>
    <w:rsid w:val="002A5C3C"/>
    <w:rsid w:val="002B0B75"/>
    <w:rsid w:val="002E4831"/>
    <w:rsid w:val="002F7B90"/>
    <w:rsid w:val="0032344E"/>
    <w:rsid w:val="00352E7A"/>
    <w:rsid w:val="00355A35"/>
    <w:rsid w:val="003607B4"/>
    <w:rsid w:val="003747A5"/>
    <w:rsid w:val="00375EE5"/>
    <w:rsid w:val="0039044D"/>
    <w:rsid w:val="003C627C"/>
    <w:rsid w:val="003E7F2C"/>
    <w:rsid w:val="00402C66"/>
    <w:rsid w:val="00435287"/>
    <w:rsid w:val="00461ACE"/>
    <w:rsid w:val="004A6FEC"/>
    <w:rsid w:val="004E0AF6"/>
    <w:rsid w:val="004F6B4D"/>
    <w:rsid w:val="005119F2"/>
    <w:rsid w:val="005547A9"/>
    <w:rsid w:val="00575E50"/>
    <w:rsid w:val="005A5776"/>
    <w:rsid w:val="005A591C"/>
    <w:rsid w:val="005B4609"/>
    <w:rsid w:val="005D2CD4"/>
    <w:rsid w:val="0061153E"/>
    <w:rsid w:val="00622401"/>
    <w:rsid w:val="0063143B"/>
    <w:rsid w:val="00636535"/>
    <w:rsid w:val="0064065E"/>
    <w:rsid w:val="00647563"/>
    <w:rsid w:val="00652373"/>
    <w:rsid w:val="00652F33"/>
    <w:rsid w:val="00656CD6"/>
    <w:rsid w:val="006728D1"/>
    <w:rsid w:val="0067660D"/>
    <w:rsid w:val="006B520B"/>
    <w:rsid w:val="006B6E9E"/>
    <w:rsid w:val="006C1F6B"/>
    <w:rsid w:val="006C7826"/>
    <w:rsid w:val="006E5149"/>
    <w:rsid w:val="006E69E0"/>
    <w:rsid w:val="00734402"/>
    <w:rsid w:val="007C0623"/>
    <w:rsid w:val="007D0897"/>
    <w:rsid w:val="007D7E60"/>
    <w:rsid w:val="007F1508"/>
    <w:rsid w:val="007F6034"/>
    <w:rsid w:val="00837E02"/>
    <w:rsid w:val="00886B07"/>
    <w:rsid w:val="008B111C"/>
    <w:rsid w:val="008B2F19"/>
    <w:rsid w:val="008B70EA"/>
    <w:rsid w:val="008B74B6"/>
    <w:rsid w:val="008F6168"/>
    <w:rsid w:val="008F677E"/>
    <w:rsid w:val="0092768E"/>
    <w:rsid w:val="00976E5C"/>
    <w:rsid w:val="00984DAA"/>
    <w:rsid w:val="009930B8"/>
    <w:rsid w:val="00995193"/>
    <w:rsid w:val="00995687"/>
    <w:rsid w:val="009B3EA6"/>
    <w:rsid w:val="009D7667"/>
    <w:rsid w:val="009F2884"/>
    <w:rsid w:val="009F6C79"/>
    <w:rsid w:val="00A0477E"/>
    <w:rsid w:val="00A2490F"/>
    <w:rsid w:val="00A630ED"/>
    <w:rsid w:val="00A673C9"/>
    <w:rsid w:val="00A82547"/>
    <w:rsid w:val="00A8708D"/>
    <w:rsid w:val="00A87720"/>
    <w:rsid w:val="00A93849"/>
    <w:rsid w:val="00AA3C1D"/>
    <w:rsid w:val="00AD191A"/>
    <w:rsid w:val="00AD240B"/>
    <w:rsid w:val="00AD32A0"/>
    <w:rsid w:val="00AE28E5"/>
    <w:rsid w:val="00B07BEF"/>
    <w:rsid w:val="00B10F40"/>
    <w:rsid w:val="00B3274A"/>
    <w:rsid w:val="00B339E8"/>
    <w:rsid w:val="00B47758"/>
    <w:rsid w:val="00B47E1D"/>
    <w:rsid w:val="00B63DCF"/>
    <w:rsid w:val="00B846EB"/>
    <w:rsid w:val="00BA5853"/>
    <w:rsid w:val="00C21021"/>
    <w:rsid w:val="00C32DF8"/>
    <w:rsid w:val="00C45D92"/>
    <w:rsid w:val="00C55C45"/>
    <w:rsid w:val="00C56605"/>
    <w:rsid w:val="00C66CE0"/>
    <w:rsid w:val="00C72BDE"/>
    <w:rsid w:val="00C860D3"/>
    <w:rsid w:val="00C95038"/>
    <w:rsid w:val="00CB11E3"/>
    <w:rsid w:val="00CB2ACA"/>
    <w:rsid w:val="00CD2804"/>
    <w:rsid w:val="00CD4337"/>
    <w:rsid w:val="00D116B9"/>
    <w:rsid w:val="00D13B01"/>
    <w:rsid w:val="00D22CF2"/>
    <w:rsid w:val="00D26AA4"/>
    <w:rsid w:val="00D34889"/>
    <w:rsid w:val="00D43A62"/>
    <w:rsid w:val="00D43DA0"/>
    <w:rsid w:val="00D44B0B"/>
    <w:rsid w:val="00D670FE"/>
    <w:rsid w:val="00D736DE"/>
    <w:rsid w:val="00DB73BF"/>
    <w:rsid w:val="00DC55DA"/>
    <w:rsid w:val="00DE2B25"/>
    <w:rsid w:val="00E30E64"/>
    <w:rsid w:val="00E32A5C"/>
    <w:rsid w:val="00E52686"/>
    <w:rsid w:val="00E549B5"/>
    <w:rsid w:val="00E70486"/>
    <w:rsid w:val="00E7366F"/>
    <w:rsid w:val="00E80E69"/>
    <w:rsid w:val="00E84932"/>
    <w:rsid w:val="00E87745"/>
    <w:rsid w:val="00EC07BC"/>
    <w:rsid w:val="00EE4D69"/>
    <w:rsid w:val="00F40C32"/>
    <w:rsid w:val="00F532F4"/>
    <w:rsid w:val="00F57805"/>
    <w:rsid w:val="00F62A8D"/>
    <w:rsid w:val="00F62AD3"/>
    <w:rsid w:val="00FA1E34"/>
    <w:rsid w:val="00FA6F96"/>
    <w:rsid w:val="00FC2F09"/>
    <w:rsid w:val="00FE1E71"/>
    <w:rsid w:val="00FF5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5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2547"/>
    <w:pPr>
      <w:spacing w:before="108" w:after="108"/>
      <w:jc w:val="center"/>
      <w:outlineLvl w:val="0"/>
    </w:pPr>
    <w:rPr>
      <w:b/>
      <w:bCs/>
      <w:color w:val="000080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8254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A82547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A82547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254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254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254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2547"/>
    <w:rPr>
      <w:rFonts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A82547"/>
    <w:rPr>
      <w:rFonts w:cs="Times New Roman"/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A82547"/>
    <w:rPr>
      <w:color w:val="008000"/>
    </w:rPr>
  </w:style>
  <w:style w:type="character" w:customStyle="1" w:styleId="a1">
    <w:name w:val="Активная гипертекстовая ссылка"/>
    <w:basedOn w:val="a0"/>
    <w:uiPriority w:val="99"/>
    <w:rsid w:val="00A82547"/>
    <w:rPr>
      <w:u w:val="single"/>
    </w:rPr>
  </w:style>
  <w:style w:type="paragraph" w:customStyle="1" w:styleId="a2">
    <w:name w:val="Внимание: криминал!!"/>
    <w:basedOn w:val="Normal"/>
    <w:next w:val="Normal"/>
    <w:uiPriority w:val="99"/>
    <w:rsid w:val="00A82547"/>
    <w:pPr>
      <w:jc w:val="both"/>
    </w:pPr>
  </w:style>
  <w:style w:type="paragraph" w:customStyle="1" w:styleId="a3">
    <w:name w:val="Внимание: недобросовестность!"/>
    <w:basedOn w:val="Normal"/>
    <w:next w:val="Normal"/>
    <w:uiPriority w:val="99"/>
    <w:rsid w:val="00A82547"/>
    <w:pPr>
      <w:jc w:val="both"/>
    </w:pPr>
  </w:style>
  <w:style w:type="character" w:customStyle="1" w:styleId="a4">
    <w:name w:val="Выделение для Базового Поиска"/>
    <w:basedOn w:val="a"/>
    <w:uiPriority w:val="99"/>
    <w:rsid w:val="00A82547"/>
    <w:rPr>
      <w:color w:val="0058A9"/>
    </w:rPr>
  </w:style>
  <w:style w:type="character" w:customStyle="1" w:styleId="a5">
    <w:name w:val="Выделение для Базового Поиска (курсив)"/>
    <w:basedOn w:val="a4"/>
    <w:uiPriority w:val="99"/>
    <w:rsid w:val="00A82547"/>
    <w:rPr>
      <w:i/>
      <w:iCs/>
    </w:rPr>
  </w:style>
  <w:style w:type="paragraph" w:customStyle="1" w:styleId="a6">
    <w:name w:val="Основное меню (преемственное)"/>
    <w:basedOn w:val="Normal"/>
    <w:next w:val="Normal"/>
    <w:uiPriority w:val="99"/>
    <w:rsid w:val="00A82547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Normal"/>
    <w:uiPriority w:val="99"/>
    <w:rsid w:val="00A82547"/>
    <w:rPr>
      <w:rFonts w:ascii="Arial" w:hAnsi="Arial" w:cs="Arial"/>
      <w:b/>
      <w:bCs/>
      <w:color w:val="0058A9"/>
      <w:shd w:val="clear" w:color="auto" w:fill="D4D0C8"/>
    </w:rPr>
  </w:style>
  <w:style w:type="paragraph" w:customStyle="1" w:styleId="a8">
    <w:name w:val="Заголовок группы контролов"/>
    <w:basedOn w:val="Normal"/>
    <w:next w:val="Normal"/>
    <w:uiPriority w:val="99"/>
    <w:rsid w:val="00A82547"/>
    <w:pPr>
      <w:jc w:val="both"/>
    </w:pPr>
    <w:rPr>
      <w:b/>
      <w:bCs/>
      <w:color w:val="000000"/>
    </w:rPr>
  </w:style>
  <w:style w:type="paragraph" w:customStyle="1" w:styleId="a9">
    <w:name w:val="Заголовок для информации об изменениях"/>
    <w:basedOn w:val="Heading1"/>
    <w:next w:val="Normal"/>
    <w:uiPriority w:val="99"/>
    <w:rsid w:val="00A82547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a">
    <w:name w:val="Заголовок приложения"/>
    <w:basedOn w:val="Normal"/>
    <w:next w:val="Normal"/>
    <w:uiPriority w:val="99"/>
    <w:rsid w:val="00A82547"/>
    <w:pPr>
      <w:jc w:val="right"/>
    </w:pPr>
  </w:style>
  <w:style w:type="paragraph" w:customStyle="1" w:styleId="ab">
    <w:name w:val="Заголовок распахивающейся части диалога"/>
    <w:basedOn w:val="Normal"/>
    <w:next w:val="Normal"/>
    <w:uiPriority w:val="99"/>
    <w:rsid w:val="00A82547"/>
    <w:pPr>
      <w:jc w:val="both"/>
    </w:pPr>
    <w:rPr>
      <w:i/>
      <w:iCs/>
      <w:color w:val="000080"/>
    </w:rPr>
  </w:style>
  <w:style w:type="character" w:customStyle="1" w:styleId="ac">
    <w:name w:val="Заголовок своего сообщения"/>
    <w:basedOn w:val="a"/>
    <w:uiPriority w:val="99"/>
    <w:rsid w:val="00A82547"/>
  </w:style>
  <w:style w:type="paragraph" w:customStyle="1" w:styleId="ad">
    <w:name w:val="Заголовок статьи"/>
    <w:basedOn w:val="Normal"/>
    <w:next w:val="Normal"/>
    <w:uiPriority w:val="99"/>
    <w:rsid w:val="00A82547"/>
    <w:pPr>
      <w:ind w:left="1612" w:hanging="892"/>
      <w:jc w:val="both"/>
    </w:pPr>
  </w:style>
  <w:style w:type="character" w:customStyle="1" w:styleId="ae">
    <w:name w:val="Заголовок чужого сообщения"/>
    <w:basedOn w:val="a"/>
    <w:uiPriority w:val="99"/>
    <w:rsid w:val="00A82547"/>
    <w:rPr>
      <w:color w:val="FF0000"/>
    </w:rPr>
  </w:style>
  <w:style w:type="paragraph" w:customStyle="1" w:styleId="af">
    <w:name w:val="Интерактивный заголовок"/>
    <w:basedOn w:val="a7"/>
    <w:next w:val="Normal"/>
    <w:uiPriority w:val="99"/>
    <w:rsid w:val="00A82547"/>
    <w:rPr>
      <w:b w:val="0"/>
      <w:bCs w:val="0"/>
      <w:color w:val="auto"/>
      <w:u w:val="single"/>
      <w:shd w:val="clear" w:color="auto" w:fill="auto"/>
    </w:rPr>
  </w:style>
  <w:style w:type="paragraph" w:customStyle="1" w:styleId="af0">
    <w:name w:val="Текст информации об изменениях"/>
    <w:basedOn w:val="Normal"/>
    <w:next w:val="Normal"/>
    <w:uiPriority w:val="99"/>
    <w:rsid w:val="00A82547"/>
    <w:pPr>
      <w:jc w:val="both"/>
    </w:pPr>
    <w:rPr>
      <w:sz w:val="20"/>
      <w:szCs w:val="20"/>
    </w:rPr>
  </w:style>
  <w:style w:type="paragraph" w:customStyle="1" w:styleId="af1">
    <w:name w:val="Информация об изменениях"/>
    <w:basedOn w:val="af0"/>
    <w:next w:val="Normal"/>
    <w:uiPriority w:val="99"/>
    <w:rsid w:val="00A82547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2">
    <w:name w:val="Текст (справка)"/>
    <w:basedOn w:val="Normal"/>
    <w:next w:val="Normal"/>
    <w:uiPriority w:val="99"/>
    <w:rsid w:val="00A82547"/>
    <w:pPr>
      <w:ind w:left="170" w:right="170"/>
    </w:pPr>
  </w:style>
  <w:style w:type="paragraph" w:customStyle="1" w:styleId="af3">
    <w:name w:val="Комментарий"/>
    <w:basedOn w:val="af2"/>
    <w:next w:val="Normal"/>
    <w:uiPriority w:val="99"/>
    <w:rsid w:val="00A82547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4">
    <w:name w:val="Информация об изменениях документа"/>
    <w:basedOn w:val="af3"/>
    <w:next w:val="Normal"/>
    <w:uiPriority w:val="99"/>
    <w:rsid w:val="00A82547"/>
    <w:pPr>
      <w:spacing w:before="0"/>
    </w:pPr>
  </w:style>
  <w:style w:type="paragraph" w:customStyle="1" w:styleId="af5">
    <w:name w:val="Текст (лев. подпись)"/>
    <w:basedOn w:val="Normal"/>
    <w:next w:val="Normal"/>
    <w:uiPriority w:val="99"/>
    <w:rsid w:val="00A82547"/>
  </w:style>
  <w:style w:type="paragraph" w:customStyle="1" w:styleId="af6">
    <w:name w:val="Колонтитул (левый)"/>
    <w:basedOn w:val="af5"/>
    <w:next w:val="Normal"/>
    <w:uiPriority w:val="99"/>
    <w:rsid w:val="00A82547"/>
    <w:pPr>
      <w:jc w:val="both"/>
    </w:pPr>
    <w:rPr>
      <w:sz w:val="16"/>
      <w:szCs w:val="16"/>
    </w:rPr>
  </w:style>
  <w:style w:type="paragraph" w:customStyle="1" w:styleId="af7">
    <w:name w:val="Текст (прав. подпись)"/>
    <w:basedOn w:val="Normal"/>
    <w:next w:val="Normal"/>
    <w:uiPriority w:val="99"/>
    <w:rsid w:val="00A82547"/>
    <w:pPr>
      <w:jc w:val="right"/>
    </w:pPr>
  </w:style>
  <w:style w:type="paragraph" w:customStyle="1" w:styleId="af8">
    <w:name w:val="Колонтитул (правый)"/>
    <w:basedOn w:val="af7"/>
    <w:next w:val="Normal"/>
    <w:uiPriority w:val="99"/>
    <w:rsid w:val="00A82547"/>
    <w:pPr>
      <w:jc w:val="both"/>
    </w:pPr>
    <w:rPr>
      <w:sz w:val="16"/>
      <w:szCs w:val="16"/>
    </w:rPr>
  </w:style>
  <w:style w:type="paragraph" w:customStyle="1" w:styleId="af9">
    <w:name w:val="Комментарий пользователя"/>
    <w:basedOn w:val="af3"/>
    <w:next w:val="Normal"/>
    <w:uiPriority w:val="99"/>
    <w:rsid w:val="00A82547"/>
    <w:pPr>
      <w:spacing w:before="0"/>
      <w:jc w:val="left"/>
    </w:pPr>
    <w:rPr>
      <w:i w:val="0"/>
      <w:iCs w:val="0"/>
      <w:color w:val="000080"/>
    </w:rPr>
  </w:style>
  <w:style w:type="paragraph" w:customStyle="1" w:styleId="afa">
    <w:name w:val="Куда обратиться?"/>
    <w:basedOn w:val="Normal"/>
    <w:next w:val="Normal"/>
    <w:uiPriority w:val="99"/>
    <w:rsid w:val="00A82547"/>
    <w:pPr>
      <w:jc w:val="both"/>
    </w:pPr>
  </w:style>
  <w:style w:type="paragraph" w:customStyle="1" w:styleId="afb">
    <w:name w:val="Моноширинный"/>
    <w:basedOn w:val="Normal"/>
    <w:next w:val="Normal"/>
    <w:uiPriority w:val="99"/>
    <w:rsid w:val="00A82547"/>
    <w:pPr>
      <w:jc w:val="both"/>
    </w:pPr>
    <w:rPr>
      <w:rFonts w:ascii="Courier New" w:hAnsi="Courier New" w:cs="Courier New"/>
    </w:rPr>
  </w:style>
  <w:style w:type="character" w:customStyle="1" w:styleId="afc">
    <w:name w:val="Найденные слова"/>
    <w:basedOn w:val="a"/>
    <w:uiPriority w:val="99"/>
    <w:rsid w:val="00A82547"/>
    <w:rPr>
      <w:shd w:val="clear" w:color="auto" w:fill="D4D0C8"/>
    </w:rPr>
  </w:style>
  <w:style w:type="character" w:customStyle="1" w:styleId="afd">
    <w:name w:val="Не вступил в силу"/>
    <w:basedOn w:val="a"/>
    <w:uiPriority w:val="99"/>
    <w:rsid w:val="00A82547"/>
    <w:rPr>
      <w:color w:val="008080"/>
    </w:rPr>
  </w:style>
  <w:style w:type="paragraph" w:customStyle="1" w:styleId="afe">
    <w:name w:val="Необходимые документы"/>
    <w:basedOn w:val="Normal"/>
    <w:next w:val="Normal"/>
    <w:uiPriority w:val="99"/>
    <w:rsid w:val="00A82547"/>
    <w:pPr>
      <w:ind w:left="118"/>
      <w:jc w:val="both"/>
    </w:pPr>
  </w:style>
  <w:style w:type="paragraph" w:customStyle="1" w:styleId="aff">
    <w:name w:val="Нормальный (таблица)"/>
    <w:basedOn w:val="Normal"/>
    <w:next w:val="Normal"/>
    <w:uiPriority w:val="99"/>
    <w:rsid w:val="00A82547"/>
    <w:pPr>
      <w:jc w:val="both"/>
    </w:pPr>
  </w:style>
  <w:style w:type="paragraph" w:customStyle="1" w:styleId="aff0">
    <w:name w:val="Объект"/>
    <w:basedOn w:val="Normal"/>
    <w:next w:val="Normal"/>
    <w:uiPriority w:val="99"/>
    <w:rsid w:val="00A82547"/>
    <w:pPr>
      <w:jc w:val="both"/>
    </w:pPr>
  </w:style>
  <w:style w:type="paragraph" w:customStyle="1" w:styleId="aff1">
    <w:name w:val="Таблицы (моноширинный)"/>
    <w:basedOn w:val="Normal"/>
    <w:next w:val="Normal"/>
    <w:uiPriority w:val="99"/>
    <w:rsid w:val="00A82547"/>
    <w:pPr>
      <w:jc w:val="both"/>
    </w:pPr>
    <w:rPr>
      <w:rFonts w:ascii="Courier New" w:hAnsi="Courier New" w:cs="Courier New"/>
    </w:rPr>
  </w:style>
  <w:style w:type="paragraph" w:customStyle="1" w:styleId="aff2">
    <w:name w:val="Оглавление"/>
    <w:basedOn w:val="aff1"/>
    <w:next w:val="Normal"/>
    <w:uiPriority w:val="99"/>
    <w:rsid w:val="00A82547"/>
    <w:pPr>
      <w:ind w:left="140"/>
    </w:pPr>
    <w:rPr>
      <w:rFonts w:ascii="Arial" w:hAnsi="Arial" w:cs="Arial"/>
    </w:rPr>
  </w:style>
  <w:style w:type="character" w:customStyle="1" w:styleId="aff3">
    <w:name w:val="Опечатки"/>
    <w:uiPriority w:val="99"/>
    <w:rsid w:val="00A82547"/>
    <w:rPr>
      <w:rFonts w:cs="Times New Roman"/>
      <w:color w:val="FF0000"/>
    </w:rPr>
  </w:style>
  <w:style w:type="paragraph" w:customStyle="1" w:styleId="aff4">
    <w:name w:val="Переменная часть"/>
    <w:basedOn w:val="a6"/>
    <w:next w:val="Normal"/>
    <w:uiPriority w:val="99"/>
    <w:rsid w:val="00A82547"/>
    <w:rPr>
      <w:rFonts w:ascii="Arial" w:hAnsi="Arial" w:cs="Arial"/>
      <w:sz w:val="20"/>
      <w:szCs w:val="20"/>
    </w:rPr>
  </w:style>
  <w:style w:type="paragraph" w:customStyle="1" w:styleId="aff5">
    <w:name w:val="Подвал для информации об изменениях"/>
    <w:basedOn w:val="Heading1"/>
    <w:next w:val="Normal"/>
    <w:uiPriority w:val="99"/>
    <w:rsid w:val="00A82547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6">
    <w:name w:val="Подзаголовок для информации об изменениях"/>
    <w:basedOn w:val="af0"/>
    <w:next w:val="Normal"/>
    <w:uiPriority w:val="99"/>
    <w:rsid w:val="00A82547"/>
    <w:rPr>
      <w:b/>
      <w:bCs/>
      <w:color w:val="000080"/>
      <w:sz w:val="24"/>
      <w:szCs w:val="24"/>
    </w:rPr>
  </w:style>
  <w:style w:type="paragraph" w:customStyle="1" w:styleId="aff7">
    <w:name w:val="Подчёркнуный текст"/>
    <w:basedOn w:val="Normal"/>
    <w:next w:val="Normal"/>
    <w:uiPriority w:val="99"/>
    <w:rsid w:val="00A82547"/>
    <w:pPr>
      <w:jc w:val="both"/>
    </w:pPr>
  </w:style>
  <w:style w:type="paragraph" w:customStyle="1" w:styleId="aff8">
    <w:name w:val="Постоянная часть"/>
    <w:basedOn w:val="a6"/>
    <w:next w:val="Normal"/>
    <w:uiPriority w:val="99"/>
    <w:rsid w:val="00A82547"/>
    <w:rPr>
      <w:rFonts w:ascii="Arial" w:hAnsi="Arial" w:cs="Arial"/>
      <w:sz w:val="22"/>
      <w:szCs w:val="22"/>
    </w:rPr>
  </w:style>
  <w:style w:type="paragraph" w:customStyle="1" w:styleId="aff9">
    <w:name w:val="Прижатый влево"/>
    <w:basedOn w:val="Normal"/>
    <w:next w:val="Normal"/>
    <w:uiPriority w:val="99"/>
    <w:rsid w:val="00A82547"/>
  </w:style>
  <w:style w:type="paragraph" w:customStyle="1" w:styleId="affa">
    <w:name w:val="Пример."/>
    <w:basedOn w:val="Normal"/>
    <w:next w:val="Normal"/>
    <w:uiPriority w:val="99"/>
    <w:rsid w:val="00A82547"/>
    <w:pPr>
      <w:ind w:left="118" w:firstLine="602"/>
      <w:jc w:val="both"/>
    </w:pPr>
  </w:style>
  <w:style w:type="paragraph" w:customStyle="1" w:styleId="affb">
    <w:name w:val="Примечание."/>
    <w:basedOn w:val="af3"/>
    <w:next w:val="Normal"/>
    <w:uiPriority w:val="99"/>
    <w:rsid w:val="00A82547"/>
    <w:pPr>
      <w:spacing w:before="0"/>
    </w:pPr>
    <w:rPr>
      <w:i w:val="0"/>
      <w:iCs w:val="0"/>
      <w:color w:val="auto"/>
    </w:rPr>
  </w:style>
  <w:style w:type="character" w:customStyle="1" w:styleId="affc">
    <w:name w:val="Продолжение ссылки"/>
    <w:basedOn w:val="a0"/>
    <w:uiPriority w:val="99"/>
    <w:rsid w:val="00A82547"/>
  </w:style>
  <w:style w:type="paragraph" w:customStyle="1" w:styleId="affd">
    <w:name w:val="Словарная статья"/>
    <w:basedOn w:val="Normal"/>
    <w:next w:val="Normal"/>
    <w:uiPriority w:val="99"/>
    <w:rsid w:val="00A82547"/>
    <w:pPr>
      <w:ind w:right="118"/>
      <w:jc w:val="both"/>
    </w:pPr>
  </w:style>
  <w:style w:type="character" w:customStyle="1" w:styleId="affe">
    <w:name w:val="Сравнение редакций"/>
    <w:basedOn w:val="a"/>
    <w:uiPriority w:val="99"/>
    <w:rsid w:val="00A82547"/>
  </w:style>
  <w:style w:type="character" w:customStyle="1" w:styleId="afff">
    <w:name w:val="Сравнение редакций. Добавленный фрагмент"/>
    <w:uiPriority w:val="99"/>
    <w:rsid w:val="00A82547"/>
    <w:rPr>
      <w:rFonts w:cs="Times New Roman"/>
      <w:color w:val="0000FF"/>
      <w:shd w:val="clear" w:color="auto" w:fill="auto"/>
    </w:rPr>
  </w:style>
  <w:style w:type="character" w:customStyle="1" w:styleId="afff0">
    <w:name w:val="Сравнение редакций. Удаленный фрагмент"/>
    <w:uiPriority w:val="99"/>
    <w:rsid w:val="00A82547"/>
    <w:rPr>
      <w:rFonts w:cs="Times New Roman"/>
      <w:strike/>
      <w:color w:val="808000"/>
    </w:rPr>
  </w:style>
  <w:style w:type="paragraph" w:customStyle="1" w:styleId="afff1">
    <w:name w:val="Ссылка на официальную публикацию"/>
    <w:basedOn w:val="Normal"/>
    <w:next w:val="Normal"/>
    <w:uiPriority w:val="99"/>
    <w:rsid w:val="00A82547"/>
    <w:pPr>
      <w:jc w:val="both"/>
    </w:pPr>
  </w:style>
  <w:style w:type="paragraph" w:customStyle="1" w:styleId="afff2">
    <w:name w:val="Текст в таблице"/>
    <w:basedOn w:val="aff"/>
    <w:next w:val="Normal"/>
    <w:uiPriority w:val="99"/>
    <w:rsid w:val="00A82547"/>
    <w:pPr>
      <w:ind w:firstLine="500"/>
    </w:pPr>
  </w:style>
  <w:style w:type="paragraph" w:customStyle="1" w:styleId="afff3">
    <w:name w:val="Технический комментарий"/>
    <w:basedOn w:val="Normal"/>
    <w:next w:val="Normal"/>
    <w:uiPriority w:val="99"/>
    <w:rsid w:val="00A82547"/>
    <w:rPr>
      <w:shd w:val="clear" w:color="auto" w:fill="FFFF00"/>
    </w:rPr>
  </w:style>
  <w:style w:type="character" w:customStyle="1" w:styleId="afff4">
    <w:name w:val="Утратил силу"/>
    <w:basedOn w:val="a"/>
    <w:uiPriority w:val="99"/>
    <w:rsid w:val="00A82547"/>
    <w:rPr>
      <w:strike/>
      <w:color w:val="808000"/>
    </w:rPr>
  </w:style>
  <w:style w:type="paragraph" w:customStyle="1" w:styleId="afff5">
    <w:name w:val="Центрированный (таблица)"/>
    <w:basedOn w:val="aff"/>
    <w:next w:val="Normal"/>
    <w:uiPriority w:val="99"/>
    <w:rsid w:val="00A82547"/>
    <w:pPr>
      <w:jc w:val="center"/>
    </w:pPr>
  </w:style>
  <w:style w:type="paragraph" w:customStyle="1" w:styleId="ConsNonformat">
    <w:name w:val="ConsNonformat"/>
    <w:uiPriority w:val="99"/>
    <w:rsid w:val="005A591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5A591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5A591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29047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fff6">
    <w:name w:val="Знак Знак Знак Знак Знак Знак Знак Знак Знак Знак"/>
    <w:basedOn w:val="Normal"/>
    <w:uiPriority w:val="99"/>
    <w:rsid w:val="00D43A6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B2F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2F19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8B2F19"/>
    <w:pPr>
      <w:widowControl/>
      <w:autoSpaceDE/>
      <w:autoSpaceDN/>
      <w:adjustRightInd/>
      <w:ind w:left="-540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B2F19"/>
    <w:rPr>
      <w:rFonts w:ascii="Times New Roman" w:hAnsi="Times New Roman" w:cs="Times New Roman"/>
      <w:sz w:val="24"/>
      <w:szCs w:val="24"/>
    </w:rPr>
  </w:style>
  <w:style w:type="paragraph" w:customStyle="1" w:styleId="afff7">
    <w:name w:val="Знак"/>
    <w:basedOn w:val="Normal"/>
    <w:uiPriority w:val="99"/>
    <w:rsid w:val="008B2F1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9D766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71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0876">
          <w:marLeft w:val="0"/>
          <w:marRight w:val="450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0874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1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710875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1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343</Words>
  <Characters>1960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>Документ экспортирован из системы ГАРАНТ</dc:description>
  <cp:lastModifiedBy>USER5</cp:lastModifiedBy>
  <cp:revision>6</cp:revision>
  <cp:lastPrinted>2013-09-10T12:43:00Z</cp:lastPrinted>
  <dcterms:created xsi:type="dcterms:W3CDTF">2013-09-10T12:29:00Z</dcterms:created>
  <dcterms:modified xsi:type="dcterms:W3CDTF">2014-08-06T07:08:00Z</dcterms:modified>
</cp:coreProperties>
</file>