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09" w:type="dxa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11023"/>
        <w:gridCol w:w="4486"/>
      </w:tblGrid>
      <w:tr w:rsidR="00645A1A" w:rsidRPr="004331AB">
        <w:tc>
          <w:tcPr>
            <w:tcW w:w="11023" w:type="dxa"/>
            <w:tcBorders>
              <w:top w:val="single" w:sz="4" w:space="0" w:color="FFFFFF"/>
              <w:bottom w:val="single" w:sz="4" w:space="0" w:color="FFFFFF"/>
            </w:tcBorders>
          </w:tcPr>
          <w:p w:rsidR="00645A1A" w:rsidRPr="004331AB" w:rsidRDefault="00645A1A" w:rsidP="00015E01">
            <w:pPr>
              <w:jc w:val="both"/>
              <w:rPr>
                <w:sz w:val="28"/>
                <w:szCs w:val="28"/>
              </w:rPr>
            </w:pPr>
            <w:r w:rsidRPr="004331AB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4486" w:type="dxa"/>
            <w:tcBorders>
              <w:top w:val="single" w:sz="4" w:space="0" w:color="FFFFFF"/>
              <w:bottom w:val="single" w:sz="4" w:space="0" w:color="FFFFFF"/>
            </w:tcBorders>
          </w:tcPr>
          <w:p w:rsidR="00645A1A" w:rsidRPr="004331AB" w:rsidRDefault="00645A1A" w:rsidP="00015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645A1A" w:rsidRPr="004331AB" w:rsidRDefault="00645A1A" w:rsidP="00015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</w:t>
            </w:r>
            <w:r w:rsidRPr="004331AB">
              <w:rPr>
                <w:sz w:val="28"/>
                <w:szCs w:val="28"/>
              </w:rPr>
              <w:t xml:space="preserve"> администрации</w:t>
            </w:r>
          </w:p>
          <w:p w:rsidR="00645A1A" w:rsidRPr="004331AB" w:rsidRDefault="00645A1A" w:rsidP="00015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Запорожского сельского поселения Темрюкского района</w:t>
            </w:r>
          </w:p>
          <w:p w:rsidR="00645A1A" w:rsidRPr="004331AB" w:rsidRDefault="00645A1A" w:rsidP="00015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Pr="00180CEC">
              <w:rPr>
                <w:i/>
                <w:iCs/>
                <w:sz w:val="28"/>
                <w:szCs w:val="28"/>
                <w:u w:val="single"/>
              </w:rPr>
              <w:t>1</w:t>
            </w:r>
            <w:r>
              <w:rPr>
                <w:i/>
                <w:iCs/>
                <w:sz w:val="28"/>
                <w:szCs w:val="28"/>
                <w:u w:val="single"/>
              </w:rPr>
              <w:t>5.05</w:t>
            </w:r>
            <w:r w:rsidRPr="00180CEC">
              <w:rPr>
                <w:i/>
                <w:iCs/>
                <w:sz w:val="28"/>
                <w:szCs w:val="28"/>
                <w:u w:val="single"/>
              </w:rPr>
              <w:t>.2014</w:t>
            </w:r>
            <w:r>
              <w:rPr>
                <w:sz w:val="28"/>
                <w:szCs w:val="28"/>
              </w:rPr>
              <w:t xml:space="preserve">  № </w:t>
            </w:r>
            <w:r>
              <w:rPr>
                <w:i/>
                <w:iCs/>
                <w:sz w:val="28"/>
                <w:szCs w:val="28"/>
                <w:u w:val="single"/>
              </w:rPr>
              <w:t>118</w:t>
            </w:r>
          </w:p>
        </w:tc>
      </w:tr>
    </w:tbl>
    <w:p w:rsidR="00645A1A" w:rsidRDefault="00645A1A" w:rsidP="00B722D2"/>
    <w:p w:rsidR="00645A1A" w:rsidRDefault="00645A1A" w:rsidP="00B722D2">
      <w:pPr>
        <w:jc w:val="center"/>
        <w:rPr>
          <w:sz w:val="28"/>
          <w:szCs w:val="28"/>
        </w:rPr>
      </w:pPr>
      <w:r>
        <w:rPr>
          <w:sz w:val="28"/>
          <w:szCs w:val="28"/>
        </w:rPr>
        <w:t>КВАЛИФИКАЦИОННЫЕ  ТРЕБОВАНИЯ</w:t>
      </w:r>
    </w:p>
    <w:p w:rsidR="00645A1A" w:rsidRDefault="00645A1A" w:rsidP="00B722D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лицам, замещающим должности муниципальной службы </w:t>
      </w:r>
      <w:r w:rsidRPr="000D62BC">
        <w:rPr>
          <w:b/>
          <w:bCs/>
          <w:sz w:val="28"/>
          <w:szCs w:val="28"/>
        </w:rPr>
        <w:t xml:space="preserve">в </w:t>
      </w:r>
      <w:r>
        <w:rPr>
          <w:b/>
          <w:bCs/>
          <w:sz w:val="28"/>
          <w:szCs w:val="28"/>
        </w:rPr>
        <w:t>отделе по вопросам архитектуры, градостроительства и земельных отношений</w:t>
      </w:r>
      <w:r w:rsidRPr="000D62BC">
        <w:rPr>
          <w:b/>
          <w:bCs/>
          <w:sz w:val="28"/>
          <w:szCs w:val="28"/>
        </w:rPr>
        <w:t xml:space="preserve"> </w:t>
      </w:r>
      <w:r w:rsidRPr="005F5A04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Запорожского сельского поселения Темрюкского района</w:t>
      </w:r>
    </w:p>
    <w:p w:rsidR="00645A1A" w:rsidRPr="00540B19" w:rsidRDefault="00645A1A" w:rsidP="00B722D2">
      <w:pPr>
        <w:jc w:val="center"/>
        <w:rPr>
          <w:sz w:val="28"/>
          <w:szCs w:val="28"/>
        </w:rPr>
      </w:pPr>
    </w:p>
    <w:tbl>
      <w:tblPr>
        <w:tblW w:w="1520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6"/>
        <w:gridCol w:w="3547"/>
        <w:gridCol w:w="1643"/>
        <w:gridCol w:w="4832"/>
        <w:gridCol w:w="4477"/>
      </w:tblGrid>
      <w:tr w:rsidR="00645A1A">
        <w:tc>
          <w:tcPr>
            <w:tcW w:w="706" w:type="dxa"/>
            <w:vMerge w:val="restart"/>
          </w:tcPr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8"/>
                <w:szCs w:val="28"/>
              </w:rPr>
              <w:t>№ п/п</w:t>
            </w:r>
          </w:p>
        </w:tc>
        <w:tc>
          <w:tcPr>
            <w:tcW w:w="3547" w:type="dxa"/>
            <w:vMerge w:val="restart"/>
          </w:tcPr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6"/>
                <w:szCs w:val="26"/>
              </w:rPr>
              <w:t>Наименование отдела или должности муниципальной службы</w:t>
            </w:r>
          </w:p>
        </w:tc>
        <w:tc>
          <w:tcPr>
            <w:tcW w:w="1643" w:type="dxa"/>
            <w:vMerge w:val="restart"/>
          </w:tcPr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8"/>
                <w:szCs w:val="28"/>
              </w:rPr>
              <w:t>Группа должностей</w:t>
            </w:r>
          </w:p>
        </w:tc>
        <w:tc>
          <w:tcPr>
            <w:tcW w:w="9309" w:type="dxa"/>
            <w:gridSpan w:val="2"/>
          </w:tcPr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8"/>
                <w:szCs w:val="28"/>
              </w:rPr>
              <w:t>Квалификационные требования</w:t>
            </w:r>
          </w:p>
        </w:tc>
      </w:tr>
      <w:tr w:rsidR="00645A1A">
        <w:trPr>
          <w:trHeight w:val="63"/>
        </w:trPr>
        <w:tc>
          <w:tcPr>
            <w:tcW w:w="706" w:type="dxa"/>
            <w:vMerge/>
          </w:tcPr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645A1A" w:rsidRPr="00A7579B" w:rsidRDefault="00645A1A" w:rsidP="00015E01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645A1A" w:rsidRPr="00A7579B" w:rsidRDefault="00645A1A" w:rsidP="00015E01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8"/>
                <w:szCs w:val="28"/>
              </w:rPr>
              <w:t xml:space="preserve">к направлению подготовка и специальности </w:t>
            </w:r>
          </w:p>
        </w:tc>
        <w:tc>
          <w:tcPr>
            <w:tcW w:w="4477" w:type="dxa"/>
          </w:tcPr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8"/>
                <w:szCs w:val="28"/>
              </w:rPr>
              <w:t>к квалификации</w:t>
            </w:r>
          </w:p>
        </w:tc>
      </w:tr>
      <w:tr w:rsidR="00645A1A">
        <w:tc>
          <w:tcPr>
            <w:tcW w:w="706" w:type="dxa"/>
          </w:tcPr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8"/>
                <w:szCs w:val="28"/>
              </w:rPr>
              <w:t>1</w:t>
            </w:r>
          </w:p>
        </w:tc>
        <w:tc>
          <w:tcPr>
            <w:tcW w:w="3547" w:type="dxa"/>
          </w:tcPr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8"/>
                <w:szCs w:val="28"/>
              </w:rPr>
              <w:t>2</w:t>
            </w:r>
          </w:p>
        </w:tc>
        <w:tc>
          <w:tcPr>
            <w:tcW w:w="1643" w:type="dxa"/>
          </w:tcPr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8"/>
                <w:szCs w:val="28"/>
              </w:rPr>
              <w:t>3</w:t>
            </w:r>
          </w:p>
        </w:tc>
        <w:tc>
          <w:tcPr>
            <w:tcW w:w="4832" w:type="dxa"/>
          </w:tcPr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8"/>
                <w:szCs w:val="28"/>
              </w:rPr>
              <w:t>4</w:t>
            </w:r>
          </w:p>
        </w:tc>
        <w:tc>
          <w:tcPr>
            <w:tcW w:w="4477" w:type="dxa"/>
          </w:tcPr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8"/>
                <w:szCs w:val="28"/>
              </w:rPr>
              <w:t>5</w:t>
            </w:r>
          </w:p>
        </w:tc>
      </w:tr>
      <w:tr w:rsidR="00645A1A">
        <w:tc>
          <w:tcPr>
            <w:tcW w:w="706" w:type="dxa"/>
            <w:vMerge w:val="restart"/>
          </w:tcPr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8"/>
                <w:szCs w:val="28"/>
              </w:rPr>
              <w:t>1.</w:t>
            </w:r>
          </w:p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 w:val="restart"/>
          </w:tcPr>
          <w:p w:rsidR="00645A1A" w:rsidRPr="00A7579B" w:rsidRDefault="00645A1A" w:rsidP="00A7579B">
            <w:pPr>
              <w:jc w:val="both"/>
              <w:rPr>
                <w:sz w:val="28"/>
                <w:szCs w:val="28"/>
              </w:rPr>
            </w:pPr>
            <w:r w:rsidRPr="00A7579B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отдела по вопросам архитектуры, градостроительства и земельных отношений</w:t>
            </w:r>
          </w:p>
          <w:p w:rsidR="00645A1A" w:rsidRPr="00A7579B" w:rsidRDefault="00645A1A" w:rsidP="00A7579B">
            <w:pPr>
              <w:jc w:val="both"/>
              <w:rPr>
                <w:sz w:val="28"/>
                <w:szCs w:val="28"/>
              </w:rPr>
            </w:pPr>
          </w:p>
          <w:p w:rsidR="00645A1A" w:rsidRPr="00A7579B" w:rsidRDefault="00645A1A" w:rsidP="00A7579B">
            <w:pPr>
              <w:jc w:val="both"/>
              <w:rPr>
                <w:sz w:val="28"/>
                <w:szCs w:val="28"/>
              </w:rPr>
            </w:pPr>
          </w:p>
          <w:p w:rsidR="00645A1A" w:rsidRPr="00A7579B" w:rsidRDefault="00645A1A" w:rsidP="00A7579B">
            <w:pPr>
              <w:jc w:val="both"/>
              <w:rPr>
                <w:sz w:val="28"/>
                <w:szCs w:val="28"/>
              </w:rPr>
            </w:pPr>
          </w:p>
          <w:p w:rsidR="00645A1A" w:rsidRPr="00A7579B" w:rsidRDefault="00645A1A" w:rsidP="00A7579B">
            <w:pPr>
              <w:jc w:val="both"/>
              <w:rPr>
                <w:sz w:val="28"/>
                <w:szCs w:val="28"/>
              </w:rPr>
            </w:pPr>
          </w:p>
          <w:p w:rsidR="00645A1A" w:rsidRPr="00A7579B" w:rsidRDefault="00645A1A" w:rsidP="00A7579B">
            <w:pPr>
              <w:jc w:val="both"/>
              <w:rPr>
                <w:sz w:val="28"/>
                <w:szCs w:val="28"/>
              </w:rPr>
            </w:pPr>
          </w:p>
          <w:p w:rsidR="00645A1A" w:rsidRPr="00A7579B" w:rsidRDefault="00645A1A" w:rsidP="00A7579B">
            <w:pPr>
              <w:jc w:val="both"/>
              <w:rPr>
                <w:sz w:val="28"/>
                <w:szCs w:val="28"/>
              </w:rPr>
            </w:pPr>
          </w:p>
          <w:p w:rsidR="00645A1A" w:rsidRPr="00A7579B" w:rsidRDefault="00645A1A" w:rsidP="00A7579B">
            <w:pPr>
              <w:jc w:val="both"/>
              <w:rPr>
                <w:sz w:val="28"/>
                <w:szCs w:val="28"/>
              </w:rPr>
            </w:pPr>
          </w:p>
          <w:p w:rsidR="00645A1A" w:rsidRPr="00A7579B" w:rsidRDefault="00645A1A" w:rsidP="00A7579B">
            <w:pPr>
              <w:jc w:val="both"/>
              <w:rPr>
                <w:sz w:val="28"/>
                <w:szCs w:val="28"/>
              </w:rPr>
            </w:pPr>
          </w:p>
          <w:p w:rsidR="00645A1A" w:rsidRPr="00A7579B" w:rsidRDefault="00645A1A" w:rsidP="00A7579B">
            <w:pPr>
              <w:jc w:val="both"/>
              <w:rPr>
                <w:sz w:val="28"/>
                <w:szCs w:val="28"/>
              </w:rPr>
            </w:pPr>
          </w:p>
          <w:p w:rsidR="00645A1A" w:rsidRPr="00A7579B" w:rsidRDefault="00645A1A" w:rsidP="00A7579B">
            <w:pPr>
              <w:jc w:val="both"/>
              <w:rPr>
                <w:sz w:val="28"/>
                <w:szCs w:val="28"/>
              </w:rPr>
            </w:pPr>
          </w:p>
          <w:p w:rsidR="00645A1A" w:rsidRPr="00A7579B" w:rsidRDefault="00645A1A" w:rsidP="00A7579B">
            <w:pPr>
              <w:jc w:val="both"/>
              <w:rPr>
                <w:sz w:val="28"/>
                <w:szCs w:val="28"/>
              </w:rPr>
            </w:pPr>
          </w:p>
          <w:p w:rsidR="00645A1A" w:rsidRPr="00A7579B" w:rsidRDefault="00645A1A" w:rsidP="00A7579B">
            <w:pPr>
              <w:jc w:val="both"/>
              <w:rPr>
                <w:sz w:val="28"/>
                <w:szCs w:val="28"/>
              </w:rPr>
            </w:pPr>
          </w:p>
          <w:p w:rsidR="00645A1A" w:rsidRPr="00A7579B" w:rsidRDefault="00645A1A" w:rsidP="00A7579B">
            <w:pPr>
              <w:jc w:val="both"/>
              <w:rPr>
                <w:sz w:val="28"/>
                <w:szCs w:val="28"/>
              </w:rPr>
            </w:pPr>
          </w:p>
          <w:p w:rsidR="00645A1A" w:rsidRPr="00A7579B" w:rsidRDefault="00645A1A" w:rsidP="00A7579B">
            <w:pPr>
              <w:jc w:val="both"/>
              <w:rPr>
                <w:sz w:val="28"/>
                <w:szCs w:val="28"/>
              </w:rPr>
            </w:pPr>
          </w:p>
          <w:p w:rsidR="00645A1A" w:rsidRPr="00A7579B" w:rsidRDefault="00645A1A" w:rsidP="00A7579B">
            <w:pPr>
              <w:jc w:val="both"/>
              <w:rPr>
                <w:sz w:val="28"/>
                <w:szCs w:val="28"/>
              </w:rPr>
            </w:pPr>
          </w:p>
          <w:p w:rsidR="00645A1A" w:rsidRPr="00A7579B" w:rsidRDefault="00645A1A" w:rsidP="00A7579B">
            <w:pPr>
              <w:jc w:val="both"/>
              <w:rPr>
                <w:sz w:val="28"/>
                <w:szCs w:val="28"/>
              </w:rPr>
            </w:pPr>
          </w:p>
          <w:p w:rsidR="00645A1A" w:rsidRPr="00A7579B" w:rsidRDefault="00645A1A" w:rsidP="00A7579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43" w:type="dxa"/>
            <w:vMerge w:val="restart"/>
          </w:tcPr>
          <w:p w:rsidR="00645A1A" w:rsidRPr="00A7579B" w:rsidRDefault="00645A1A" w:rsidP="00015E0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  <w:p w:rsidR="00645A1A" w:rsidRPr="00A7579B" w:rsidRDefault="00645A1A" w:rsidP="002039E3">
            <w:pPr>
              <w:rPr>
                <w:sz w:val="28"/>
                <w:szCs w:val="28"/>
              </w:rPr>
            </w:pPr>
          </w:p>
          <w:p w:rsidR="00645A1A" w:rsidRPr="00A7579B" w:rsidRDefault="00645A1A" w:rsidP="002039E3">
            <w:pPr>
              <w:rPr>
                <w:sz w:val="28"/>
                <w:szCs w:val="28"/>
              </w:rPr>
            </w:pPr>
          </w:p>
          <w:p w:rsidR="00645A1A" w:rsidRPr="00A7579B" w:rsidRDefault="00645A1A" w:rsidP="002039E3">
            <w:pPr>
              <w:rPr>
                <w:sz w:val="28"/>
                <w:szCs w:val="28"/>
              </w:rPr>
            </w:pPr>
          </w:p>
          <w:p w:rsidR="00645A1A" w:rsidRPr="00A7579B" w:rsidRDefault="00645A1A" w:rsidP="002039E3">
            <w:pPr>
              <w:rPr>
                <w:sz w:val="28"/>
                <w:szCs w:val="28"/>
              </w:rPr>
            </w:pPr>
          </w:p>
          <w:p w:rsidR="00645A1A" w:rsidRPr="00A7579B" w:rsidRDefault="00645A1A" w:rsidP="002039E3">
            <w:pPr>
              <w:rPr>
                <w:sz w:val="28"/>
                <w:szCs w:val="28"/>
              </w:rPr>
            </w:pPr>
          </w:p>
          <w:p w:rsidR="00645A1A" w:rsidRPr="00A7579B" w:rsidRDefault="00645A1A" w:rsidP="002039E3">
            <w:pPr>
              <w:rPr>
                <w:sz w:val="28"/>
                <w:szCs w:val="28"/>
              </w:rPr>
            </w:pPr>
          </w:p>
          <w:p w:rsidR="00645A1A" w:rsidRPr="00A7579B" w:rsidRDefault="00645A1A" w:rsidP="002039E3">
            <w:pPr>
              <w:rPr>
                <w:sz w:val="28"/>
                <w:szCs w:val="28"/>
              </w:rPr>
            </w:pPr>
          </w:p>
          <w:p w:rsidR="00645A1A" w:rsidRPr="00A7579B" w:rsidRDefault="00645A1A" w:rsidP="002039E3">
            <w:pPr>
              <w:rPr>
                <w:sz w:val="28"/>
                <w:szCs w:val="28"/>
              </w:rPr>
            </w:pPr>
          </w:p>
          <w:p w:rsidR="00645A1A" w:rsidRPr="00A7579B" w:rsidRDefault="00645A1A" w:rsidP="002039E3">
            <w:pPr>
              <w:rPr>
                <w:sz w:val="28"/>
                <w:szCs w:val="28"/>
              </w:rPr>
            </w:pPr>
          </w:p>
          <w:p w:rsidR="00645A1A" w:rsidRPr="00A7579B" w:rsidRDefault="00645A1A" w:rsidP="002039E3">
            <w:pPr>
              <w:rPr>
                <w:sz w:val="28"/>
                <w:szCs w:val="28"/>
              </w:rPr>
            </w:pPr>
          </w:p>
          <w:p w:rsidR="00645A1A" w:rsidRPr="00A7579B" w:rsidRDefault="00645A1A" w:rsidP="002039E3">
            <w:pPr>
              <w:rPr>
                <w:sz w:val="28"/>
                <w:szCs w:val="28"/>
              </w:rPr>
            </w:pPr>
          </w:p>
          <w:p w:rsidR="00645A1A" w:rsidRPr="00A7579B" w:rsidRDefault="00645A1A" w:rsidP="002039E3">
            <w:pPr>
              <w:rPr>
                <w:sz w:val="28"/>
                <w:szCs w:val="28"/>
              </w:rPr>
            </w:pPr>
          </w:p>
          <w:p w:rsidR="00645A1A" w:rsidRPr="00A7579B" w:rsidRDefault="00645A1A" w:rsidP="002039E3">
            <w:pPr>
              <w:rPr>
                <w:sz w:val="28"/>
                <w:szCs w:val="28"/>
              </w:rPr>
            </w:pPr>
          </w:p>
          <w:p w:rsidR="00645A1A" w:rsidRPr="00A7579B" w:rsidRDefault="00645A1A" w:rsidP="002039E3">
            <w:pPr>
              <w:rPr>
                <w:sz w:val="28"/>
                <w:szCs w:val="28"/>
              </w:rPr>
            </w:pPr>
          </w:p>
          <w:p w:rsidR="00645A1A" w:rsidRPr="00A7579B" w:rsidRDefault="00645A1A" w:rsidP="002039E3">
            <w:pPr>
              <w:rPr>
                <w:sz w:val="28"/>
                <w:szCs w:val="28"/>
              </w:rPr>
            </w:pPr>
          </w:p>
          <w:p w:rsidR="00645A1A" w:rsidRPr="00A7579B" w:rsidRDefault="00645A1A" w:rsidP="002039E3">
            <w:pPr>
              <w:rPr>
                <w:sz w:val="28"/>
                <w:szCs w:val="28"/>
              </w:rPr>
            </w:pPr>
          </w:p>
          <w:p w:rsidR="00645A1A" w:rsidRPr="00A7579B" w:rsidRDefault="00645A1A" w:rsidP="002039E3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645A1A" w:rsidRPr="00A7579B" w:rsidRDefault="00645A1A" w:rsidP="00015E0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</w:p>
        </w:tc>
        <w:tc>
          <w:tcPr>
            <w:tcW w:w="4477" w:type="dxa"/>
          </w:tcPr>
          <w:p w:rsidR="00645A1A" w:rsidRPr="00A7579B" w:rsidRDefault="00645A1A" w:rsidP="00015E0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Магистр экономики</w:t>
            </w:r>
          </w:p>
        </w:tc>
      </w:tr>
      <w:tr w:rsidR="00645A1A">
        <w:tc>
          <w:tcPr>
            <w:tcW w:w="706" w:type="dxa"/>
            <w:vMerge/>
          </w:tcPr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645A1A" w:rsidRPr="00A7579B" w:rsidRDefault="00645A1A" w:rsidP="00015E01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645A1A" w:rsidRPr="00A7579B" w:rsidRDefault="00645A1A" w:rsidP="00015E0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Экономика труда</w:t>
            </w:r>
          </w:p>
        </w:tc>
        <w:tc>
          <w:tcPr>
            <w:tcW w:w="4477" w:type="dxa"/>
          </w:tcPr>
          <w:p w:rsidR="00645A1A" w:rsidRPr="00A7579B" w:rsidRDefault="00645A1A" w:rsidP="00015E0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645A1A">
        <w:tc>
          <w:tcPr>
            <w:tcW w:w="706" w:type="dxa"/>
            <w:vMerge/>
          </w:tcPr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645A1A" w:rsidRPr="00A7579B" w:rsidRDefault="00645A1A" w:rsidP="00015E01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645A1A" w:rsidRPr="00A7579B" w:rsidRDefault="00645A1A" w:rsidP="00015E0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Финансы и кредит</w:t>
            </w:r>
          </w:p>
        </w:tc>
        <w:tc>
          <w:tcPr>
            <w:tcW w:w="4477" w:type="dxa"/>
          </w:tcPr>
          <w:p w:rsidR="00645A1A" w:rsidRPr="00A7579B" w:rsidRDefault="00645A1A" w:rsidP="00015E0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645A1A">
        <w:tc>
          <w:tcPr>
            <w:tcW w:w="706" w:type="dxa"/>
            <w:vMerge/>
          </w:tcPr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645A1A" w:rsidRPr="00A7579B" w:rsidRDefault="00645A1A" w:rsidP="00015E01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645A1A" w:rsidRPr="00A7579B" w:rsidRDefault="00645A1A" w:rsidP="00015E0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4477" w:type="dxa"/>
          </w:tcPr>
          <w:p w:rsidR="00645A1A" w:rsidRPr="00A7579B" w:rsidRDefault="00645A1A" w:rsidP="00015E0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645A1A">
        <w:tc>
          <w:tcPr>
            <w:tcW w:w="706" w:type="dxa"/>
            <w:vMerge/>
          </w:tcPr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645A1A" w:rsidRPr="00A7579B" w:rsidRDefault="00645A1A" w:rsidP="00015E01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645A1A" w:rsidRPr="00A7579B" w:rsidRDefault="00645A1A" w:rsidP="00015E0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Экономическая теория</w:t>
            </w:r>
          </w:p>
        </w:tc>
        <w:tc>
          <w:tcPr>
            <w:tcW w:w="4477" w:type="dxa"/>
          </w:tcPr>
          <w:p w:rsidR="00645A1A" w:rsidRPr="00A7579B" w:rsidRDefault="00645A1A" w:rsidP="00015E0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645A1A">
        <w:tc>
          <w:tcPr>
            <w:tcW w:w="706" w:type="dxa"/>
            <w:vMerge/>
          </w:tcPr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645A1A" w:rsidRPr="00A7579B" w:rsidRDefault="00645A1A" w:rsidP="00015E01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645A1A" w:rsidRPr="00A7579B" w:rsidRDefault="00645A1A" w:rsidP="00015E0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Мировая экономика</w:t>
            </w:r>
          </w:p>
        </w:tc>
        <w:tc>
          <w:tcPr>
            <w:tcW w:w="4477" w:type="dxa"/>
          </w:tcPr>
          <w:p w:rsidR="00645A1A" w:rsidRPr="00A7579B" w:rsidRDefault="00645A1A" w:rsidP="00015E0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645A1A">
        <w:tc>
          <w:tcPr>
            <w:tcW w:w="706" w:type="dxa"/>
            <w:vMerge/>
          </w:tcPr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645A1A" w:rsidRPr="00A7579B" w:rsidRDefault="00645A1A" w:rsidP="00015E01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645A1A" w:rsidRPr="00A7579B" w:rsidRDefault="00645A1A" w:rsidP="00015E0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Бухгалтерский учет, анализ и аудит</w:t>
            </w:r>
          </w:p>
        </w:tc>
        <w:tc>
          <w:tcPr>
            <w:tcW w:w="4477" w:type="dxa"/>
          </w:tcPr>
          <w:p w:rsidR="00645A1A" w:rsidRPr="00A7579B" w:rsidRDefault="00645A1A" w:rsidP="00015E0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645A1A">
        <w:tc>
          <w:tcPr>
            <w:tcW w:w="706" w:type="dxa"/>
            <w:vMerge/>
          </w:tcPr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645A1A" w:rsidRPr="00A7579B" w:rsidRDefault="00645A1A" w:rsidP="00015E01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645A1A" w:rsidRPr="00A7579B" w:rsidRDefault="00645A1A" w:rsidP="00015E0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Налоги и налогообложение</w:t>
            </w:r>
          </w:p>
        </w:tc>
        <w:tc>
          <w:tcPr>
            <w:tcW w:w="4477" w:type="dxa"/>
          </w:tcPr>
          <w:p w:rsidR="00645A1A" w:rsidRPr="00A7579B" w:rsidRDefault="00645A1A" w:rsidP="00015E0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Экономист. Специалист по налогообложению</w:t>
            </w:r>
          </w:p>
        </w:tc>
      </w:tr>
      <w:tr w:rsidR="00645A1A">
        <w:tc>
          <w:tcPr>
            <w:tcW w:w="706" w:type="dxa"/>
            <w:vMerge/>
          </w:tcPr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645A1A" w:rsidRPr="00A7579B" w:rsidRDefault="00645A1A" w:rsidP="00015E01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645A1A" w:rsidRPr="00A7579B" w:rsidRDefault="00645A1A" w:rsidP="00015E0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Менеджмент</w:t>
            </w:r>
          </w:p>
        </w:tc>
        <w:tc>
          <w:tcPr>
            <w:tcW w:w="4477" w:type="dxa"/>
          </w:tcPr>
          <w:p w:rsidR="00645A1A" w:rsidRPr="00A7579B" w:rsidRDefault="00645A1A" w:rsidP="00015E0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Магистр менеджмента</w:t>
            </w:r>
          </w:p>
        </w:tc>
      </w:tr>
      <w:tr w:rsidR="00645A1A">
        <w:tc>
          <w:tcPr>
            <w:tcW w:w="706" w:type="dxa"/>
            <w:vMerge/>
          </w:tcPr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645A1A" w:rsidRPr="00A7579B" w:rsidRDefault="00645A1A" w:rsidP="00015E01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645A1A" w:rsidRPr="00A7579B" w:rsidRDefault="00645A1A" w:rsidP="00015E0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4477" w:type="dxa"/>
          </w:tcPr>
          <w:p w:rsidR="00645A1A" w:rsidRPr="00A7579B" w:rsidRDefault="00645A1A" w:rsidP="00015E0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645A1A">
        <w:tc>
          <w:tcPr>
            <w:tcW w:w="706" w:type="dxa"/>
            <w:vMerge/>
          </w:tcPr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645A1A" w:rsidRPr="00A7579B" w:rsidRDefault="00645A1A" w:rsidP="00015E01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645A1A" w:rsidRPr="00A7579B" w:rsidRDefault="00645A1A" w:rsidP="00015E0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Менеджмент организации</w:t>
            </w:r>
          </w:p>
        </w:tc>
        <w:tc>
          <w:tcPr>
            <w:tcW w:w="4477" w:type="dxa"/>
          </w:tcPr>
          <w:p w:rsidR="00645A1A" w:rsidRPr="00A7579B" w:rsidRDefault="00645A1A" w:rsidP="00015E0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645A1A">
        <w:tc>
          <w:tcPr>
            <w:tcW w:w="706" w:type="dxa"/>
            <w:vMerge/>
          </w:tcPr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645A1A" w:rsidRPr="00A7579B" w:rsidRDefault="00645A1A" w:rsidP="00015E01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645A1A" w:rsidRPr="00A7579B" w:rsidRDefault="00645A1A" w:rsidP="00015E0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Экономика и управление на предприятии (по отраслям)</w:t>
            </w:r>
          </w:p>
        </w:tc>
        <w:tc>
          <w:tcPr>
            <w:tcW w:w="4477" w:type="dxa"/>
          </w:tcPr>
          <w:p w:rsidR="00645A1A" w:rsidRPr="00A7579B" w:rsidRDefault="00645A1A" w:rsidP="00015E0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Экономист-менеджер</w:t>
            </w:r>
          </w:p>
        </w:tc>
      </w:tr>
      <w:tr w:rsidR="00645A1A">
        <w:tc>
          <w:tcPr>
            <w:tcW w:w="706" w:type="dxa"/>
            <w:vMerge/>
          </w:tcPr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645A1A" w:rsidRPr="00A7579B" w:rsidRDefault="00645A1A" w:rsidP="00015E01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645A1A" w:rsidRPr="00A7579B" w:rsidRDefault="00645A1A" w:rsidP="00015E0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Управление персоналом</w:t>
            </w:r>
          </w:p>
        </w:tc>
        <w:tc>
          <w:tcPr>
            <w:tcW w:w="4477" w:type="dxa"/>
          </w:tcPr>
          <w:p w:rsidR="00645A1A" w:rsidRPr="00A7579B" w:rsidRDefault="00645A1A" w:rsidP="00015E0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645A1A">
        <w:tc>
          <w:tcPr>
            <w:tcW w:w="706" w:type="dxa"/>
            <w:vMerge/>
          </w:tcPr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645A1A" w:rsidRPr="00A7579B" w:rsidRDefault="00645A1A" w:rsidP="00015E01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645A1A" w:rsidRPr="00A7579B" w:rsidRDefault="00645A1A" w:rsidP="00015E0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4477" w:type="dxa"/>
          </w:tcPr>
          <w:p w:rsidR="00645A1A" w:rsidRPr="00A7579B" w:rsidRDefault="00645A1A" w:rsidP="00015E0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Магистр юриспруденции</w:t>
            </w:r>
          </w:p>
        </w:tc>
      </w:tr>
      <w:tr w:rsidR="00645A1A">
        <w:tc>
          <w:tcPr>
            <w:tcW w:w="706" w:type="dxa"/>
            <w:vMerge/>
          </w:tcPr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645A1A" w:rsidRPr="00A7579B" w:rsidRDefault="00645A1A" w:rsidP="00015E01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645A1A" w:rsidRPr="00A7579B" w:rsidRDefault="00645A1A" w:rsidP="00015E0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4477" w:type="dxa"/>
          </w:tcPr>
          <w:p w:rsidR="00645A1A" w:rsidRPr="00A7579B" w:rsidRDefault="00645A1A" w:rsidP="00015E0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</w:tc>
      </w:tr>
      <w:tr w:rsidR="00645A1A">
        <w:tc>
          <w:tcPr>
            <w:tcW w:w="706" w:type="dxa"/>
            <w:vMerge/>
          </w:tcPr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645A1A" w:rsidRPr="00A7579B" w:rsidRDefault="00645A1A" w:rsidP="00015E01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645A1A" w:rsidRPr="00A7579B" w:rsidRDefault="00645A1A" w:rsidP="00015E0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Правоохранительная деятельность</w:t>
            </w:r>
          </w:p>
        </w:tc>
        <w:tc>
          <w:tcPr>
            <w:tcW w:w="4477" w:type="dxa"/>
          </w:tcPr>
          <w:p w:rsidR="00645A1A" w:rsidRPr="00A7579B" w:rsidRDefault="00645A1A" w:rsidP="00015E0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</w:tc>
      </w:tr>
      <w:tr w:rsidR="00645A1A">
        <w:tc>
          <w:tcPr>
            <w:tcW w:w="706" w:type="dxa"/>
            <w:vMerge/>
          </w:tcPr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645A1A" w:rsidRPr="00A7579B" w:rsidRDefault="00645A1A" w:rsidP="00015E01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645A1A" w:rsidRPr="00A7579B" w:rsidRDefault="00645A1A" w:rsidP="00015E0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Землеустройство и кадастры</w:t>
            </w:r>
          </w:p>
        </w:tc>
        <w:tc>
          <w:tcPr>
            <w:tcW w:w="4477" w:type="dxa"/>
          </w:tcPr>
          <w:p w:rsidR="00645A1A" w:rsidRPr="00A7579B" w:rsidRDefault="00645A1A" w:rsidP="00015E0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Магистр землеустройства</w:t>
            </w:r>
          </w:p>
        </w:tc>
      </w:tr>
      <w:tr w:rsidR="00645A1A">
        <w:tc>
          <w:tcPr>
            <w:tcW w:w="706" w:type="dxa"/>
            <w:vMerge/>
          </w:tcPr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645A1A" w:rsidRPr="00A7579B" w:rsidRDefault="00645A1A" w:rsidP="00015E01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645A1A" w:rsidRPr="00A7579B" w:rsidRDefault="00645A1A" w:rsidP="00015E0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Землеустройство</w:t>
            </w:r>
          </w:p>
        </w:tc>
        <w:tc>
          <w:tcPr>
            <w:tcW w:w="4477" w:type="dxa"/>
          </w:tcPr>
          <w:p w:rsidR="00645A1A" w:rsidRPr="00A7579B" w:rsidRDefault="00645A1A" w:rsidP="00015E0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645A1A">
        <w:tc>
          <w:tcPr>
            <w:tcW w:w="706" w:type="dxa"/>
            <w:vMerge/>
          </w:tcPr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645A1A" w:rsidRPr="00A7579B" w:rsidRDefault="00645A1A" w:rsidP="00015E01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645A1A" w:rsidRPr="00A7579B" w:rsidRDefault="00645A1A" w:rsidP="00015E0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Земельный кадастр</w:t>
            </w:r>
          </w:p>
        </w:tc>
        <w:tc>
          <w:tcPr>
            <w:tcW w:w="4477" w:type="dxa"/>
          </w:tcPr>
          <w:p w:rsidR="00645A1A" w:rsidRPr="00A7579B" w:rsidRDefault="00645A1A" w:rsidP="00015E0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645A1A">
        <w:tc>
          <w:tcPr>
            <w:tcW w:w="706" w:type="dxa"/>
            <w:vMerge/>
          </w:tcPr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645A1A" w:rsidRPr="00A7579B" w:rsidRDefault="00645A1A" w:rsidP="00015E01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645A1A" w:rsidRPr="00A7579B" w:rsidRDefault="00645A1A" w:rsidP="00015E0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Городской кадастр</w:t>
            </w:r>
          </w:p>
        </w:tc>
        <w:tc>
          <w:tcPr>
            <w:tcW w:w="4477" w:type="dxa"/>
          </w:tcPr>
          <w:p w:rsidR="00645A1A" w:rsidRPr="00A7579B" w:rsidRDefault="00645A1A" w:rsidP="00015E0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645A1A">
        <w:tc>
          <w:tcPr>
            <w:tcW w:w="706" w:type="dxa"/>
            <w:vMerge/>
          </w:tcPr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645A1A" w:rsidRPr="00A7579B" w:rsidRDefault="00645A1A" w:rsidP="00015E01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645A1A" w:rsidRPr="00A7579B" w:rsidRDefault="00645A1A" w:rsidP="00015E0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Строительство</w:t>
            </w:r>
          </w:p>
        </w:tc>
        <w:tc>
          <w:tcPr>
            <w:tcW w:w="4477" w:type="dxa"/>
          </w:tcPr>
          <w:p w:rsidR="00645A1A" w:rsidRPr="00A7579B" w:rsidRDefault="00645A1A" w:rsidP="00015E0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Бакалавр техники и технологии Магистр техники и технологии</w:t>
            </w:r>
          </w:p>
        </w:tc>
      </w:tr>
      <w:tr w:rsidR="00645A1A">
        <w:tc>
          <w:tcPr>
            <w:tcW w:w="706" w:type="dxa"/>
            <w:vMerge/>
          </w:tcPr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645A1A" w:rsidRPr="00A7579B" w:rsidRDefault="00645A1A" w:rsidP="00A757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645A1A" w:rsidRPr="00A7579B" w:rsidRDefault="00645A1A" w:rsidP="00015E01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645A1A" w:rsidRPr="00A7579B" w:rsidRDefault="00645A1A" w:rsidP="00015E0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Промышленное и гражданское строительство</w:t>
            </w:r>
          </w:p>
        </w:tc>
        <w:tc>
          <w:tcPr>
            <w:tcW w:w="4477" w:type="dxa"/>
          </w:tcPr>
          <w:p w:rsidR="00645A1A" w:rsidRPr="00A7579B" w:rsidRDefault="00645A1A" w:rsidP="00015E0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</w:tbl>
    <w:p w:rsidR="00645A1A" w:rsidRDefault="00645A1A"/>
    <w:p w:rsidR="00645A1A" w:rsidRDefault="00645A1A"/>
    <w:p w:rsidR="00645A1A" w:rsidRDefault="00645A1A" w:rsidP="00243E25">
      <w:pPr>
        <w:tabs>
          <w:tab w:val="left" w:pos="118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Запорожского сельского поселения </w:t>
      </w:r>
    </w:p>
    <w:p w:rsidR="00645A1A" w:rsidRDefault="00645A1A" w:rsidP="00243E25">
      <w:pPr>
        <w:tabs>
          <w:tab w:val="left" w:pos="11867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                                                                       А.Г.Толстокорый</w:t>
      </w:r>
    </w:p>
    <w:p w:rsidR="00645A1A" w:rsidRPr="0074299F" w:rsidRDefault="00645A1A" w:rsidP="00243E25">
      <w:pPr>
        <w:tabs>
          <w:tab w:val="left" w:pos="12080"/>
        </w:tabs>
      </w:pPr>
    </w:p>
    <w:sectPr w:rsidR="00645A1A" w:rsidRPr="0074299F" w:rsidSect="0074299F">
      <w:headerReference w:type="default" r:id="rId6"/>
      <w:pgSz w:w="16838" w:h="11906" w:orient="landscape"/>
      <w:pgMar w:top="1258" w:right="536" w:bottom="709" w:left="1134" w:header="708" w:footer="708" w:gutter="0"/>
      <w:cols w:space="708"/>
      <w:titlePg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5A1A" w:rsidRDefault="00645A1A" w:rsidP="00005AF8">
      <w:r>
        <w:separator/>
      </w:r>
    </w:p>
  </w:endnote>
  <w:endnote w:type="continuationSeparator" w:id="0">
    <w:p w:rsidR="00645A1A" w:rsidRDefault="00645A1A" w:rsidP="00005A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5A1A" w:rsidRDefault="00645A1A" w:rsidP="00005AF8">
      <w:r>
        <w:separator/>
      </w:r>
    </w:p>
  </w:footnote>
  <w:footnote w:type="continuationSeparator" w:id="0">
    <w:p w:rsidR="00645A1A" w:rsidRDefault="00645A1A" w:rsidP="00005A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A1A" w:rsidRDefault="00645A1A">
    <w:pPr>
      <w:pStyle w:val="Header"/>
      <w:jc w:val="center"/>
    </w:pPr>
    <w:r w:rsidRPr="00005AF8">
      <w:rPr>
        <w:sz w:val="24"/>
        <w:szCs w:val="24"/>
      </w:rPr>
      <w:fldChar w:fldCharType="begin"/>
    </w:r>
    <w:r w:rsidRPr="00005AF8">
      <w:rPr>
        <w:sz w:val="24"/>
        <w:szCs w:val="24"/>
      </w:rPr>
      <w:instrText>PAGE   \* MERGEFORMAT</w:instrText>
    </w:r>
    <w:r w:rsidRPr="00005AF8">
      <w:rPr>
        <w:sz w:val="24"/>
        <w:szCs w:val="24"/>
      </w:rPr>
      <w:fldChar w:fldCharType="separate"/>
    </w:r>
    <w:r>
      <w:rPr>
        <w:noProof/>
        <w:sz w:val="24"/>
        <w:szCs w:val="24"/>
      </w:rPr>
      <w:t>2</w:t>
    </w:r>
    <w:r w:rsidRPr="00005AF8">
      <w:rPr>
        <w:sz w:val="24"/>
        <w:szCs w:val="24"/>
      </w:rPr>
      <w:fldChar w:fldCharType="end"/>
    </w:r>
  </w:p>
  <w:p w:rsidR="00645A1A" w:rsidRDefault="00645A1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3C3C"/>
    <w:rsid w:val="00005AF8"/>
    <w:rsid w:val="00015E01"/>
    <w:rsid w:val="0008619E"/>
    <w:rsid w:val="000D62BC"/>
    <w:rsid w:val="001760E7"/>
    <w:rsid w:val="00180CEC"/>
    <w:rsid w:val="00197C44"/>
    <w:rsid w:val="0020073A"/>
    <w:rsid w:val="002039E3"/>
    <w:rsid w:val="00243E25"/>
    <w:rsid w:val="0024430B"/>
    <w:rsid w:val="0029284C"/>
    <w:rsid w:val="002E3DCC"/>
    <w:rsid w:val="002F3576"/>
    <w:rsid w:val="00337DA5"/>
    <w:rsid w:val="003B3C40"/>
    <w:rsid w:val="004331AB"/>
    <w:rsid w:val="00450370"/>
    <w:rsid w:val="00540B19"/>
    <w:rsid w:val="005B273B"/>
    <w:rsid w:val="005F0B57"/>
    <w:rsid w:val="005F5A04"/>
    <w:rsid w:val="00645A1A"/>
    <w:rsid w:val="007321AD"/>
    <w:rsid w:val="0074299F"/>
    <w:rsid w:val="007D0ECE"/>
    <w:rsid w:val="009A5B36"/>
    <w:rsid w:val="00A03C3C"/>
    <w:rsid w:val="00A7579B"/>
    <w:rsid w:val="00A9518B"/>
    <w:rsid w:val="00B722D2"/>
    <w:rsid w:val="00C30EF2"/>
    <w:rsid w:val="00C652CF"/>
    <w:rsid w:val="00DC0A93"/>
    <w:rsid w:val="00E61189"/>
    <w:rsid w:val="00F91C27"/>
    <w:rsid w:val="00FD5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D2"/>
    <w:rPr>
      <w:rFonts w:ascii="Times New Roman" w:eastAsia="Times New Roman" w:hAnsi="Times New Roman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22D2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Прижатый влево"/>
    <w:basedOn w:val="Normal"/>
    <w:next w:val="Normal"/>
    <w:uiPriority w:val="99"/>
    <w:rsid w:val="00B722D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0">
    <w:name w:val="Нормальный (таблица)"/>
    <w:basedOn w:val="Normal"/>
    <w:next w:val="Normal"/>
    <w:uiPriority w:val="99"/>
    <w:rsid w:val="00B722D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Header">
    <w:name w:val="header"/>
    <w:basedOn w:val="Normal"/>
    <w:link w:val="HeaderChar"/>
    <w:uiPriority w:val="99"/>
    <w:rsid w:val="00005AF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05AF8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005AF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05AF8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281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</TotalTime>
  <Pages>2</Pages>
  <Words>272</Words>
  <Characters>1553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USER5</cp:lastModifiedBy>
  <cp:revision>13</cp:revision>
  <cp:lastPrinted>2014-05-15T04:22:00Z</cp:lastPrinted>
  <dcterms:created xsi:type="dcterms:W3CDTF">2013-10-25T10:13:00Z</dcterms:created>
  <dcterms:modified xsi:type="dcterms:W3CDTF">2014-05-15T04:23:00Z</dcterms:modified>
</cp:coreProperties>
</file>